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EE9FC" w14:textId="187F9B51" w:rsidR="008C54F3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</w:t>
      </w:r>
    </w:p>
    <w:p w14:paraId="40DFF367" w14:textId="77777777" w:rsidR="00454CDE" w:rsidRPr="00713EC9" w:rsidRDefault="00713EC9" w:rsidP="00713EC9">
      <w:pPr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    </w:t>
      </w:r>
      <w:r w:rsidR="00454CDE" w:rsidRPr="00713EC9">
        <w:rPr>
          <w:b/>
          <w:sz w:val="32"/>
          <w:lang w:val="bg-BG"/>
        </w:rPr>
        <w:t>З А П О В Е Д</w:t>
      </w:r>
    </w:p>
    <w:p w14:paraId="6A897D39" w14:textId="2E290856" w:rsidR="00454CDE" w:rsidRPr="00CE78CA" w:rsidRDefault="005A2287" w:rsidP="005A2287">
      <w:pPr>
        <w:ind w:left="3600"/>
        <w:rPr>
          <w:lang w:val="bg-BG"/>
        </w:rPr>
      </w:pPr>
      <w:r w:rsidRPr="00CE78CA">
        <w:rPr>
          <w:lang w:val="bg-BG"/>
        </w:rPr>
        <w:t xml:space="preserve">   </w:t>
      </w:r>
      <w:r w:rsidR="005E31F4">
        <w:rPr>
          <w:lang w:val="bg-BG"/>
        </w:rPr>
        <w:t xml:space="preserve">     </w:t>
      </w:r>
      <w:r w:rsidR="00454CDE" w:rsidRPr="00CE78CA">
        <w:rPr>
          <w:lang w:val="bg-BG"/>
        </w:rPr>
        <w:t>№</w:t>
      </w:r>
      <w:r w:rsidR="005E31F4">
        <w:rPr>
          <w:lang w:val="bg-BG"/>
        </w:rPr>
        <w:t xml:space="preserve">  ПО-09-2847-3</w:t>
      </w:r>
    </w:p>
    <w:p w14:paraId="3795E67F" w14:textId="11068211" w:rsidR="00454CDE" w:rsidRPr="00CE78CA" w:rsidRDefault="005E31F4" w:rsidP="00BE4052">
      <w:pPr>
        <w:ind w:left="2880" w:firstLine="720"/>
        <w:rPr>
          <w:lang w:val="bg-BG"/>
        </w:rPr>
      </w:pPr>
      <w:r>
        <w:rPr>
          <w:lang w:val="bg-BG"/>
        </w:rPr>
        <w:t xml:space="preserve">      </w:t>
      </w:r>
      <w:r w:rsidR="00454CDE" w:rsidRPr="00CE78CA">
        <w:rPr>
          <w:lang w:val="bg-BG"/>
        </w:rPr>
        <w:t>София,</w:t>
      </w:r>
      <w:r>
        <w:rPr>
          <w:lang w:val="bg-BG"/>
        </w:rPr>
        <w:t xml:space="preserve">  29.09.</w:t>
      </w:r>
      <w:r w:rsidR="0023186B" w:rsidRPr="00CE78CA">
        <w:rPr>
          <w:lang w:val="bg-BG"/>
        </w:rPr>
        <w:t>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23186B" w:rsidRPr="00CE78CA">
        <w:rPr>
          <w:lang w:val="bg-BG"/>
        </w:rPr>
        <w:t>г.</w:t>
      </w:r>
      <w:r w:rsidR="006727E9" w:rsidRPr="00CE78CA">
        <w:rPr>
          <w:lang w:val="bg-BG"/>
        </w:rPr>
        <w:t xml:space="preserve">  </w:t>
      </w:r>
    </w:p>
    <w:p w14:paraId="0CB87A78" w14:textId="3D22F48A" w:rsidR="00576362" w:rsidRDefault="00576362" w:rsidP="00576362">
      <w:pPr>
        <w:spacing w:line="360" w:lineRule="auto"/>
        <w:rPr>
          <w:lang w:val="bg-BG"/>
        </w:rPr>
      </w:pPr>
    </w:p>
    <w:p w14:paraId="1C3F0964" w14:textId="3AE695B5" w:rsidR="005E5F37" w:rsidRPr="00197F75" w:rsidRDefault="00576362" w:rsidP="005E5F37">
      <w:pPr>
        <w:ind w:firstLine="708"/>
        <w:jc w:val="both"/>
        <w:rPr>
          <w:sz w:val="26"/>
          <w:szCs w:val="26"/>
          <w:lang w:val="bg-BG"/>
        </w:rPr>
      </w:pPr>
      <w:r w:rsidRPr="00CE78CA">
        <w:rPr>
          <w:lang w:val="bg-BG"/>
        </w:rPr>
        <w:t xml:space="preserve">На основание чл.3, </w:t>
      </w:r>
      <w:r w:rsidR="008A1BBB" w:rsidRPr="00CE78CA">
        <w:rPr>
          <w:lang w:val="bg-BG"/>
        </w:rPr>
        <w:t>ал.</w:t>
      </w:r>
      <w:r w:rsidRPr="00CE78CA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CE78CA">
        <w:rPr>
          <w:lang w:val="bg-BG"/>
        </w:rPr>
        <w:t xml:space="preserve">те, </w:t>
      </w:r>
      <w:r w:rsidR="007A06D3" w:rsidRPr="0083710E">
        <w:rPr>
          <w:lang w:val="bg-BG"/>
        </w:rPr>
        <w:t>обн.ДВ</w:t>
      </w:r>
      <w:r w:rsidR="0083710E" w:rsidRPr="0083710E">
        <w:rPr>
          <w:lang w:val="bg-BG"/>
        </w:rPr>
        <w:t>,</w:t>
      </w:r>
      <w:r w:rsidR="007A06D3" w:rsidRPr="0083710E">
        <w:rPr>
          <w:lang w:val="bg-BG"/>
        </w:rPr>
        <w:t xml:space="preserve"> бр.7/26.01.2010г.,</w:t>
      </w:r>
      <w:r w:rsidR="007A06D3" w:rsidRPr="0083710E">
        <w:rPr>
          <w:lang w:val="ru-RU"/>
        </w:rPr>
        <w:t xml:space="preserve"> </w:t>
      </w:r>
      <w:r w:rsidRPr="0083710E">
        <w:rPr>
          <w:lang w:val="bg-BG"/>
        </w:rPr>
        <w:t xml:space="preserve">посл. </w:t>
      </w:r>
      <w:r w:rsidR="00CA17DF" w:rsidRPr="0083710E">
        <w:rPr>
          <w:lang w:val="bg-BG"/>
        </w:rPr>
        <w:t>изм. ДВ</w:t>
      </w:r>
      <w:bookmarkStart w:id="0" w:name="_Hlk83647061"/>
      <w:r w:rsidR="0083710E" w:rsidRPr="0083710E">
        <w:rPr>
          <w:lang w:val="bg-BG"/>
        </w:rPr>
        <w:t xml:space="preserve">, </w:t>
      </w:r>
      <w:bookmarkStart w:id="1" w:name="_Hlk83647891"/>
      <w:r w:rsidR="0083710E" w:rsidRPr="00C04535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="00E1632B" w:rsidRPr="00C04535">
        <w:rPr>
          <w:lang w:val="bg-BG"/>
        </w:rPr>
        <w:t>41</w:t>
      </w:r>
      <w:r w:rsidR="0083710E" w:rsidRPr="00C04535">
        <w:rPr>
          <w:lang w:val="bg-BG"/>
        </w:rPr>
        <w:t xml:space="preserve"> от 0</w:t>
      </w:r>
      <w:r w:rsidR="00E1632B" w:rsidRPr="00C04535">
        <w:rPr>
          <w:lang w:val="bg-BG"/>
        </w:rPr>
        <w:t>3</w:t>
      </w:r>
      <w:r w:rsidR="0083710E" w:rsidRPr="00C04535">
        <w:rPr>
          <w:lang w:val="bg-BG"/>
        </w:rPr>
        <w:t xml:space="preserve"> </w:t>
      </w:r>
      <w:bookmarkEnd w:id="2"/>
      <w:bookmarkEnd w:id="3"/>
      <w:bookmarkEnd w:id="4"/>
      <w:r w:rsidR="00E1632B" w:rsidRPr="00C04535">
        <w:rPr>
          <w:lang w:val="bg-BG"/>
        </w:rPr>
        <w:t>юни</w:t>
      </w:r>
      <w:r w:rsidR="0083710E" w:rsidRPr="00C04535">
        <w:rPr>
          <w:lang w:val="bg-BG"/>
        </w:rPr>
        <w:t xml:space="preserve"> 202</w:t>
      </w:r>
      <w:r w:rsidR="00E1632B" w:rsidRPr="00C04535">
        <w:rPr>
          <w:lang w:val="bg-BG"/>
        </w:rPr>
        <w:t>2</w:t>
      </w:r>
      <w:r w:rsidR="00F23532">
        <w:rPr>
          <w:lang w:val="bg-BG"/>
        </w:rPr>
        <w:t xml:space="preserve"> </w:t>
      </w:r>
      <w:r w:rsidR="0083710E" w:rsidRPr="0083710E">
        <w:rPr>
          <w:lang w:val="bg-BG"/>
        </w:rPr>
        <w:t xml:space="preserve">г., </w:t>
      </w:r>
      <w:bookmarkEnd w:id="0"/>
      <w:bookmarkEnd w:id="1"/>
      <w:r w:rsidR="008F3A6E" w:rsidRPr="0083710E">
        <w:rPr>
          <w:lang w:val="bg-BG"/>
        </w:rPr>
        <w:t>чл.37в, ал.4 от Закона</w:t>
      </w:r>
      <w:r w:rsidR="008F3A6E" w:rsidRPr="00CE78CA">
        <w:rPr>
          <w:lang w:val="bg-BG"/>
        </w:rPr>
        <w:t xml:space="preserve"> за собствеността и ползването на земеделските земи /ЗСПЗЗ/, чл.75а от Правилника за прилагане на ЗСПЗЗ и във връзка с доклад на комисия, назначена с моя </w:t>
      </w:r>
      <w:r w:rsidR="00696516">
        <w:rPr>
          <w:lang w:val="bg-BG"/>
        </w:rPr>
        <w:t xml:space="preserve">Заповед </w:t>
      </w:r>
      <w:r w:rsidR="005E5F37">
        <w:rPr>
          <w:sz w:val="26"/>
          <w:szCs w:val="26"/>
          <w:lang w:val="bg-BG"/>
        </w:rPr>
        <w:t xml:space="preserve">№ </w:t>
      </w:r>
      <w:r w:rsidR="002E0A30" w:rsidRPr="002E0A30">
        <w:rPr>
          <w:sz w:val="26"/>
          <w:szCs w:val="26"/>
          <w:lang w:val="bg-BG"/>
        </w:rPr>
        <w:t>ПО-09-</w:t>
      </w:r>
      <w:r w:rsidR="006D6C03" w:rsidRPr="00C04535">
        <w:rPr>
          <w:sz w:val="26"/>
          <w:szCs w:val="26"/>
          <w:lang w:val="bg-BG"/>
        </w:rPr>
        <w:t>2847</w:t>
      </w:r>
      <w:r w:rsidR="002E0A30" w:rsidRPr="002E0A30">
        <w:rPr>
          <w:sz w:val="26"/>
          <w:szCs w:val="26"/>
          <w:lang w:val="bg-BG"/>
        </w:rPr>
        <w:t>/</w:t>
      </w:r>
      <w:r w:rsidR="006D6C03" w:rsidRPr="00C04535">
        <w:rPr>
          <w:sz w:val="26"/>
          <w:szCs w:val="26"/>
          <w:lang w:val="bg-BG"/>
        </w:rPr>
        <w:t>19</w:t>
      </w:r>
      <w:r w:rsidR="002E0A30" w:rsidRPr="002E0A30">
        <w:rPr>
          <w:sz w:val="26"/>
          <w:szCs w:val="26"/>
          <w:lang w:val="bg-BG"/>
        </w:rPr>
        <w:t>.0</w:t>
      </w:r>
      <w:r w:rsidR="005A5B96">
        <w:rPr>
          <w:sz w:val="26"/>
          <w:szCs w:val="26"/>
          <w:lang w:val="bg-BG"/>
        </w:rPr>
        <w:t>7</w:t>
      </w:r>
      <w:r w:rsidR="002E0A30" w:rsidRPr="002E0A30">
        <w:rPr>
          <w:sz w:val="26"/>
          <w:szCs w:val="26"/>
          <w:lang w:val="bg-BG"/>
        </w:rPr>
        <w:t>.20</w:t>
      </w:r>
      <w:r w:rsidR="005A5B96">
        <w:rPr>
          <w:sz w:val="26"/>
          <w:szCs w:val="26"/>
          <w:lang w:val="bg-BG"/>
        </w:rPr>
        <w:t>2</w:t>
      </w:r>
      <w:r w:rsidR="00CC444F">
        <w:rPr>
          <w:sz w:val="26"/>
          <w:szCs w:val="26"/>
          <w:lang w:val="bg-BG"/>
        </w:rPr>
        <w:t>2</w:t>
      </w:r>
      <w:r w:rsidR="003D26C6">
        <w:rPr>
          <w:sz w:val="26"/>
          <w:szCs w:val="26"/>
          <w:lang w:val="bg-BG"/>
        </w:rPr>
        <w:t xml:space="preserve"> </w:t>
      </w:r>
      <w:r w:rsidR="002E0A30" w:rsidRPr="002E0A30">
        <w:rPr>
          <w:sz w:val="26"/>
          <w:szCs w:val="26"/>
          <w:lang w:val="bg-BG"/>
        </w:rPr>
        <w:t>г</w:t>
      </w:r>
      <w:r w:rsidR="003D26C6">
        <w:rPr>
          <w:sz w:val="26"/>
          <w:szCs w:val="26"/>
          <w:lang w:val="bg-BG"/>
        </w:rPr>
        <w:t>.</w:t>
      </w:r>
    </w:p>
    <w:p w14:paraId="3957F2DB" w14:textId="77777777" w:rsidR="00034F6D" w:rsidRPr="00197F75" w:rsidRDefault="00034F6D" w:rsidP="005E5F37">
      <w:pPr>
        <w:ind w:firstLine="708"/>
        <w:jc w:val="both"/>
        <w:rPr>
          <w:sz w:val="26"/>
          <w:szCs w:val="26"/>
          <w:lang w:val="bg-BG"/>
        </w:rPr>
      </w:pPr>
    </w:p>
    <w:p w14:paraId="7E0C97DE" w14:textId="77777777" w:rsidR="008F3A6E" w:rsidRPr="00CE78CA" w:rsidRDefault="00C41B72" w:rsidP="005E5F37">
      <w:pPr>
        <w:ind w:left="2160" w:firstLine="720"/>
        <w:jc w:val="both"/>
        <w:rPr>
          <w:lang w:val="bg-BG"/>
        </w:rPr>
      </w:pPr>
      <w:r>
        <w:rPr>
          <w:b/>
          <w:lang w:val="bg-BG"/>
        </w:rPr>
        <w:t xml:space="preserve">   </w:t>
      </w:r>
      <w:r w:rsidR="0058230C">
        <w:rPr>
          <w:b/>
          <w:lang w:val="bg-BG"/>
        </w:rPr>
        <w:t xml:space="preserve">   </w:t>
      </w:r>
      <w:r w:rsidR="003813FC">
        <w:rPr>
          <w:b/>
          <w:lang w:val="bg-BG"/>
        </w:rPr>
        <w:t xml:space="preserve">   </w:t>
      </w:r>
      <w:r w:rsidR="00463733" w:rsidRPr="00CE78CA">
        <w:rPr>
          <w:b/>
          <w:lang w:val="bg-BG"/>
        </w:rPr>
        <w:t>О П Р Е Д Е Л Я</w:t>
      </w:r>
      <w:r w:rsidR="00463733" w:rsidRPr="00CE78CA">
        <w:rPr>
          <w:lang w:val="bg-BG"/>
        </w:rPr>
        <w:t xml:space="preserve"> </w:t>
      </w:r>
      <w:r w:rsidR="00463733" w:rsidRPr="00CE78CA">
        <w:rPr>
          <w:b/>
          <w:lang w:val="bg-BG"/>
        </w:rPr>
        <w:t>М</w:t>
      </w:r>
      <w:r w:rsidR="00463733" w:rsidRPr="00CE78CA">
        <w:rPr>
          <w:lang w:val="bg-BG"/>
        </w:rPr>
        <w:t>:</w:t>
      </w:r>
    </w:p>
    <w:p w14:paraId="442FCE6D" w14:textId="4A8CC64D" w:rsidR="00034F6D" w:rsidRPr="00197F75" w:rsidRDefault="00034F6D" w:rsidP="008F3A6E">
      <w:pPr>
        <w:ind w:firstLine="709"/>
        <w:jc w:val="center"/>
        <w:rPr>
          <w:lang w:val="bg-BG"/>
        </w:rPr>
      </w:pPr>
    </w:p>
    <w:p w14:paraId="790F0D27" w14:textId="2CE97925" w:rsidR="00E52E11" w:rsidRDefault="00E52E11" w:rsidP="005745ED">
      <w:pPr>
        <w:ind w:firstLine="720"/>
        <w:jc w:val="both"/>
        <w:rPr>
          <w:lang w:val="bg-BG"/>
        </w:rPr>
      </w:pPr>
      <w:r w:rsidRPr="00CE78CA">
        <w:rPr>
          <w:lang w:val="bg-BG"/>
        </w:rPr>
        <w:t>Масивите за ползване /МП/</w:t>
      </w:r>
      <w:r w:rsidRPr="00CE78CA">
        <w:rPr>
          <w:lang w:val="ru-RU"/>
        </w:rPr>
        <w:t xml:space="preserve"> </w:t>
      </w:r>
      <w:r w:rsidRPr="00CE78CA">
        <w:rPr>
          <w:lang w:val="bg-BG"/>
        </w:rPr>
        <w:t>и имоти за ползване</w:t>
      </w:r>
      <w:r w:rsidR="00871654" w:rsidRPr="00CE78CA">
        <w:rPr>
          <w:lang w:val="bg-BG"/>
        </w:rPr>
        <w:t xml:space="preserve"> по  </w:t>
      </w:r>
      <w:r w:rsidR="00871654" w:rsidRPr="004A35CC">
        <w:rPr>
          <w:lang w:val="bg-BG"/>
        </w:rPr>
        <w:t>чл. 37в ал.</w:t>
      </w:r>
      <w:r w:rsidR="00713EC9" w:rsidRPr="004A35CC">
        <w:rPr>
          <w:lang w:val="bg-BG"/>
        </w:rPr>
        <w:t>2</w:t>
      </w:r>
      <w:r w:rsidR="00871654" w:rsidRPr="004A35CC">
        <w:rPr>
          <w:color w:val="FF0000"/>
          <w:lang w:val="ru-RU"/>
        </w:rPr>
        <w:t xml:space="preserve"> </w:t>
      </w:r>
      <w:r w:rsidR="00713EC9">
        <w:rPr>
          <w:lang w:val="ru-RU"/>
        </w:rPr>
        <w:t xml:space="preserve">  </w:t>
      </w:r>
      <w:r w:rsidR="00871654" w:rsidRPr="00CE78CA">
        <w:rPr>
          <w:lang w:val="bg-BG"/>
        </w:rPr>
        <w:t>от ЗСПЗЗ</w:t>
      </w:r>
      <w:r w:rsidRPr="00CE78CA">
        <w:rPr>
          <w:lang w:val="bg-BG"/>
        </w:rPr>
        <w:t>, разпределени в границите им съобразно, изготвеното</w:t>
      </w:r>
      <w:r w:rsidR="006655C6" w:rsidRPr="00CE78CA">
        <w:rPr>
          <w:lang w:val="bg-BG"/>
        </w:rPr>
        <w:t xml:space="preserve"> </w:t>
      </w:r>
      <w:r w:rsidR="005E5F37" w:rsidRPr="004A35CC">
        <w:rPr>
          <w:b/>
          <w:u w:val="single"/>
          <w:lang w:val="bg-BG"/>
        </w:rPr>
        <w:t>доброволно споразумение</w:t>
      </w:r>
      <w:r w:rsidR="005E5F37" w:rsidRPr="004A35CC">
        <w:rPr>
          <w:u w:val="single"/>
          <w:lang w:val="bg-BG"/>
        </w:rPr>
        <w:t xml:space="preserve"> за </w:t>
      </w:r>
      <w:r w:rsidR="005E5F37" w:rsidRPr="004A35CC">
        <w:rPr>
          <w:b/>
          <w:u w:val="single"/>
          <w:lang w:val="bg-BG"/>
        </w:rPr>
        <w:t>орна земя</w:t>
      </w:r>
      <w:r w:rsidR="005E5F37" w:rsidRPr="004A35CC">
        <w:rPr>
          <w:u w:val="single"/>
          <w:lang w:val="bg-BG"/>
        </w:rPr>
        <w:t xml:space="preserve"> </w:t>
      </w:r>
      <w:r w:rsidR="003361C6" w:rsidRPr="00CE78CA">
        <w:rPr>
          <w:lang w:val="bg-BG"/>
        </w:rPr>
        <w:t>за землището на с</w:t>
      </w:r>
      <w:r w:rsidR="0011621C" w:rsidRPr="00197F75">
        <w:rPr>
          <w:lang w:val="bg-BG"/>
        </w:rPr>
        <w:t>.</w:t>
      </w:r>
      <w:r w:rsidR="006D6C03">
        <w:rPr>
          <w:lang w:val="bg-BG"/>
        </w:rPr>
        <w:t>Гурмазово</w:t>
      </w:r>
      <w:r w:rsidRPr="00CE78CA">
        <w:rPr>
          <w:lang w:val="bg-BG"/>
        </w:rPr>
        <w:t xml:space="preserve">, </w:t>
      </w:r>
      <w:r w:rsidR="00E1632B" w:rsidRPr="00CE78CA">
        <w:rPr>
          <w:lang w:val="bg-BG"/>
        </w:rPr>
        <w:t xml:space="preserve">ЕКАТТЕ </w:t>
      </w:r>
      <w:r w:rsidR="006D6C03">
        <w:rPr>
          <w:lang w:val="bg-BG"/>
        </w:rPr>
        <w:t>18174</w:t>
      </w:r>
      <w:r w:rsidR="00E1632B">
        <w:rPr>
          <w:lang w:val="bg-BG"/>
        </w:rPr>
        <w:t xml:space="preserve">, </w:t>
      </w:r>
      <w:r w:rsidRPr="00CE78CA">
        <w:rPr>
          <w:lang w:val="bg-BG"/>
        </w:rPr>
        <w:t xml:space="preserve">общ. </w:t>
      </w:r>
      <w:r w:rsidR="0011621C">
        <w:rPr>
          <w:lang w:val="bg-BG"/>
        </w:rPr>
        <w:t>Бо</w:t>
      </w:r>
      <w:r w:rsidR="006D6C03">
        <w:rPr>
          <w:lang w:val="bg-BG"/>
        </w:rPr>
        <w:t>журище</w:t>
      </w:r>
      <w:r w:rsidRPr="00CE78CA">
        <w:rPr>
          <w:lang w:val="bg-BG"/>
        </w:rPr>
        <w:t xml:space="preserve">, област </w:t>
      </w:r>
      <w:r w:rsidR="00D66684">
        <w:rPr>
          <w:lang w:val="bg-BG"/>
        </w:rPr>
        <w:t>София</w:t>
      </w:r>
      <w:r w:rsidRPr="00CE78CA">
        <w:rPr>
          <w:lang w:val="bg-BG"/>
        </w:rPr>
        <w:t>, за стопанската 20</w:t>
      </w:r>
      <w:r w:rsidR="005A5B96">
        <w:rPr>
          <w:lang w:val="bg-BG"/>
        </w:rPr>
        <w:t>2</w:t>
      </w:r>
      <w:r w:rsidR="00CC444F">
        <w:rPr>
          <w:lang w:val="bg-BG"/>
        </w:rPr>
        <w:t>2</w:t>
      </w:r>
      <w:r w:rsidR="00EE2FF9" w:rsidRPr="00CE78CA">
        <w:rPr>
          <w:lang w:val="bg-BG"/>
        </w:rPr>
        <w:t xml:space="preserve"> – 20</w:t>
      </w:r>
      <w:r w:rsidR="002E0A30">
        <w:rPr>
          <w:lang w:val="bg-BG"/>
        </w:rPr>
        <w:t>2</w:t>
      </w:r>
      <w:r w:rsidR="00CC444F">
        <w:rPr>
          <w:lang w:val="bg-BG"/>
        </w:rPr>
        <w:t>3</w:t>
      </w:r>
      <w:r w:rsidR="00871654" w:rsidRPr="00CE78CA">
        <w:rPr>
          <w:lang w:val="bg-BG"/>
        </w:rPr>
        <w:t xml:space="preserve"> </w:t>
      </w:r>
      <w:r w:rsidRPr="00CE78CA">
        <w:rPr>
          <w:lang w:val="bg-BG"/>
        </w:rPr>
        <w:t>година, както следва:</w:t>
      </w:r>
    </w:p>
    <w:p w14:paraId="5BF4B005" w14:textId="65385C65" w:rsidR="00707F86" w:rsidRDefault="00707F86" w:rsidP="005745ED">
      <w:pPr>
        <w:ind w:firstLine="720"/>
        <w:jc w:val="both"/>
        <w:rPr>
          <w:lang w:val="bg-BG"/>
        </w:rPr>
      </w:pPr>
    </w:p>
    <w:tbl>
      <w:tblPr>
        <w:tblW w:w="10206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2157"/>
      </w:tblGrid>
      <w:tr w:rsidR="006D6C03" w:rsidRPr="00050266" w14:paraId="7744F96C" w14:textId="77777777" w:rsidTr="001D78E6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21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1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51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Имот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CAF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Имот по чл. 37в, ал. 3, т. 2 от ЗСПЗЗ</w:t>
            </w:r>
          </w:p>
        </w:tc>
        <w:tc>
          <w:tcPr>
            <w:tcW w:w="215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AA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Собственик</w:t>
            </w:r>
          </w:p>
        </w:tc>
      </w:tr>
      <w:tr w:rsidR="006D6C03" w:rsidRPr="00050266" w14:paraId="4659C942" w14:textId="77777777" w:rsidTr="001D78E6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197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45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6B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37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CDD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48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93E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Дължимо рентно плащане в лв.</w:t>
            </w:r>
          </w:p>
        </w:tc>
        <w:tc>
          <w:tcPr>
            <w:tcW w:w="215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1F8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0DFBEB0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C1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57F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A9B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7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93D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31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873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BC8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БЦЙ</w:t>
            </w:r>
          </w:p>
        </w:tc>
      </w:tr>
      <w:tr w:rsidR="006D6C03" w:rsidRPr="00050266" w14:paraId="62284A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3E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44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B7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D8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E67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FFC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3D0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49.46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DC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ЗИДАРИ ООД</w:t>
            </w:r>
          </w:p>
        </w:tc>
      </w:tr>
      <w:tr w:rsidR="006D6C03" w:rsidRPr="00050266" w14:paraId="05D690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AE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A29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3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4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9A0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BB9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AD1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933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ЕВД</w:t>
            </w:r>
          </w:p>
        </w:tc>
      </w:tr>
      <w:tr w:rsidR="006D6C03" w:rsidRPr="00050266" w14:paraId="34B4107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F7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CD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A8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7C5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FB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4F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C0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38.12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9E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МНП</w:t>
            </w:r>
          </w:p>
        </w:tc>
      </w:tr>
      <w:tr w:rsidR="006D6C03" w:rsidRPr="00050266" w14:paraId="5A9188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90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EE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72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3BC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079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C9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AD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24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0BC9834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2AE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7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86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5C1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5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FE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2F0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810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298334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0D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E02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13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3A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694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6A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4D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1F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МДГ и др.</w:t>
            </w:r>
          </w:p>
        </w:tc>
      </w:tr>
      <w:tr w:rsidR="006D6C03" w:rsidRPr="00050266" w14:paraId="61B5DA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F8E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AA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7F6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AE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924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83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6B1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03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2D3587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2C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8B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A1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F46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92A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E71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B2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24.76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A74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</w:t>
            </w:r>
          </w:p>
        </w:tc>
      </w:tr>
      <w:tr w:rsidR="006D6C03" w:rsidRPr="00050266" w14:paraId="609C3ED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A20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7C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AB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23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62D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17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1C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79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60A24CF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10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7A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E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8C5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734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9A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267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C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3B226D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3E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D3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D3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00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32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98F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B1D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5E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6D6C03" w:rsidRPr="00050266" w14:paraId="0C5A09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72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F7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FE1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8C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111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444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64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03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6EDBC5D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10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5A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F7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467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F8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5A4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6D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8A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2737B9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B0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51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FB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03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9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7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F2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602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6D6C03" w:rsidRPr="00050266" w14:paraId="724AE7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F3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12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416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644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C2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6D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178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C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ВГБ и др.</w:t>
            </w:r>
          </w:p>
        </w:tc>
      </w:tr>
      <w:tr w:rsidR="006D6C03" w:rsidRPr="00050266" w14:paraId="28ED7D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35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AE7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A8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0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80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9E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A54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C6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ЕБК</w:t>
            </w:r>
          </w:p>
        </w:tc>
      </w:tr>
      <w:tr w:rsidR="006D6C03" w:rsidRPr="00050266" w14:paraId="2018B10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31B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D6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986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3C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60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B2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48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0C0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ЦЛВ</w:t>
            </w:r>
          </w:p>
        </w:tc>
      </w:tr>
      <w:tr w:rsidR="006D6C03" w:rsidRPr="00050266" w14:paraId="323848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1D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33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EC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67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E8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87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10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3E3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РВР</w:t>
            </w:r>
          </w:p>
        </w:tc>
      </w:tr>
      <w:tr w:rsidR="006D6C03" w:rsidRPr="00050266" w14:paraId="587437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18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2D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87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DB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F6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E15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0C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A2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ККП и др.</w:t>
            </w:r>
          </w:p>
        </w:tc>
      </w:tr>
      <w:tr w:rsidR="006D6C03" w:rsidRPr="00050266" w14:paraId="45CD55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7C0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57F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F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7B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5E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5F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8C8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20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ЛПВ</w:t>
            </w:r>
          </w:p>
        </w:tc>
      </w:tr>
      <w:tr w:rsidR="006D6C03" w:rsidRPr="00050266" w14:paraId="505200C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7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"АГРО ХР"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A9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F9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A13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AAD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3E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E14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A21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ВЕИ</w:t>
            </w:r>
          </w:p>
        </w:tc>
      </w:tr>
      <w:tr w:rsidR="006D6C03" w:rsidRPr="00050266" w14:paraId="3699BC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DC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B0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327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6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24.934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6F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B3C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10.940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5A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142.22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F7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10302B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C4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03F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2C5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89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EE7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4C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FF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EE2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398221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4D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A3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F04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14C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958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66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BC7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3B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0CCFFE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248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7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7F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73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6E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0B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2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DD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10B38B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E2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30C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6E9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319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37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5F4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09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F1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69A5F8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A21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1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0A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AE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C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19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40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10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776E1E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864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31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F4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3B2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6F5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21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A2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07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585BAC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2F4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F8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CC3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4F9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5B1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54D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9F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C6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733768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B7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23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129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037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09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4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A2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AA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3A0E74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DB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186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DC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2E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5E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DA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73B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2A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27945F4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49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BD5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B3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77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9B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4E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54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3B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21F8EF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73A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E2D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7A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6E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29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5EC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38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E4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75212D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77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44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9E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D9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0FD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0C8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699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69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ЗДС</w:t>
            </w:r>
          </w:p>
        </w:tc>
      </w:tr>
      <w:tr w:rsidR="006D6C03" w:rsidRPr="00050266" w14:paraId="7F959ED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0D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62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8B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5F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10C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29D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43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C0A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69AF1C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C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81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67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6C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44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F77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63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BE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БПИ</w:t>
            </w:r>
          </w:p>
        </w:tc>
      </w:tr>
      <w:tr w:rsidR="006D6C03" w:rsidRPr="00050266" w14:paraId="72A2354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A49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97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9F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EED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89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7F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279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90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0EE50A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FE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969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CB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E7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BE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52F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FD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53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ВВБ и др.</w:t>
            </w:r>
          </w:p>
        </w:tc>
      </w:tr>
      <w:tr w:rsidR="006D6C03" w:rsidRPr="00050266" w14:paraId="6D0AF0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BBE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8FE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673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4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CB3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04A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31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35.31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4C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ИКК</w:t>
            </w:r>
          </w:p>
        </w:tc>
      </w:tr>
      <w:tr w:rsidR="006D6C03" w:rsidRPr="00050266" w14:paraId="0964B1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2E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72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EB3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7D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CE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6C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14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DCC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334D9F1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96F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83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43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2EC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4F5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905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BA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E3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ББП</w:t>
            </w:r>
          </w:p>
        </w:tc>
      </w:tr>
      <w:tr w:rsidR="006D6C03" w:rsidRPr="00050266" w14:paraId="66A4EC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0D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1F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BA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2CE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F55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77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11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32.46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0D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ГББ</w:t>
            </w:r>
          </w:p>
        </w:tc>
      </w:tr>
      <w:tr w:rsidR="006D6C03" w:rsidRPr="00050266" w14:paraId="1B3C2C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3E0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88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1C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B3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3F1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E1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743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F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6FC1CDB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76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47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AB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59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6E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0F1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CE2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30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263DFB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DA4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EC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1C0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26A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068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EE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BA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911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ВДМ</w:t>
            </w:r>
          </w:p>
        </w:tc>
      </w:tr>
      <w:tr w:rsidR="006D6C03" w:rsidRPr="00050266" w14:paraId="50AA2F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86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0AD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9F3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C6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90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4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9A6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45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ННЗ</w:t>
            </w:r>
          </w:p>
        </w:tc>
      </w:tr>
      <w:tr w:rsidR="006D6C03" w:rsidRPr="00050266" w14:paraId="159475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A3E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FD8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883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5A1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02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3E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C1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E7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7E81569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EC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B1F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39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6CA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68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74E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94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479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D6C03" w:rsidRPr="00050266" w14:paraId="21AEE6A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4B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812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29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29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11C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F9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C1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A82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19F9C7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39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91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A4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63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751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99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13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6E2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33A528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48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03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43C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37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AA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73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1F5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A0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6D6C03" w:rsidRPr="00050266" w14:paraId="776DBF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65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A7B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A9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65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315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EFD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BD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35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28F608E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FC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3AF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E0E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331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316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D24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6EF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2B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1105D8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0B4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15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5B7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8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4B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6F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D6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AC0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D6C03" w:rsidRPr="00050266" w14:paraId="120033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5B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CF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1E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8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28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64A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C6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1BD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6DC5C4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66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7FC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BB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873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290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56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DEF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45.39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4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 и др.</w:t>
            </w:r>
          </w:p>
        </w:tc>
      </w:tr>
      <w:tr w:rsidR="006D6C03" w:rsidRPr="00050266" w14:paraId="60F437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9E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1E1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06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FE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4F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7A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D3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7D7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НВН и др.</w:t>
            </w:r>
          </w:p>
        </w:tc>
      </w:tr>
      <w:tr w:rsidR="006D6C03" w:rsidRPr="00050266" w14:paraId="5854AF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53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ABD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0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014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BA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E68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35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B9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ВВИ</w:t>
            </w:r>
          </w:p>
        </w:tc>
      </w:tr>
      <w:tr w:rsidR="006D6C03" w:rsidRPr="00050266" w14:paraId="6ADE90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1D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86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64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D63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F1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BF0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D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099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</w:tr>
      <w:tr w:rsidR="006D6C03" w:rsidRPr="00050266" w14:paraId="1A9B1C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9BD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A40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53D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60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FC2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B7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03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234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2910E36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86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E49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44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861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415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93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3.077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4B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2A7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СЖЖ</w:t>
            </w:r>
          </w:p>
        </w:tc>
      </w:tr>
      <w:tr w:rsidR="006D6C03" w:rsidRPr="00050266" w14:paraId="31E707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91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86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F2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AE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8B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3DA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A8E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2A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39E504F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454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5D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CEF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49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554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CF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A7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9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ВВИ</w:t>
            </w:r>
          </w:p>
        </w:tc>
      </w:tr>
      <w:tr w:rsidR="006D6C03" w:rsidRPr="00050266" w14:paraId="3AC9BC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F1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A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26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D05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C27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BA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29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BA6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</w:tr>
      <w:tr w:rsidR="006D6C03" w:rsidRPr="00050266" w14:paraId="64CD88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A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7DD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C7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57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72F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D76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B5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01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2CB21D1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652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DA8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D2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FE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BA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D93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2F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AB5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ТГС и др.</w:t>
            </w:r>
          </w:p>
        </w:tc>
      </w:tr>
      <w:tr w:rsidR="006D6C03" w:rsidRPr="00050266" w14:paraId="038FCA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6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83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F8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28C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E4C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12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8E4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8E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543C0E4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6DF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A8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0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47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1EE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9F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D68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27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МВР</w:t>
            </w:r>
          </w:p>
        </w:tc>
      </w:tr>
      <w:tr w:rsidR="006D6C03" w:rsidRPr="00050266" w14:paraId="08ABE1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C4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AB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C1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4F1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88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01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57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A1B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7A989F4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38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91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DEA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4B6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71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75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58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D9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1AF88A4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37A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94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E8F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46E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82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EF2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34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5C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7C6C58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B1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3B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6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5B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B15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77B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64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2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СЗК</w:t>
            </w:r>
          </w:p>
        </w:tc>
      </w:tr>
      <w:tr w:rsidR="006D6C03" w:rsidRPr="00050266" w14:paraId="08F123B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637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F8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A3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90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D9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26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A99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FF9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10048E2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3D0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D52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CD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344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57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E2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08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2F9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0B0F35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E2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EBB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EA7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9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AF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7A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C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E9B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ВСИ</w:t>
            </w:r>
          </w:p>
        </w:tc>
      </w:tr>
      <w:tr w:rsidR="006D6C03" w:rsidRPr="00050266" w14:paraId="4B45B9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0E8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35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5B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2FD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64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8AE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EEA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E4A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ГВС и др.</w:t>
            </w:r>
          </w:p>
        </w:tc>
      </w:tr>
      <w:tr w:rsidR="006D6C03" w:rsidRPr="00050266" w14:paraId="7181D9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B85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EF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1C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D4B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46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98B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D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A33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25C9697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211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6D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78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528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30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98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F3E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A07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КАК</w:t>
            </w:r>
          </w:p>
        </w:tc>
      </w:tr>
      <w:tr w:rsidR="006D6C03" w:rsidRPr="00050266" w14:paraId="0EF657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8E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E7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66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5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98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A52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67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13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ДМА</w:t>
            </w:r>
          </w:p>
        </w:tc>
      </w:tr>
      <w:tr w:rsidR="006D6C03" w:rsidRPr="00050266" w14:paraId="7FC194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E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1A9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193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03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237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93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B3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49A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6D6C03" w:rsidRPr="00050266" w14:paraId="1B65F8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C79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5F4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504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31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2CB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06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75C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0F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66CDB58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81E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6A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49F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1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73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12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5B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4E2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347E46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7E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56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875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A0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23E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AFE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F95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61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ПСН и др.</w:t>
            </w:r>
          </w:p>
        </w:tc>
      </w:tr>
      <w:tr w:rsidR="006D6C03" w:rsidRPr="00050266" w14:paraId="4B8F95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60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C8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63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86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3F7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9B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BE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F1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2F95BB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61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BC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BFA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E5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252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2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348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CF3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БЕК и др.</w:t>
            </w:r>
          </w:p>
        </w:tc>
      </w:tr>
      <w:tr w:rsidR="006D6C03" w:rsidRPr="00050266" w14:paraId="4F0891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430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9DE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FDB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B08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6F5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A1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55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DA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1C21A8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8F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09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63C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FB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D98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10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51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B86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СЗК</w:t>
            </w:r>
          </w:p>
        </w:tc>
      </w:tr>
      <w:tr w:rsidR="006D6C03" w:rsidRPr="00050266" w14:paraId="132FCC5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C26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53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261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C6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2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C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59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5A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БКП и др.</w:t>
            </w:r>
          </w:p>
        </w:tc>
      </w:tr>
      <w:tr w:rsidR="006D6C03" w:rsidRPr="00050266" w14:paraId="5D99FEA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04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C8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B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8A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970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8E8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32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813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4476B7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A8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F73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82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938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E2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AC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516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DE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ММК</w:t>
            </w:r>
          </w:p>
        </w:tc>
      </w:tr>
      <w:tr w:rsidR="006D6C03" w:rsidRPr="00050266" w14:paraId="444371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FF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91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323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FF2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801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8EE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0DD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D9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ЕБК</w:t>
            </w:r>
          </w:p>
        </w:tc>
      </w:tr>
      <w:tr w:rsidR="006D6C03" w:rsidRPr="00050266" w14:paraId="53B2430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F2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556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55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F2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382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0A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E5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D9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D6C03" w:rsidRPr="00050266" w14:paraId="7EB0BF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D3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01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FA1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2F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C87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BC6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FC3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39.02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7AC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6D6C03" w:rsidRPr="00050266" w14:paraId="2D693EC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46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A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CE9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83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C6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83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47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45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ММИ и др.</w:t>
            </w:r>
          </w:p>
        </w:tc>
      </w:tr>
      <w:tr w:rsidR="006D6C03" w:rsidRPr="00050266" w14:paraId="54E3A68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94E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BD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26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0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91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8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8F7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84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КЛА</w:t>
            </w:r>
          </w:p>
        </w:tc>
      </w:tr>
      <w:tr w:rsidR="006D6C03" w:rsidRPr="00050266" w14:paraId="1F1D57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75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AC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985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E7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216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A7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76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FA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АЛС</w:t>
            </w:r>
          </w:p>
        </w:tc>
      </w:tr>
      <w:tr w:rsidR="006D6C03" w:rsidRPr="00050266" w14:paraId="692FF98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438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DB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A8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9F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46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47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72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E2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3EFAEF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9A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71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18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865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950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DD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C9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54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ТСН</w:t>
            </w:r>
          </w:p>
        </w:tc>
      </w:tr>
      <w:tr w:rsidR="006D6C03" w:rsidRPr="00050266" w14:paraId="426DB28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51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41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433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F1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CA1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49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404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E0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40EB74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5D4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0A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A40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A2C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3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A6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AE9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C06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ЦГТ и др.</w:t>
            </w:r>
          </w:p>
        </w:tc>
      </w:tr>
      <w:tr w:rsidR="006D6C03" w:rsidRPr="00050266" w14:paraId="2DF5E1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F9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BA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96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5F2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ED3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D5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A4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F09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1A98A5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AAB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108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6B3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F3D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53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DC5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1E2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84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МИС и др.</w:t>
            </w:r>
          </w:p>
        </w:tc>
      </w:tr>
      <w:tr w:rsidR="006D6C03" w:rsidRPr="00050266" w14:paraId="6B2268A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36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C4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C2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D7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D7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154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994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ED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705B8C1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34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9D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6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686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2F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B1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070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239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79611E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42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672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61E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42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1D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0C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892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CD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D6C03" w:rsidRPr="00050266" w14:paraId="1DF381B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30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FA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215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10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872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C41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AB6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32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5E3FC62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D4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85F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623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E7C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4FB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5F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481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41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МТВ</w:t>
            </w:r>
          </w:p>
        </w:tc>
      </w:tr>
      <w:tr w:rsidR="006D6C03" w:rsidRPr="00050266" w14:paraId="03D316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68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44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F5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F9A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4DD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33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4A5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2E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ИСС</w:t>
            </w:r>
          </w:p>
        </w:tc>
      </w:tr>
      <w:tr w:rsidR="006D6C03" w:rsidRPr="00050266" w14:paraId="574BABB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1DA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9A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9E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E4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44E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30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E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CC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0B8E3AD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797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896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AE1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FC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FCA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40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633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B83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6D6C03" w:rsidRPr="00050266" w14:paraId="500517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45D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509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0A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00A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EB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C5D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A0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406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33121D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DAF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8C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78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281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B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A5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E9D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F0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ЛПВ</w:t>
            </w:r>
          </w:p>
        </w:tc>
      </w:tr>
      <w:tr w:rsidR="006D6C03" w:rsidRPr="00050266" w14:paraId="193D5E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39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6A5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EB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B1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5E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D0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714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CB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АГЛ</w:t>
            </w:r>
          </w:p>
        </w:tc>
      </w:tr>
      <w:tr w:rsidR="006D6C03" w:rsidRPr="00050266" w14:paraId="2FF466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F8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E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F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9B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FED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5C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EB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67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БЗМ и др.</w:t>
            </w:r>
          </w:p>
        </w:tc>
      </w:tr>
      <w:tr w:rsidR="006D6C03" w:rsidRPr="00050266" w14:paraId="778C73E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2AE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27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E4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2A6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D8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A1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66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48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ННЗ</w:t>
            </w:r>
          </w:p>
        </w:tc>
      </w:tr>
      <w:tr w:rsidR="006D6C03" w:rsidRPr="00050266" w14:paraId="20164B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6F0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71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17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E5B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C9C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6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D4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A0D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РСВ и др.</w:t>
            </w:r>
          </w:p>
        </w:tc>
      </w:tr>
      <w:tr w:rsidR="006D6C03" w:rsidRPr="00050266" w14:paraId="703FED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71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C0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92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5F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7D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16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14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7A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7C45F0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026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23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EF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C1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2EC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3E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C3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02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0913D5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0E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6B4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5A1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31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4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633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E6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F9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6D6C03" w:rsidRPr="00050266" w14:paraId="4AD763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14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3B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8B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5C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073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DE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3D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BA9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D6C03" w:rsidRPr="00050266" w14:paraId="70DD79B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043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A5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6D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73F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D7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60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21F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59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ККП и др.</w:t>
            </w:r>
          </w:p>
        </w:tc>
      </w:tr>
      <w:tr w:rsidR="006D6C03" w:rsidRPr="00050266" w14:paraId="4E2B12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55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D36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9F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EA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3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0A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D37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4C3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КЛА</w:t>
            </w:r>
          </w:p>
        </w:tc>
      </w:tr>
      <w:tr w:rsidR="006D6C03" w:rsidRPr="00050266" w14:paraId="5A11FEC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76E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C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01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CE9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F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92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16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8B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НДР</w:t>
            </w:r>
          </w:p>
        </w:tc>
      </w:tr>
      <w:tr w:rsidR="006D6C03" w:rsidRPr="00050266" w14:paraId="185B3C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7D9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3E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43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62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0A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D7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7A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E9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ЗСС</w:t>
            </w:r>
          </w:p>
        </w:tc>
      </w:tr>
      <w:tr w:rsidR="006D6C03" w:rsidRPr="00050266" w14:paraId="3A6A13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15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3F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8E8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410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EEB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AF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C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79B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4EFAEC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64A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5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4B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3E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75B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002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C4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F7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3877EC1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A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BFD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53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01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87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33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09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17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ПНА и др.</w:t>
            </w:r>
          </w:p>
        </w:tc>
      </w:tr>
      <w:tr w:rsidR="006D6C03" w:rsidRPr="00050266" w14:paraId="1302F2E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9EB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30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6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DA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33A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AE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47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FF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7950401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DC5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D4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E8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3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04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A0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699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BD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ИНТ и др.</w:t>
            </w:r>
          </w:p>
        </w:tc>
      </w:tr>
      <w:tr w:rsidR="006D6C03" w:rsidRPr="00050266" w14:paraId="4FEC11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A3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6E4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4B2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B96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79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2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B53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6ED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359F1D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6F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5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3A2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FD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74D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2BA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89D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A2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370D392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3A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4B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124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0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576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04B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57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3E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НГП</w:t>
            </w:r>
          </w:p>
        </w:tc>
      </w:tr>
      <w:tr w:rsidR="006D6C03" w:rsidRPr="00050266" w14:paraId="4A377A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98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973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BB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3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23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CD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9D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69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089B9E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653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6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F25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E3E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D5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F24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9E6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C6E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ТАС</w:t>
            </w:r>
          </w:p>
        </w:tc>
      </w:tr>
      <w:tr w:rsidR="006D6C03" w:rsidRPr="00050266" w14:paraId="5B972E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1C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36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1E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F1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513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B4C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C95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46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7205E7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50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40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A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43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FD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A7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30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2F6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ИАВ</w:t>
            </w:r>
          </w:p>
        </w:tc>
      </w:tr>
      <w:tr w:rsidR="006D6C03" w:rsidRPr="00050266" w14:paraId="6C219F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700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7D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84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86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E50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B5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96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A3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6D6C03" w:rsidRPr="00050266" w14:paraId="76BA022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1D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E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20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977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55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A3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221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78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6D6C03" w:rsidRPr="00050266" w14:paraId="456C5A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281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FB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27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97F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75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44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1B2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6AF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ЙПТ</w:t>
            </w:r>
          </w:p>
        </w:tc>
      </w:tr>
      <w:tr w:rsidR="006D6C03" w:rsidRPr="00050266" w14:paraId="2820CF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B76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B4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1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13D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268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471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8E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5C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МКК</w:t>
            </w:r>
          </w:p>
        </w:tc>
      </w:tr>
      <w:tr w:rsidR="006D6C03" w:rsidRPr="00050266" w14:paraId="3E9629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1F3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B5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61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5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D9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75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7C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F7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ЕМЗ и др.</w:t>
            </w:r>
          </w:p>
        </w:tc>
      </w:tr>
      <w:tr w:rsidR="006D6C03" w:rsidRPr="00050266" w14:paraId="05A41B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5A7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BE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DD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F8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38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6E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C85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9AD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МСС</w:t>
            </w:r>
          </w:p>
        </w:tc>
      </w:tr>
      <w:tr w:rsidR="006D6C03" w:rsidRPr="00050266" w14:paraId="37A7934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40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5FD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E0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69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CB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5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DDD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39A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7514A6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8EF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34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2E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9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4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2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841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5F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6D6C03" w:rsidRPr="00050266" w14:paraId="56F8367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0CC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FF6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94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2D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A8F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76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97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C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ГРС</w:t>
            </w:r>
          </w:p>
        </w:tc>
      </w:tr>
      <w:tr w:rsidR="006D6C03" w:rsidRPr="00050266" w14:paraId="285FD3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F4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DC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83D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D52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75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53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D8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045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6D6C03" w:rsidRPr="00050266" w14:paraId="2A4CC3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55D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1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554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056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149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94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81C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C7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НЕК и др.</w:t>
            </w:r>
          </w:p>
        </w:tc>
      </w:tr>
      <w:tr w:rsidR="006D6C03" w:rsidRPr="00050266" w14:paraId="4C6A6E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5CE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03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7E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1F4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03F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4C6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30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958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6680F1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79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E9A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A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93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63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B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C0F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D6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58B6C9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8A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5F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32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B7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07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DF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C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11.01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8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417B93B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BE7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E3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8C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7C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0E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AE2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DD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40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ЗБЗ и др.</w:t>
            </w:r>
          </w:p>
        </w:tc>
      </w:tr>
      <w:tr w:rsidR="006D6C03" w:rsidRPr="00050266" w14:paraId="4077C2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9E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5E7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35C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0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9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168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A7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6C3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</w:t>
            </w:r>
          </w:p>
        </w:tc>
      </w:tr>
      <w:tr w:rsidR="006D6C03" w:rsidRPr="00050266" w14:paraId="68FFCB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56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C47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677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6C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08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5C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67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4D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40352C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585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F83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A24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7D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C68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A4B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65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E4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715F23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44B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B5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3F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DE2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F8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C78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D7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2B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ЕЛД и др.</w:t>
            </w:r>
          </w:p>
        </w:tc>
      </w:tr>
      <w:tr w:rsidR="006D6C03" w:rsidRPr="00050266" w14:paraId="55C25A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E1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2EB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E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9E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7D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9A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A0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118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ЙИГ</w:t>
            </w:r>
          </w:p>
        </w:tc>
      </w:tr>
      <w:tr w:rsidR="006D6C03" w:rsidRPr="00050266" w14:paraId="61E0B7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3B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0A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F1F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30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F4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3A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47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391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00688FB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70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7D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901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257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08E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B65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37B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AA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6D6C03" w:rsidRPr="00050266" w14:paraId="03C1CE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E40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64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CA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AD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12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2D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516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FD5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ННА</w:t>
            </w:r>
          </w:p>
        </w:tc>
      </w:tr>
      <w:tr w:rsidR="006D6C03" w:rsidRPr="00050266" w14:paraId="3A7FC9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42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7E9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CF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28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51F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B2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1E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80B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04B258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BC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BB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2B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F3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28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D0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B4B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F58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3880D0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7C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28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AF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179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4C6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967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56D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12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ГСК</w:t>
            </w:r>
          </w:p>
        </w:tc>
      </w:tr>
      <w:tr w:rsidR="006D6C03" w:rsidRPr="00050266" w14:paraId="7519D3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02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A93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8D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016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79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1E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C0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677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06410C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F1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32F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726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75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88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0D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D55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AF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D6C03" w:rsidRPr="00050266" w14:paraId="1952FF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79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E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E2E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80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15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5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225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7.15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449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ГСМ</w:t>
            </w:r>
          </w:p>
        </w:tc>
      </w:tr>
      <w:tr w:rsidR="006D6C03" w:rsidRPr="00050266" w14:paraId="137691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23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148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FD0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45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19A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D10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70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6D0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6D6C03" w:rsidRPr="00050266" w14:paraId="5DF8B08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8D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EB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4DB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4BF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EB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D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9FF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E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СЗК</w:t>
            </w:r>
          </w:p>
        </w:tc>
      </w:tr>
      <w:tr w:rsidR="006D6C03" w:rsidRPr="00050266" w14:paraId="62AE5E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41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200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BD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BE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8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97E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A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1F4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721C50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22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33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74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AA2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76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FC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82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88D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4B98A3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A6E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05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C5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754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70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E84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9C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30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2B8FBC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E5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59D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92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D2B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BB7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84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37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D0B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052239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34B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044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735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78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B6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FE9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66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E5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РНС</w:t>
            </w:r>
          </w:p>
        </w:tc>
      </w:tr>
      <w:tr w:rsidR="006D6C03" w:rsidRPr="00050266" w14:paraId="792E271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1E5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09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3F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6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51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441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5E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CCC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АГС и др.</w:t>
            </w:r>
          </w:p>
        </w:tc>
      </w:tr>
      <w:tr w:rsidR="006D6C03" w:rsidRPr="00050266" w14:paraId="06712B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8C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DF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E6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88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9B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30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403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D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ИАП и др.</w:t>
            </w:r>
          </w:p>
        </w:tc>
      </w:tr>
      <w:tr w:rsidR="006D6C03" w:rsidRPr="00050266" w14:paraId="40AD8C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5E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CD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2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3EC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9E3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837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836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E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РБЙ</w:t>
            </w:r>
          </w:p>
        </w:tc>
      </w:tr>
      <w:tr w:rsidR="006D6C03" w:rsidRPr="00050266" w14:paraId="3CD5B3B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D0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70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ED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55A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219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A2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A9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6.86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4A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1A18BC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BC6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BC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51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D81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A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042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AF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406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2F3BC8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E3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9F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57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B2C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7B4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7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D1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35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СМХ</w:t>
            </w:r>
          </w:p>
        </w:tc>
      </w:tr>
      <w:tr w:rsidR="006D6C03" w:rsidRPr="00050266" w14:paraId="33CEBAD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DB3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68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C1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62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1A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F1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1A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E0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6D6C03" w:rsidRPr="00050266" w14:paraId="64A4B6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6D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D4B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1BE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DA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9D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1E1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39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A01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ЛББ</w:t>
            </w:r>
          </w:p>
        </w:tc>
      </w:tr>
      <w:tr w:rsidR="006D6C03" w:rsidRPr="00050266" w14:paraId="2A1E80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48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EB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C6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CA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E3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2F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5F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FEE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73A50C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40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80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4BA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2C0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26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F62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37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76D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МБК</w:t>
            </w:r>
          </w:p>
        </w:tc>
      </w:tr>
      <w:tr w:rsidR="006D6C03" w:rsidRPr="00050266" w14:paraId="7A7D0B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EB4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ACC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74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AE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59B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12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AE2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411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НИА и др.</w:t>
            </w:r>
          </w:p>
        </w:tc>
      </w:tr>
      <w:tr w:rsidR="006D6C03" w:rsidRPr="00050266" w14:paraId="2B2625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FAE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8C7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663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6E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94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1FC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DD4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9BE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ГАУ</w:t>
            </w:r>
          </w:p>
        </w:tc>
      </w:tr>
      <w:tr w:rsidR="006D6C03" w:rsidRPr="00050266" w14:paraId="63BF41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B8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C8B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DC3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49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C0C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10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54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42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52EFA1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B2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4B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C2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E8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4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8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5C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1F1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2DFF69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4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36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40A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2F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366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8E4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FC5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ADA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ВЕИ и др.</w:t>
            </w:r>
          </w:p>
        </w:tc>
      </w:tr>
      <w:tr w:rsidR="006D6C03" w:rsidRPr="00050266" w14:paraId="470E524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07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85F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10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22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9DC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AB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326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437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7BE16C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813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A03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23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39A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A1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2B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2B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957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55635C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65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81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5A4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1E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70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00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E99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9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6A6D4DE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F53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6F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98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6EF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20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6B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86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FA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76A0D4A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1A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88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DE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E86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1E0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5B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7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31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СГА и др.</w:t>
            </w:r>
          </w:p>
        </w:tc>
      </w:tr>
      <w:tr w:rsidR="006D6C03" w:rsidRPr="00050266" w14:paraId="1D6D94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F2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2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53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B8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A8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84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4B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14.83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DE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ТАС</w:t>
            </w:r>
          </w:p>
        </w:tc>
      </w:tr>
      <w:tr w:rsidR="006D6C03" w:rsidRPr="00050266" w14:paraId="66CB18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61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408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4A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42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FC8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76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08E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44.82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52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АГРО ДИМИТРИОС ЕООД</w:t>
            </w:r>
          </w:p>
        </w:tc>
      </w:tr>
      <w:tr w:rsidR="006D6C03" w:rsidRPr="00050266" w14:paraId="152B26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9A5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498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23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B1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BC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1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C4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F5C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6582265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7C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63D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F96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809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2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A9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2A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218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75B2327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C7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27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40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59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BB5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ABE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DA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F62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</w:tr>
      <w:tr w:rsidR="006D6C03" w:rsidRPr="00050266" w14:paraId="39826E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38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7A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4EC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EA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23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12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9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53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538DB5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0F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AA0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C5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30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D3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25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ED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C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0D50EA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75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0E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A0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B32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43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18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A6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09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69F53DD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C44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4B9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FC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3D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44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FF1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73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4C4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3B8216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2B3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97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3CB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A6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FAD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CF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F5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8E1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255996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6E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EC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10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EF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ADB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500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88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5C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01CCD8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13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B0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99C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CD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287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8E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03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858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ЦЛВ</w:t>
            </w:r>
          </w:p>
        </w:tc>
      </w:tr>
      <w:tr w:rsidR="006D6C03" w:rsidRPr="00050266" w14:paraId="54EA9AA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2BC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81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8B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ECB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2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2F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11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1C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4C045C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D6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0A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082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5D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DB4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98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AF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E4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461305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4C5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BD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714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F57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A0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B1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1EA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EF7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3CC6C13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16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56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2A3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C86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8FF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0EC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CF6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71B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БВБ</w:t>
            </w:r>
          </w:p>
        </w:tc>
      </w:tr>
      <w:tr w:rsidR="006D6C03" w:rsidRPr="00050266" w14:paraId="5AF6E8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DA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40A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90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03E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D7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440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1A5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2A6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ВКК</w:t>
            </w:r>
          </w:p>
        </w:tc>
      </w:tr>
      <w:tr w:rsidR="006D6C03" w:rsidRPr="00050266" w14:paraId="0652E39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C6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CC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77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627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EA4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D0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55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8C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КЛА и др.</w:t>
            </w:r>
          </w:p>
        </w:tc>
      </w:tr>
      <w:tr w:rsidR="006D6C03" w:rsidRPr="00050266" w14:paraId="57C501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C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2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1A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9F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7C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507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329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34.57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CFD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НПГ и др.</w:t>
            </w:r>
          </w:p>
        </w:tc>
      </w:tr>
      <w:tr w:rsidR="006D6C03" w:rsidRPr="00050266" w14:paraId="03C041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C3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601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C19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801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9F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68F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6EF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5C1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2BEE2D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BB1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49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33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24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A9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CA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CA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74E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ЕОД и др.</w:t>
            </w:r>
          </w:p>
        </w:tc>
      </w:tr>
      <w:tr w:rsidR="006D6C03" w:rsidRPr="00050266" w14:paraId="12292A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E29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9F5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96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433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93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F5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E4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A2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ПВВ</w:t>
            </w:r>
          </w:p>
        </w:tc>
      </w:tr>
      <w:tr w:rsidR="006D6C03" w:rsidRPr="00050266" w14:paraId="1823DEA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EF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85B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708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EB8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53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A2A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0B0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7F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31C185B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49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2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03E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03C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021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83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5D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547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37D413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18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11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5A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1C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BD9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CA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78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FB8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ГМД и др.</w:t>
            </w:r>
          </w:p>
        </w:tc>
      </w:tr>
      <w:tr w:rsidR="006D6C03" w:rsidRPr="00050266" w14:paraId="7726841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3B9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13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86B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33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26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32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1B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FA0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ТПГ</w:t>
            </w:r>
          </w:p>
        </w:tc>
      </w:tr>
      <w:tr w:rsidR="006D6C03" w:rsidRPr="00050266" w14:paraId="20C30C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559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3D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83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A1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31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186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42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EF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11C8C0D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DEA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E2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19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B8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26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CDD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0BB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B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3375580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50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A2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CF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72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F49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0DA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29D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9.76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CB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7A8FAE1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F1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8C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8C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EB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CE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F8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16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AD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ЦИА</w:t>
            </w:r>
          </w:p>
        </w:tc>
      </w:tr>
      <w:tr w:rsidR="006D6C03" w:rsidRPr="00050266" w14:paraId="33B337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73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183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15F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B5E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896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FED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427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DF8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КДД</w:t>
            </w:r>
          </w:p>
        </w:tc>
      </w:tr>
      <w:tr w:rsidR="006D6C03" w:rsidRPr="00050266" w14:paraId="7DBA33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811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C4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FC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FC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BDF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7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0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5B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1099D6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D7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3A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5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D8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E6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5EE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F56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E7E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4CD0A3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D2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16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050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94B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A5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FCD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40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E84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1D6342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55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A6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4A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E6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98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79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68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1C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</w:t>
            </w:r>
          </w:p>
        </w:tc>
      </w:tr>
      <w:tr w:rsidR="006D6C03" w:rsidRPr="00050266" w14:paraId="271B83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CBE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57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2A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490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4F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B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05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6A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РПЗ и др.</w:t>
            </w:r>
          </w:p>
        </w:tc>
      </w:tr>
      <w:tr w:rsidR="006D6C03" w:rsidRPr="00050266" w14:paraId="6E1F5C7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3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8CB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C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61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2D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E1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1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0E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05A64B4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A26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79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A35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6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A4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408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7E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A6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ВЕК</w:t>
            </w:r>
          </w:p>
        </w:tc>
      </w:tr>
      <w:tr w:rsidR="006D6C03" w:rsidRPr="00050266" w14:paraId="083CB9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67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3D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B58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C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9E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B71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474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BBD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571359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BB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125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38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6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64A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CB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9B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53C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ЦИС и др.</w:t>
            </w:r>
          </w:p>
        </w:tc>
      </w:tr>
      <w:tr w:rsidR="006D6C03" w:rsidRPr="00050266" w14:paraId="6FCA6BA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3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69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87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BB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40F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C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AE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CA9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САГ</w:t>
            </w:r>
          </w:p>
        </w:tc>
      </w:tr>
      <w:tr w:rsidR="006D6C03" w:rsidRPr="00050266" w14:paraId="31371A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07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C6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55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12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320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BD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94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1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3FBB9F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D62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03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631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F9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CBA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95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9B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1F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6D6C03" w:rsidRPr="00050266" w14:paraId="3742828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DA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8D5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5D1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99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3BE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E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0FE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2B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ЗЗМ</w:t>
            </w:r>
          </w:p>
        </w:tc>
      </w:tr>
      <w:tr w:rsidR="006D6C03" w:rsidRPr="00050266" w14:paraId="479BB8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90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93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F56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708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F7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F1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9C4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81A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ИНТ и др.</w:t>
            </w:r>
          </w:p>
        </w:tc>
      </w:tr>
      <w:tr w:rsidR="006D6C03" w:rsidRPr="00050266" w14:paraId="03AD9D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B13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61B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D4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D19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B0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BD3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16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C17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 и др.</w:t>
            </w:r>
          </w:p>
        </w:tc>
      </w:tr>
      <w:tr w:rsidR="006D6C03" w:rsidRPr="00050266" w14:paraId="559F26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2E5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66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F0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91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7.457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CF6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1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ABE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BF1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ЦЪРК. НАСТОЯТЕЛСТВО ХРАМСВ.ТРОИЦА</w:t>
            </w:r>
          </w:p>
        </w:tc>
      </w:tr>
      <w:tr w:rsidR="006D6C03" w:rsidRPr="00050266" w14:paraId="641C8F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CD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2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5B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1FB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0F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1B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85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5B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ЧИТАЛИЩЕ ХР. БОТЕВ</w:t>
            </w:r>
          </w:p>
        </w:tc>
      </w:tr>
      <w:tr w:rsidR="006D6C03" w:rsidRPr="00050266" w14:paraId="7C87D0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FE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9C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881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6D6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E3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37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09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251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ААБ</w:t>
            </w:r>
          </w:p>
        </w:tc>
      </w:tr>
      <w:tr w:rsidR="006D6C03" w:rsidRPr="00050266" w14:paraId="4ECDDFB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79C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92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94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C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7D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56C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829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CC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163157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7A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ECB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A8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80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68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48C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3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210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324E00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09B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5A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88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8C3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71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C2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1D5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674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5D1596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25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E6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52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518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7A3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863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97D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28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6D6C03" w:rsidRPr="00050266" w14:paraId="293BDA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14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6C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40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46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E11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065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5BA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E0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ПНТ</w:t>
            </w:r>
          </w:p>
        </w:tc>
      </w:tr>
      <w:tr w:rsidR="006D6C03" w:rsidRPr="00050266" w14:paraId="585C4D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B73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93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F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BE2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D2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BD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751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174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04E043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7E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8D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77D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913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5F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762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A46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436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ЙИП и др.</w:t>
            </w:r>
          </w:p>
        </w:tc>
      </w:tr>
      <w:tr w:rsidR="006D6C03" w:rsidRPr="00050266" w14:paraId="13872AA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072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C2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D0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D0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6D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72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49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48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3866EC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B46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D22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52F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DA4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BA5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73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691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EC1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ЕИГ и др.</w:t>
            </w:r>
          </w:p>
        </w:tc>
      </w:tr>
      <w:tr w:rsidR="006D6C03" w:rsidRPr="00050266" w14:paraId="7EF73CD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0A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BB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A0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CC3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070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38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9A1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D73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СБИ и др.</w:t>
            </w:r>
          </w:p>
        </w:tc>
      </w:tr>
      <w:tr w:rsidR="006D6C03" w:rsidRPr="00050266" w14:paraId="7683AC2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5DB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8EE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21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56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8F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7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A9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B59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ннЯ и др.</w:t>
            </w:r>
          </w:p>
        </w:tc>
      </w:tr>
      <w:tr w:rsidR="006D6C03" w:rsidRPr="00050266" w14:paraId="7D3621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72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138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B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B9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E1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90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369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CFD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ннЯ и др.</w:t>
            </w:r>
          </w:p>
        </w:tc>
      </w:tr>
      <w:tr w:rsidR="006D6C03" w:rsidRPr="00050266" w14:paraId="4B0CA17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1F4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B8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1D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0C0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35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45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A78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47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ннЯ и др.</w:t>
            </w:r>
          </w:p>
        </w:tc>
      </w:tr>
      <w:tr w:rsidR="006D6C03" w:rsidRPr="00050266" w14:paraId="5EFD1E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1A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F7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BD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34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40B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57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4C2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00C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5E6738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3AB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4F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85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7E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C1C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09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84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656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ААБ</w:t>
            </w:r>
          </w:p>
        </w:tc>
      </w:tr>
      <w:tr w:rsidR="006D6C03" w:rsidRPr="00050266" w14:paraId="7388EA4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BA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ACE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25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E8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1F5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DC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16C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3D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</w:t>
            </w:r>
          </w:p>
        </w:tc>
      </w:tr>
      <w:tr w:rsidR="006D6C03" w:rsidRPr="00050266" w14:paraId="17743E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E5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C6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826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51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F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8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23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E6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АФЦ</w:t>
            </w:r>
          </w:p>
        </w:tc>
      </w:tr>
      <w:tr w:rsidR="006D6C03" w:rsidRPr="00050266" w14:paraId="5365AA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59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FE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62B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11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E4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DE4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8AF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B4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ДМЙ</w:t>
            </w:r>
          </w:p>
        </w:tc>
      </w:tr>
      <w:tr w:rsidR="006D6C03" w:rsidRPr="00050266" w14:paraId="61011B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BEE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E5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69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8D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316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7F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EC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95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БМГ</w:t>
            </w:r>
          </w:p>
        </w:tc>
      </w:tr>
      <w:tr w:rsidR="006D6C03" w:rsidRPr="00050266" w14:paraId="59D638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6B7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5E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723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23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5E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FA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50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91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485345A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16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D2F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22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D8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3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7C4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43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16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ЕВТ</w:t>
            </w:r>
          </w:p>
        </w:tc>
      </w:tr>
      <w:tr w:rsidR="006D6C03" w:rsidRPr="00050266" w14:paraId="5ECECD1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67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C8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B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8C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15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707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100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107.87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83B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ГАА</w:t>
            </w:r>
          </w:p>
        </w:tc>
      </w:tr>
      <w:tr w:rsidR="006D6C03" w:rsidRPr="00050266" w14:paraId="7B3109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E19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1E8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4F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BA5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665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85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65F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6D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6D6C03" w:rsidRPr="00050266" w14:paraId="3D81F21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C9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AC3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3B1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45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B62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5D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6.334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7F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82.34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EA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ГАА</w:t>
            </w:r>
          </w:p>
        </w:tc>
      </w:tr>
      <w:tr w:rsidR="006D6C03" w:rsidRPr="00050266" w14:paraId="70D743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270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EE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DF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7DD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C3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745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FBB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65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СМБ и др.</w:t>
            </w:r>
          </w:p>
        </w:tc>
      </w:tr>
      <w:tr w:rsidR="006D6C03" w:rsidRPr="00050266" w14:paraId="75DB18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3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4E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D9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BC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1F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FA7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B1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4D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66C650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1C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8D9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6D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D8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57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AE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828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41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ОВА</w:t>
            </w:r>
          </w:p>
        </w:tc>
      </w:tr>
      <w:tr w:rsidR="006D6C03" w:rsidRPr="00050266" w14:paraId="35B013C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3A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20E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975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F90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1E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F12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1A2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712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5D9A06E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B4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31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243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E0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B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D70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61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342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06D0E55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84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14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BA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604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08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D30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24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39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ПИЧ</w:t>
            </w:r>
          </w:p>
        </w:tc>
      </w:tr>
      <w:tr w:rsidR="006D6C03" w:rsidRPr="00050266" w14:paraId="79F9537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C14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ED1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F81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F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12C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A7A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E0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0C3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6D6C03" w:rsidRPr="00050266" w14:paraId="758D65E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55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025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174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3D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46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61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B31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1AC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МБЙ</w:t>
            </w:r>
          </w:p>
        </w:tc>
      </w:tr>
      <w:tr w:rsidR="006D6C03" w:rsidRPr="00050266" w14:paraId="6C9EDE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BC1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05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E46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F7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47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591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80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FCE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СМК</w:t>
            </w:r>
          </w:p>
        </w:tc>
      </w:tr>
      <w:tr w:rsidR="006D6C03" w:rsidRPr="00050266" w14:paraId="241BD3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B4F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59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A3C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48C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5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56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D1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26.05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2C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6D6C03" w:rsidRPr="00050266" w14:paraId="21683E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53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FB5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0C7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756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EF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34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D5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E67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</w:t>
            </w:r>
          </w:p>
        </w:tc>
      </w:tr>
      <w:tr w:rsidR="006D6C03" w:rsidRPr="00050266" w14:paraId="25BC16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D71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186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30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C2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02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43A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3D0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43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ГНТ и др.</w:t>
            </w:r>
          </w:p>
        </w:tc>
      </w:tr>
      <w:tr w:rsidR="006D6C03" w:rsidRPr="00050266" w14:paraId="40A7AA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1E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D4E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66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E7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BE8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12C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0BD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F1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МИТ</w:t>
            </w:r>
          </w:p>
        </w:tc>
      </w:tr>
      <w:tr w:rsidR="006D6C03" w:rsidRPr="00050266" w14:paraId="4A7861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395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1F2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67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B2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E9D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66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914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24.94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86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РАХ и др.</w:t>
            </w:r>
          </w:p>
        </w:tc>
      </w:tr>
      <w:tr w:rsidR="006D6C03" w:rsidRPr="00050266" w14:paraId="7818AB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7B1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E94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59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D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57F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735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FE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E6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ЛИГ</w:t>
            </w:r>
          </w:p>
        </w:tc>
      </w:tr>
      <w:tr w:rsidR="006D6C03" w:rsidRPr="00050266" w14:paraId="1E81C6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24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416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44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CF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E8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2A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22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D1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ГНТ и др.</w:t>
            </w:r>
          </w:p>
        </w:tc>
      </w:tr>
      <w:tr w:rsidR="006D6C03" w:rsidRPr="00050266" w14:paraId="2B8C17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840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196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07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82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FC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7D8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81A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2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492FD6F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AFD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B51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BE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1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ED5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F5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BA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5B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196832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704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ED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081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760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6A6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C9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07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66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НБИ</w:t>
            </w:r>
          </w:p>
        </w:tc>
      </w:tr>
      <w:tr w:rsidR="006D6C03" w:rsidRPr="00050266" w14:paraId="537EAD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36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AB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E0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ADB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8A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1B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ECC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CA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23A9BB7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E72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3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24D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99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D20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70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795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B9F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</w:t>
            </w:r>
          </w:p>
        </w:tc>
      </w:tr>
      <w:tr w:rsidR="006D6C03" w:rsidRPr="00050266" w14:paraId="109AB5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8A0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B3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72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24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36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E0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E4D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C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0FBD9B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06A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D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3C6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49F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FBB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67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392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466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6D6C03" w:rsidRPr="00050266" w14:paraId="0C16B7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F3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3CF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A75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BC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5C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7DC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F1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A4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3446AF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91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9AB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92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D83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49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A60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17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FE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ЕЛГ и др.</w:t>
            </w:r>
          </w:p>
        </w:tc>
      </w:tr>
      <w:tr w:rsidR="006D6C03" w:rsidRPr="00050266" w14:paraId="76F1D7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A1F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A12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2F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EB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B8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7C6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93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8D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ТГК</w:t>
            </w:r>
          </w:p>
        </w:tc>
      </w:tr>
      <w:tr w:rsidR="006D6C03" w:rsidRPr="00050266" w14:paraId="1FCC00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355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D1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33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D9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1DA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9B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F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860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52B62F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D1E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94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04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5B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89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0B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A71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981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ВГВ и др.</w:t>
            </w:r>
          </w:p>
        </w:tc>
      </w:tr>
      <w:tr w:rsidR="006D6C03" w:rsidRPr="00050266" w14:paraId="4A1656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95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0D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11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79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E6F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F4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FB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1A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МДГ и др.</w:t>
            </w:r>
          </w:p>
        </w:tc>
      </w:tr>
      <w:tr w:rsidR="006D6C03" w:rsidRPr="00050266" w14:paraId="7B41CDF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BC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A6A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C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855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CB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08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8DB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6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1347F49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75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56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86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83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28D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F5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81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20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6AD48C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EB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DC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B61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88A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92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94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5A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37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7DD485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25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AC5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C7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B8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34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8E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135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E1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4D0FC3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6B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62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8AB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CD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850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0E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DA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1D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1ABCC5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8C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1D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EF4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34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D3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DF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59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24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СБП</w:t>
            </w:r>
          </w:p>
        </w:tc>
      </w:tr>
      <w:tr w:rsidR="006D6C03" w:rsidRPr="00050266" w14:paraId="216AC1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AA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384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7E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DA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86F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3C8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F63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2D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D6C03" w:rsidRPr="00050266" w14:paraId="17437F4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BD3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6B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E2D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1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B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BE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99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8AF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ПНА и др.</w:t>
            </w:r>
          </w:p>
        </w:tc>
      </w:tr>
      <w:tr w:rsidR="006D6C03" w:rsidRPr="00050266" w14:paraId="3D37F3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5C9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CC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3E6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D8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9D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CC4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DC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9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ВВГ</w:t>
            </w:r>
          </w:p>
        </w:tc>
      </w:tr>
      <w:tr w:rsidR="006D6C03" w:rsidRPr="00050266" w14:paraId="2A9F22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8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6C7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EC5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54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1F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CCA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DC5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4C9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НБМ</w:t>
            </w:r>
          </w:p>
        </w:tc>
      </w:tr>
      <w:tr w:rsidR="006D6C03" w:rsidRPr="00050266" w14:paraId="66217D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D7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80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B1B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13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33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7F1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6C8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BA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3E358B0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EA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6F9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659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12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BDA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1FC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226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AEC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БТР</w:t>
            </w:r>
          </w:p>
        </w:tc>
      </w:tr>
      <w:tr w:rsidR="006D6C03" w:rsidRPr="00050266" w14:paraId="22E6D0E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14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03D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6E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AC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48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91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9E8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E02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ВЕК</w:t>
            </w:r>
          </w:p>
        </w:tc>
      </w:tr>
      <w:tr w:rsidR="006D6C03" w:rsidRPr="00050266" w14:paraId="014F81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92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5F9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81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54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01E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BE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F08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8B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РММ</w:t>
            </w:r>
          </w:p>
        </w:tc>
      </w:tr>
      <w:tr w:rsidR="006D6C03" w:rsidRPr="00050266" w14:paraId="3B813C1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1EC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5A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BBB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52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79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17E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86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603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ЛЛД</w:t>
            </w:r>
          </w:p>
        </w:tc>
      </w:tr>
      <w:tr w:rsidR="006D6C03" w:rsidRPr="00050266" w14:paraId="7367B1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A2F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A9A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3A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CD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519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4BE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24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27E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2539C0C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2D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5B2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925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60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F2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5D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3E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62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3FBC879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53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F1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C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94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1E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00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5B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F13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6D6C03" w:rsidRPr="00050266" w14:paraId="7ED4636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85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6A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80F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82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65A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D6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F65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E7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ПВМ</w:t>
            </w:r>
          </w:p>
        </w:tc>
      </w:tr>
      <w:tr w:rsidR="006D6C03" w:rsidRPr="00050266" w14:paraId="549EA30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3D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8F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0E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EE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3F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4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2B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98C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7E9971B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0B7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9A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7D7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9A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6B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F2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74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B9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210A2B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BB3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CD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565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B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09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87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FD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8B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02EBB53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D02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5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80F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0D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98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4F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1D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03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ЛПМ</w:t>
            </w:r>
          </w:p>
        </w:tc>
      </w:tr>
      <w:tr w:rsidR="006D6C03" w:rsidRPr="00050266" w14:paraId="05D00BA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45D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FC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1E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17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2B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18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9C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FB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АЛС</w:t>
            </w:r>
          </w:p>
        </w:tc>
      </w:tr>
      <w:tr w:rsidR="006D6C03" w:rsidRPr="00050266" w14:paraId="2588ED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C00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37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99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B2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68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8F4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69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7A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6D6C03" w:rsidRPr="00050266" w14:paraId="1DD3F97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9A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F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104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CD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86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A3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FB7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B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ЯПП</w:t>
            </w:r>
          </w:p>
        </w:tc>
      </w:tr>
      <w:tr w:rsidR="006D6C03" w:rsidRPr="00050266" w14:paraId="4A9511B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6B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811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03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5B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51F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E97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76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90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3F3816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675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A44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6F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77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5B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D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3F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D32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54249A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0D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AB9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63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ED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94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173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1A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FB3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ГРВ</w:t>
            </w:r>
          </w:p>
        </w:tc>
      </w:tr>
      <w:tr w:rsidR="006D6C03" w:rsidRPr="00050266" w14:paraId="633E28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E1B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56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77B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51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C59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5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47B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54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ВРИ</w:t>
            </w:r>
          </w:p>
        </w:tc>
      </w:tr>
      <w:tr w:rsidR="006D6C03" w:rsidRPr="00050266" w14:paraId="6668195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8A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E19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EB2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9A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F4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6BE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92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08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ЕКЗ и др.</w:t>
            </w:r>
          </w:p>
        </w:tc>
      </w:tr>
      <w:tr w:rsidR="006D6C03" w:rsidRPr="00050266" w14:paraId="14F0E0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F3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EC8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D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37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A1E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122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23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D4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ВЕК</w:t>
            </w:r>
          </w:p>
        </w:tc>
      </w:tr>
      <w:tr w:rsidR="006D6C03" w:rsidRPr="00050266" w14:paraId="0EC3FA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C91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120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89F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10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3B2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D8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46A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AB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0622187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00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50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17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79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6C2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392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2C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328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ВДД и др.</w:t>
            </w:r>
          </w:p>
        </w:tc>
      </w:tr>
      <w:tr w:rsidR="006D6C03" w:rsidRPr="00050266" w14:paraId="73DF7D8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67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A87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82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0EC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70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2A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6A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D2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2DF71A1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010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1B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D6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B8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3D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28F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65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9D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6E2474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B5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C6A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46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C1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5DD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733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09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30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НВН</w:t>
            </w:r>
          </w:p>
        </w:tc>
      </w:tr>
      <w:tr w:rsidR="006D6C03" w:rsidRPr="00050266" w14:paraId="3D6E7B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1E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48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7F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EFB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1C8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C31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591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DE9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ЕМЗ и др.</w:t>
            </w:r>
          </w:p>
        </w:tc>
      </w:tr>
      <w:tr w:rsidR="006D6C03" w:rsidRPr="00050266" w14:paraId="6C83694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CD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20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F4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C1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02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6C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D59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23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4BA859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A05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82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15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78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E0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7C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88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C0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5BF0C6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7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7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785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9A1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F4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D10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77E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83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313B94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3C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1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65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0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23C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EB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F3E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492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59555E8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08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8D8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7D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04E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295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AE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E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20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762D8D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C7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2F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07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FE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66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16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C2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89D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10EE7B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3C3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5CC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A3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E6D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519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FFD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F7E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BF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281FB31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14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22E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19F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0A7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75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CC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68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8D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ЯСЩ и др.</w:t>
            </w:r>
          </w:p>
        </w:tc>
      </w:tr>
      <w:tr w:rsidR="006D6C03" w:rsidRPr="00050266" w14:paraId="6829D8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F1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3F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FD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12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77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0A1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C3E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8ED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3FAF3F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B4B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327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A8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AC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683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80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0D1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29B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ЗИГ</w:t>
            </w:r>
          </w:p>
        </w:tc>
      </w:tr>
      <w:tr w:rsidR="006D6C03" w:rsidRPr="00050266" w14:paraId="5AAB391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CE3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A3D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CB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795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54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23B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F5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4C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704600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E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A60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9A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01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CF4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B53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8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94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ВРП</w:t>
            </w:r>
          </w:p>
        </w:tc>
      </w:tr>
      <w:tr w:rsidR="006D6C03" w:rsidRPr="00050266" w14:paraId="1EB2A0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47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552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1E4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A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CBB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29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41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1AD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СГА и др.</w:t>
            </w:r>
          </w:p>
        </w:tc>
      </w:tr>
      <w:tr w:rsidR="006D6C03" w:rsidRPr="00050266" w14:paraId="4A78C6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41C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759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3E4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FE9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7E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B73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2F3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4C1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1DC65B7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4E7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99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7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8F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FF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6A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97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1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НВН и др.</w:t>
            </w:r>
          </w:p>
        </w:tc>
      </w:tr>
      <w:tr w:rsidR="006D6C03" w:rsidRPr="00050266" w14:paraId="1DED90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060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7C1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C74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41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AF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FD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3B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26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</w:tr>
      <w:tr w:rsidR="006D6C03" w:rsidRPr="00050266" w14:paraId="180D79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56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AE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9D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C27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1E9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53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99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545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СМБ и др.</w:t>
            </w:r>
          </w:p>
        </w:tc>
      </w:tr>
      <w:tr w:rsidR="006D6C03" w:rsidRPr="00050266" w14:paraId="41120F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26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FC7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7C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C8E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17D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17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52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45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25464B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8C1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6C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640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452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4AD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0F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AA0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E7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ВАА</w:t>
            </w:r>
          </w:p>
        </w:tc>
      </w:tr>
      <w:tr w:rsidR="006D6C03" w:rsidRPr="00050266" w14:paraId="70E1FA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8E1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427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DD8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6E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AF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1B3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42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0CC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175DB5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56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92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A89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829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8.458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F46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06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DB9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461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1BCE5FA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C68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FC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E0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4F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9A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C5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8ED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8E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ПКС</w:t>
            </w:r>
          </w:p>
        </w:tc>
      </w:tr>
      <w:tr w:rsidR="006D6C03" w:rsidRPr="00050266" w14:paraId="46D94A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874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925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9E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6C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07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2E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83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2B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3660DA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69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13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38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FD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B4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76A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42F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C2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501C6A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07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4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DA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32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007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D0B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74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8B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ТЛН</w:t>
            </w:r>
          </w:p>
        </w:tc>
      </w:tr>
      <w:tr w:rsidR="006D6C03" w:rsidRPr="00050266" w14:paraId="0CAA82A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8C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9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D5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2C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BA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6AF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153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C4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ВСЧ и др.</w:t>
            </w:r>
          </w:p>
        </w:tc>
      </w:tr>
      <w:tr w:rsidR="006D6C03" w:rsidRPr="00050266" w14:paraId="01EA26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19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901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E4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AAC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81C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E5A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34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4B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3705D6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5B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88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F7C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583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EE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45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BF5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645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ССП и др.</w:t>
            </w:r>
          </w:p>
        </w:tc>
      </w:tr>
      <w:tr w:rsidR="006D6C03" w:rsidRPr="00050266" w14:paraId="1A38BD8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66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F7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96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9EA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221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FC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48E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372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ВСЧ и др.</w:t>
            </w:r>
          </w:p>
        </w:tc>
      </w:tr>
      <w:tr w:rsidR="006D6C03" w:rsidRPr="00050266" w14:paraId="353675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CB8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82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57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67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F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E32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4B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7A8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02ADC1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CE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70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A00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159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52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E59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D1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59E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09C2D4F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1C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5AD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CD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F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79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87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CF6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8B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6EC898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051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6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244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2E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D0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9E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4D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EA7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СЗК</w:t>
            </w:r>
          </w:p>
        </w:tc>
      </w:tr>
      <w:tr w:rsidR="006D6C03" w:rsidRPr="00050266" w14:paraId="662D6A7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58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86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07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86E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C30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5C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107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68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D6C03" w:rsidRPr="00050266" w14:paraId="3F1591D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B6B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B33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53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352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81B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D2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89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D4F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72A17B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54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73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5C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D6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018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910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B2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1A9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ВАЙ</w:t>
            </w:r>
          </w:p>
        </w:tc>
      </w:tr>
      <w:tr w:rsidR="006D6C03" w:rsidRPr="00050266" w14:paraId="01128F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B41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444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82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DF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21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AAA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6A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4F8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6D6C03" w:rsidRPr="00050266" w14:paraId="5F70D5B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CB1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0C8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974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F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3F5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678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E51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42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092896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2F7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96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D5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1A3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C4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F64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E2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862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ПКС</w:t>
            </w:r>
          </w:p>
        </w:tc>
      </w:tr>
      <w:tr w:rsidR="006D6C03" w:rsidRPr="00050266" w14:paraId="242A8D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31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24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61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5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DBF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A56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CA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44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ДАЗ</w:t>
            </w:r>
          </w:p>
        </w:tc>
      </w:tr>
      <w:tr w:rsidR="006D6C03" w:rsidRPr="00050266" w14:paraId="3743B9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040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E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E8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F5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8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7AF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1A3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69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МАБ</w:t>
            </w:r>
          </w:p>
        </w:tc>
      </w:tr>
      <w:tr w:rsidR="006D6C03" w:rsidRPr="00050266" w14:paraId="6BD1A4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444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4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90C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02D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18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6C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783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B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</w:t>
            </w:r>
          </w:p>
        </w:tc>
      </w:tr>
      <w:tr w:rsidR="006D6C03" w:rsidRPr="00050266" w14:paraId="70E129B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39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ED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0D2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14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8C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84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D8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07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0528C2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A61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25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CB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20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F74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C36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BAE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34.75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1C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АКД</w:t>
            </w:r>
          </w:p>
        </w:tc>
      </w:tr>
      <w:tr w:rsidR="006D6C03" w:rsidRPr="00050266" w14:paraId="675B08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58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EC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22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FC7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E9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53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21E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1DA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242E3CB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015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DE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EE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D1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CAA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12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08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73B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17A8DDB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A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A7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E3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B4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2C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63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A0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8E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ССС и др.</w:t>
            </w:r>
          </w:p>
        </w:tc>
      </w:tr>
      <w:tr w:rsidR="006D6C03" w:rsidRPr="00050266" w14:paraId="2F906E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7A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C18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05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84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219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93F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8B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6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D6C03" w:rsidRPr="00050266" w14:paraId="5C2BAA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6E6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FCD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DD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F0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F8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46C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E0B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AB5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03E2BD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52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8A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9E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A1B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7C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9F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5C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D65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0BABE43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A94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8E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2BE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11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F54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88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2E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C3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НИА и др.</w:t>
            </w:r>
          </w:p>
        </w:tc>
      </w:tr>
      <w:tr w:rsidR="006D6C03" w:rsidRPr="00050266" w14:paraId="645F73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22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8A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5A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DB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D3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53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E81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8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ЯБТ и др.</w:t>
            </w:r>
          </w:p>
        </w:tc>
      </w:tr>
      <w:tr w:rsidR="006D6C03" w:rsidRPr="00050266" w14:paraId="095CA2A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74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CF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5C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7C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39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0B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CF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B37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5B2B41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1B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31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3A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3A1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AB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7F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F7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A3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600D39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64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F5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23D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8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C98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52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4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87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1A5BF1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125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49E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738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B1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AC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98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BF4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61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ЕВД</w:t>
            </w:r>
          </w:p>
        </w:tc>
      </w:tr>
      <w:tr w:rsidR="006D6C03" w:rsidRPr="00050266" w14:paraId="17E108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58C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AA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81A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91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A3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9D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308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9EE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 и др.</w:t>
            </w:r>
          </w:p>
        </w:tc>
      </w:tr>
      <w:tr w:rsidR="006D6C03" w:rsidRPr="00050266" w14:paraId="319F85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56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5E8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529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EC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963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BBF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394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71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СГГ и др.</w:t>
            </w:r>
          </w:p>
        </w:tc>
      </w:tr>
      <w:tr w:rsidR="006D6C03" w:rsidRPr="00050266" w14:paraId="23880CD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F34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0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E2F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17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6CF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1C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45A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615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РВК</w:t>
            </w:r>
          </w:p>
        </w:tc>
      </w:tr>
      <w:tr w:rsidR="006D6C03" w:rsidRPr="00050266" w14:paraId="11F97C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2A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"ВАЛИ АГРО 91"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68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E6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F0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79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B12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C9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80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СЛМ и др.</w:t>
            </w:r>
          </w:p>
        </w:tc>
      </w:tr>
      <w:tr w:rsidR="006D6C03" w:rsidRPr="00050266" w14:paraId="4EB205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59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83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C4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257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1243.649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58D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D61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105.885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FE4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1376.50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CC7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183F13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BE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383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B2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66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98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C1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19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BD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67EEFB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C4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B0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BE8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B0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AB4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E4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3E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C8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53C2502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71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B4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06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19D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31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3F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2E3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8B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6D6C03" w:rsidRPr="00050266" w14:paraId="5DF36B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AF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3E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8EC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77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202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7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03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848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 и др.</w:t>
            </w:r>
          </w:p>
        </w:tc>
      </w:tr>
      <w:tr w:rsidR="006D6C03" w:rsidRPr="00050266" w14:paraId="4D342A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08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85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0E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F35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53C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7F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F93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10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ВИВ и др.</w:t>
            </w:r>
          </w:p>
        </w:tc>
      </w:tr>
      <w:tr w:rsidR="006D6C03" w:rsidRPr="00050266" w14:paraId="62896E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73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692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37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2E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67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2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8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DF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НПМ</w:t>
            </w:r>
          </w:p>
        </w:tc>
      </w:tr>
      <w:tr w:rsidR="006D6C03" w:rsidRPr="00050266" w14:paraId="7E0AD34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3D3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6BC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1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516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F6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C41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6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3E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ТПГ</w:t>
            </w:r>
          </w:p>
        </w:tc>
      </w:tr>
      <w:tr w:rsidR="006D6C03" w:rsidRPr="00050266" w14:paraId="66E6DF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762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DB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2D6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14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E4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23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693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51B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0C8CCAA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83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2C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121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EF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2A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9F1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BEE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3F9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108B25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9B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67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482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D3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09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F2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68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A5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СИП</w:t>
            </w:r>
          </w:p>
        </w:tc>
      </w:tr>
      <w:tr w:rsidR="006D6C03" w:rsidRPr="00050266" w14:paraId="09652D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A13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A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4C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E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EB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A1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30F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C9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690F19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F8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A1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5E2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AD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A2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C2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3A2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63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6D6C03" w:rsidRPr="00050266" w14:paraId="4E6E2FD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A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"ЧИЧИНИЯ"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97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28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E5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26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A4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7B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3F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ЛЛД и др.</w:t>
            </w:r>
          </w:p>
        </w:tc>
      </w:tr>
      <w:tr w:rsidR="006D6C03" w:rsidRPr="00050266" w14:paraId="33BD61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A8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25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2A2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99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49.072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C1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2F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BF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34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7BAF69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1D2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2B1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3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EF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E8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AD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BF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D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РВК</w:t>
            </w:r>
          </w:p>
        </w:tc>
      </w:tr>
      <w:tr w:rsidR="006D6C03" w:rsidRPr="00050266" w14:paraId="090314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8E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8A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5F0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50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6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94F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5F7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47.18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FD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D6C03" w:rsidRPr="00050266" w14:paraId="5D9E10D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A2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9F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625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A1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C5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220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BC9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4EF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6D6C03" w:rsidRPr="00050266" w14:paraId="1FDBE7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6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3D4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97B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BE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FD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A4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82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E4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6D6C03" w:rsidRPr="00050266" w14:paraId="45DEE2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6D5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72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8C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C4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B2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7CF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9C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E0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ЛПМ</w:t>
            </w:r>
          </w:p>
        </w:tc>
      </w:tr>
      <w:tr w:rsidR="006D6C03" w:rsidRPr="00050266" w14:paraId="0111B4D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4B2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9A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C8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739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529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C1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410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60.95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F58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ВСХ</w:t>
            </w:r>
          </w:p>
        </w:tc>
      </w:tr>
      <w:tr w:rsidR="006D6C03" w:rsidRPr="00050266" w14:paraId="69ED89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41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31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3F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FA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DD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61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C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8F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1EE61DD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FE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031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5A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EA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47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8C0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25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8AF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РГЦ и др.</w:t>
            </w:r>
          </w:p>
        </w:tc>
      </w:tr>
      <w:tr w:rsidR="006D6C03" w:rsidRPr="00050266" w14:paraId="441DB65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61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0A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70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87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2E0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E9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BB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ED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2E9A361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12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D27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80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8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E4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06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EB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AF6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СПВ и др.</w:t>
            </w:r>
          </w:p>
        </w:tc>
      </w:tr>
      <w:tr w:rsidR="006D6C03" w:rsidRPr="00050266" w14:paraId="395032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E0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469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BE5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18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B8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40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02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CBF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6C2893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39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93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E1D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DD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A1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10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857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200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ИТГ</w:t>
            </w:r>
          </w:p>
        </w:tc>
      </w:tr>
      <w:tr w:rsidR="006D6C03" w:rsidRPr="00050266" w14:paraId="2FE57D0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09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BCD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527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A9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A2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66A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114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0F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ИГМ</w:t>
            </w:r>
          </w:p>
        </w:tc>
      </w:tr>
      <w:tr w:rsidR="006D6C03" w:rsidRPr="00050266" w14:paraId="615984C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95C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D17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D39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BA7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819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1C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D3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5.84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6F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ВПВ</w:t>
            </w:r>
          </w:p>
        </w:tc>
      </w:tr>
      <w:tr w:rsidR="006D6C03" w:rsidRPr="00050266" w14:paraId="699A06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81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ВЕНКО КИРИЛОВ ФИЛИПОВ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5E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34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7C9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A2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47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4C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8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D6C03" w:rsidRPr="00050266" w14:paraId="1F64EF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AE6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55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EED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DCA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23.970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6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977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8.767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91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113.97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CD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260A02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845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4A5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3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49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5B4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62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44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69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АГРИТЕХ ООД</w:t>
            </w:r>
          </w:p>
        </w:tc>
      </w:tr>
      <w:tr w:rsidR="006D6C03" w:rsidRPr="00050266" w14:paraId="2B4C97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C9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A0B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A3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EC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F1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64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674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86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ВЕИ и др.</w:t>
            </w:r>
          </w:p>
        </w:tc>
      </w:tr>
      <w:tr w:rsidR="006D6C03" w:rsidRPr="00050266" w14:paraId="25301B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6D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07D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4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EB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32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456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2.309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46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30.01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14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АГРИТЕХ ООД</w:t>
            </w:r>
          </w:p>
        </w:tc>
      </w:tr>
      <w:tr w:rsidR="006D6C03" w:rsidRPr="00050266" w14:paraId="6A6FC0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29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3C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D00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F6C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F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A4C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509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1B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КДТ</w:t>
            </w:r>
          </w:p>
        </w:tc>
      </w:tr>
      <w:tr w:rsidR="006D6C03" w:rsidRPr="00050266" w14:paraId="0CCC18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0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7C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EE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14B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94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0F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C3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45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D6C03" w:rsidRPr="00050266" w14:paraId="0EBC6A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181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B5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4C0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EC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4CD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8F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DE6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D6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ПАЛКО ООД</w:t>
            </w:r>
          </w:p>
        </w:tc>
      </w:tr>
      <w:tr w:rsidR="006D6C03" w:rsidRPr="00050266" w14:paraId="253B6E3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8C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91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8E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CB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CB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AF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7C3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10.18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8F9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7757FC2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F0E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7B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C9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C7E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DAA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CD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753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B7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D6C03" w:rsidRPr="00050266" w14:paraId="7ECE29B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87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6AB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C1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B47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05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31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398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61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57BD55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2CA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C1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319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AE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9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DF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DB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3FD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АГРО МИХАЛАКИС ЕООД</w:t>
            </w:r>
          </w:p>
        </w:tc>
      </w:tr>
      <w:tr w:rsidR="006D6C03" w:rsidRPr="00050266" w14:paraId="38391B7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0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0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37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2F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29E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9A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DF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93D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3F8662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F4E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BD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0AF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A0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8E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EC3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13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E8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17273C2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C5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A2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A2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07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BC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27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95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28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ДЙБ</w:t>
            </w:r>
          </w:p>
        </w:tc>
      </w:tr>
      <w:tr w:rsidR="006D6C03" w:rsidRPr="00050266" w14:paraId="665E44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C8D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6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0B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B31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60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788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2.022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5E6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73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ЕАБ</w:t>
            </w:r>
          </w:p>
        </w:tc>
      </w:tr>
      <w:tr w:rsidR="006D6C03" w:rsidRPr="00050266" w14:paraId="41242A9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3A4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9A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70C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77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B9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AA8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A1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29F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ИГИ</w:t>
            </w:r>
          </w:p>
        </w:tc>
      </w:tr>
      <w:tr w:rsidR="006D6C03" w:rsidRPr="00050266" w14:paraId="1EEBFB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18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0E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6E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D3E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E1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67A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C3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EE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НПА</w:t>
            </w:r>
          </w:p>
        </w:tc>
      </w:tr>
      <w:tr w:rsidR="006D6C03" w:rsidRPr="00050266" w14:paraId="12DB61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55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588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DE7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BBE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5B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30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AD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19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6D6C03" w:rsidRPr="00050266" w14:paraId="7A921E5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F7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EE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D19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E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5F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5F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89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A2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40455F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247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6C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6CC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41F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E50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AED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0E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C6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ЕВРО 2007 ООД</w:t>
            </w:r>
          </w:p>
        </w:tc>
      </w:tr>
      <w:tr w:rsidR="006D6C03" w:rsidRPr="00050266" w14:paraId="2755D1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6F9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31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3E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7E3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89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F1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C7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8F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63011F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E4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5C8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99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2AA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2CA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15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80D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A5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78D838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C5A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F1D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8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3F4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95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500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8F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01A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68AECD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33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2C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EBF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FA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2B3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E5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1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88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4D1F0B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59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A5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E0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4F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6C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47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CD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10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1847368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C8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0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40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9FB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E4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E0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15.863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BAD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206.22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21C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МАПА ИНТЕРНЕШЕНЪЛ ЕООД</w:t>
            </w:r>
          </w:p>
        </w:tc>
      </w:tr>
      <w:tr w:rsidR="006D6C03" w:rsidRPr="00050266" w14:paraId="06E734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3F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487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C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755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BC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D6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58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AD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6D6C03" w:rsidRPr="00050266" w14:paraId="31E66E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F7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77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B9B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85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F0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763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973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05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D6C03" w:rsidRPr="00050266" w14:paraId="35E8EE4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03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1B6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75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BF8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815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B87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ACD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E3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6D6C03" w:rsidRPr="00050266" w14:paraId="38E97E5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B22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F4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C5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31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3B4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20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E3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F3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МАПА ИНТЕРНЕШЕНЪЛ ЕООД</w:t>
            </w:r>
          </w:p>
        </w:tc>
      </w:tr>
      <w:tr w:rsidR="006D6C03" w:rsidRPr="00050266" w14:paraId="13F8981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6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2F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96D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7E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DD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27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53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EF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671317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6B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33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38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9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89A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2A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A6E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620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7408EE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1B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78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A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6FE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6D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DD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ADB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86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37839A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999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DD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D43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E8F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CE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643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F7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1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D6C03" w:rsidRPr="00050266" w14:paraId="7E52FA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D98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C7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9D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6D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67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71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B93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2B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6F67F2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CD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D4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E7A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E2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BA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18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7FB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7B7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44831FB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91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CE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22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B7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060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C05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E8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E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 и др.</w:t>
            </w:r>
          </w:p>
        </w:tc>
      </w:tr>
      <w:tr w:rsidR="006D6C03" w:rsidRPr="00050266" w14:paraId="0858D8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99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AA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578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BAB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E4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7A3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5A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021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3DF226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4C3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D9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5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04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52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D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6F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AF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35F4392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E5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АРСОВ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A8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41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2A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EF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C97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1EB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41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ИДТ и др.</w:t>
            </w:r>
          </w:p>
        </w:tc>
      </w:tr>
      <w:tr w:rsidR="006D6C03" w:rsidRPr="00050266" w14:paraId="05F118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07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8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CCB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2E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75.528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010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9F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32.427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5B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421.55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53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68BE00A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97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97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33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E39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DF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0C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C8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9E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01382DA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C24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36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09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E7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A27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4A0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C21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C0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МАЯ</w:t>
            </w:r>
          </w:p>
        </w:tc>
      </w:tr>
      <w:tr w:rsidR="006D6C03" w:rsidRPr="00050266" w14:paraId="127ED8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CFF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72B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6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20F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834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B9E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95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3F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2C8475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EAB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4C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08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5BC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C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6AC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FA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3E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22EEC1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51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4A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5EB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84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A09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6A8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1A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37.48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F8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СКК</w:t>
            </w:r>
          </w:p>
        </w:tc>
      </w:tr>
      <w:tr w:rsidR="006D6C03" w:rsidRPr="00050266" w14:paraId="632F90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F28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617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D8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04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49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C9D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A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EA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ТТТ</w:t>
            </w:r>
          </w:p>
        </w:tc>
      </w:tr>
      <w:tr w:rsidR="006D6C03" w:rsidRPr="00050266" w14:paraId="3D776A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E77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C47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33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BD4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9A1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F72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1.923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89E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98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НПН</w:t>
            </w:r>
          </w:p>
        </w:tc>
      </w:tr>
      <w:tr w:rsidR="006D6C03" w:rsidRPr="00050266" w14:paraId="6AE7D0B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AB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7D9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6E3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704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2D1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8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DB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ГДН</w:t>
            </w:r>
          </w:p>
        </w:tc>
      </w:tr>
      <w:tr w:rsidR="006D6C03" w:rsidRPr="00050266" w14:paraId="6F0982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B9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EC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7A2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FB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354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66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119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F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51881F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30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B7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5E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1D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26B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09A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7E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B9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</w:t>
            </w:r>
          </w:p>
        </w:tc>
      </w:tr>
      <w:tr w:rsidR="006D6C03" w:rsidRPr="00050266" w14:paraId="071C30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B9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59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12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C6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F69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D1E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B64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AD5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6D6C03" w:rsidRPr="00050266" w14:paraId="3E5ED01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9C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ГЕОРГИ ДИМИТРОВ ГРИГОРОВ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7E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B2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BD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7E9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87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64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ABF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ПГВ</w:t>
            </w:r>
          </w:p>
        </w:tc>
      </w:tr>
      <w:tr w:rsidR="006D6C03" w:rsidRPr="00050266" w14:paraId="1F9E87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100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E6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D3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9DA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13.160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DDB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84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5.060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2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65.79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A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604B43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E5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567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D4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3A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95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DDA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1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D1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4604134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8F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ДИМИТЪР ПЕТРОВ МАТЕЕВ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24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47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64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F1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4AA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6F1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F1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382EE47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595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D1E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F01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99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9.824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4F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2C0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54F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57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622D96F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024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845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10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6E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E3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D7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91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9B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СТРАТАЛОБО ЕООД</w:t>
            </w:r>
          </w:p>
        </w:tc>
      </w:tr>
      <w:tr w:rsidR="006D6C03" w:rsidRPr="00050266" w14:paraId="521AED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0A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75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550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8F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ABB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1BE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956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A5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4F28328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B0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D0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047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46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44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1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BA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EB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КИРЕЕВО ЕООД</w:t>
            </w:r>
          </w:p>
        </w:tc>
      </w:tr>
      <w:tr w:rsidR="006D6C03" w:rsidRPr="00050266" w14:paraId="4FA613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2D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A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12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612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1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482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D9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EF3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6BBF0F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5D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5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7E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8C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1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B9F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58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D1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6D6C03" w:rsidRPr="00050266" w14:paraId="31D432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C6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995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6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6DA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7.521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02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C58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F0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8C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ТГК и др.</w:t>
            </w:r>
          </w:p>
        </w:tc>
      </w:tr>
      <w:tr w:rsidR="006D6C03" w:rsidRPr="00050266" w14:paraId="0C95482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D8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B2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F2F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731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18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2D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C7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C59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ЦЕРОБО ЕООД</w:t>
            </w:r>
          </w:p>
        </w:tc>
      </w:tr>
      <w:tr w:rsidR="006D6C03" w:rsidRPr="00050266" w14:paraId="645A03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DD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690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F0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4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C4E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94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09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58B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ЕВД</w:t>
            </w:r>
          </w:p>
        </w:tc>
      </w:tr>
      <w:tr w:rsidR="006D6C03" w:rsidRPr="00050266" w14:paraId="15603BD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FC6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F8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AE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327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DF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783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B9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C9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ЛМБ</w:t>
            </w:r>
          </w:p>
        </w:tc>
      </w:tr>
      <w:tr w:rsidR="006D6C03" w:rsidRPr="00050266" w14:paraId="7A9209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515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F5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FDE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72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8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8CA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31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90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СТЕРОГРИВ ООД</w:t>
            </w:r>
          </w:p>
        </w:tc>
      </w:tr>
      <w:tr w:rsidR="006D6C03" w:rsidRPr="00050266" w14:paraId="4D0D08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3F8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AF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8C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95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7E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3E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07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2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4DDD49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57C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B0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83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6C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C5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37A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1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F3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ИГИ и др.</w:t>
            </w:r>
          </w:p>
        </w:tc>
      </w:tr>
      <w:tr w:rsidR="006D6C03" w:rsidRPr="00050266" w14:paraId="27729A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77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4B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DE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1B1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E4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FF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42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AFF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СГГ и др.</w:t>
            </w:r>
          </w:p>
        </w:tc>
      </w:tr>
      <w:tr w:rsidR="006D6C03" w:rsidRPr="00050266" w14:paraId="5581ED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12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0B7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091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8F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1EC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32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BBD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2E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52D8BB1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7A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627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7A7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DF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A08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A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BA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1C7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ДРУЖЕБО ЕООД</w:t>
            </w:r>
          </w:p>
        </w:tc>
      </w:tr>
      <w:tr w:rsidR="006D6C03" w:rsidRPr="00050266" w14:paraId="43B722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E06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F9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27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35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454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BBF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DC3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99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ЛИЛЯЧ ЕООД</w:t>
            </w:r>
          </w:p>
        </w:tc>
      </w:tr>
      <w:tr w:rsidR="006D6C03" w:rsidRPr="00050266" w14:paraId="1F2D7C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69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9D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E9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81E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97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08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8C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28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ПВВ</w:t>
            </w:r>
          </w:p>
        </w:tc>
      </w:tr>
      <w:tr w:rsidR="006D6C03" w:rsidRPr="00050266" w14:paraId="647899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85E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BFC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1A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61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4B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6D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2AB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D01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39D42F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C9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F0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46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FB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73D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320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1E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2F3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ГОЛЕАНОВО ЕООД</w:t>
            </w:r>
          </w:p>
        </w:tc>
      </w:tr>
      <w:tr w:rsidR="006D6C03" w:rsidRPr="00050266" w14:paraId="11A1F60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EC8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697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25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02F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CB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70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63D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44.19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0FF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МОМ</w:t>
            </w:r>
          </w:p>
        </w:tc>
      </w:tr>
      <w:tr w:rsidR="006D6C03" w:rsidRPr="00050266" w14:paraId="6253248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8DA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71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58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598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2E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82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0B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0B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0480375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C2A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BCF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E8D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B6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16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4F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3A3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40A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ОШАНЕ ЕООД</w:t>
            </w:r>
          </w:p>
        </w:tc>
      </w:tr>
      <w:tr w:rsidR="006D6C03" w:rsidRPr="00050266" w14:paraId="4D52C9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B1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FD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61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0D5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7F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C3E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B4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26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ЧЕРНИЦА ЕООД</w:t>
            </w:r>
          </w:p>
        </w:tc>
      </w:tr>
      <w:tr w:rsidR="006D6C03" w:rsidRPr="00050266" w14:paraId="2B9ADD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CD9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243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9DC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EC1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A5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AFF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2F6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F5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МОНОЛИС ЕООД</w:t>
            </w:r>
          </w:p>
        </w:tc>
      </w:tr>
      <w:tr w:rsidR="006D6C03" w:rsidRPr="00050266" w14:paraId="547CB75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07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31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C44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F0B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A07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BE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35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2A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ЗАМПОТА ЕООД</w:t>
            </w:r>
          </w:p>
        </w:tc>
      </w:tr>
      <w:tr w:rsidR="006D6C03" w:rsidRPr="00050266" w14:paraId="0717C3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64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53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1A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53C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44C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8E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21B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2D6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090A03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56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5F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27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0F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F93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11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D20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0E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БИП</w:t>
            </w:r>
          </w:p>
        </w:tc>
      </w:tr>
      <w:tr w:rsidR="006D6C03" w:rsidRPr="00050266" w14:paraId="252FBE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EE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A8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C9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45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2B9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75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A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FF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ТИКАЛЕ ЕООД</w:t>
            </w:r>
          </w:p>
        </w:tc>
      </w:tr>
      <w:tr w:rsidR="006D6C03" w:rsidRPr="00050266" w14:paraId="4ED37B7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F3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44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4D5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B8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8E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2B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B8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78C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КПЗ</w:t>
            </w:r>
          </w:p>
        </w:tc>
      </w:tr>
      <w:tr w:rsidR="006D6C03" w:rsidRPr="00050266" w14:paraId="122A01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1A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65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C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1F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FA8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8C8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5C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41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ТТТ</w:t>
            </w:r>
          </w:p>
        </w:tc>
      </w:tr>
      <w:tr w:rsidR="006D6C03" w:rsidRPr="00050266" w14:paraId="15ACBC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774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4CD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D8B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4F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6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C0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79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5F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ПРП</w:t>
            </w:r>
          </w:p>
        </w:tc>
      </w:tr>
      <w:tr w:rsidR="006D6C03" w:rsidRPr="00050266" w14:paraId="2C8B81B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2E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A7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A06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64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F1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6B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D15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2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</w:t>
            </w:r>
          </w:p>
        </w:tc>
      </w:tr>
      <w:tr w:rsidR="006D6C03" w:rsidRPr="00050266" w14:paraId="78FB1D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C70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ED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8A0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09C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8C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99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B1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C5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НАП</w:t>
            </w:r>
          </w:p>
        </w:tc>
      </w:tr>
      <w:tr w:rsidR="006D6C03" w:rsidRPr="00050266" w14:paraId="52261F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F4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C41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4B9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6A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8C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21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82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56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БВВ</w:t>
            </w:r>
          </w:p>
        </w:tc>
      </w:tr>
      <w:tr w:rsidR="006D6C03" w:rsidRPr="00050266" w14:paraId="4C9024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D7D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E1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71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52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F0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44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2.062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1D7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67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</w:t>
            </w:r>
          </w:p>
        </w:tc>
      </w:tr>
      <w:tr w:rsidR="006D6C03" w:rsidRPr="00050266" w14:paraId="48F6566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920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F8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85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66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EB8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3FC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1ED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1EF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БОСТИНА ЕООД</w:t>
            </w:r>
          </w:p>
        </w:tc>
      </w:tr>
      <w:tr w:rsidR="006D6C03" w:rsidRPr="00050266" w14:paraId="1CD124C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CE7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ED4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9F3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3E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64D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464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193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D0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2AD621A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C86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88D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2D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AF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15F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D08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3F4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B5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1306DD9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656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B0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87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85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90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F1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53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9F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ПАЛКО ООД</w:t>
            </w:r>
          </w:p>
        </w:tc>
      </w:tr>
      <w:tr w:rsidR="006D6C03" w:rsidRPr="00050266" w14:paraId="68D61D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FD0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5E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000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F1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2EA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E95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1F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5E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0F168A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959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65C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788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3E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F9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67C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01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AB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ЯТД</w:t>
            </w:r>
          </w:p>
        </w:tc>
      </w:tr>
      <w:tr w:rsidR="006D6C03" w:rsidRPr="00050266" w14:paraId="5F3049F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A0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8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84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ACE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1E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189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10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11.94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67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6F54F8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1BE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27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9DE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B1C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D1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11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B76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403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АГРО МИХАЛАКИС ЕООД</w:t>
            </w:r>
          </w:p>
        </w:tc>
      </w:tr>
      <w:tr w:rsidR="006D6C03" w:rsidRPr="00050266" w14:paraId="15B81E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C56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F3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E2E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B5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0D5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D1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EB9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81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0ABC42D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B4C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C5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A25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06F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355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A7D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C3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3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</w:t>
            </w:r>
          </w:p>
        </w:tc>
      </w:tr>
      <w:tr w:rsidR="006D6C03" w:rsidRPr="00050266" w14:paraId="590791B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29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62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15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D5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AC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7C4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9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DC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ММТ</w:t>
            </w:r>
          </w:p>
        </w:tc>
      </w:tr>
      <w:tr w:rsidR="006D6C03" w:rsidRPr="00050266" w14:paraId="203BCC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F3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6DB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FB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78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8AC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77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4A1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4D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ТОЛОВИЦА ЕООД</w:t>
            </w:r>
          </w:p>
        </w:tc>
      </w:tr>
      <w:tr w:rsidR="006D6C03" w:rsidRPr="00050266" w14:paraId="39B63D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E6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317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92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A52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CA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70D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D62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A3D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КДА</w:t>
            </w:r>
          </w:p>
        </w:tc>
      </w:tr>
      <w:tr w:rsidR="006D6C03" w:rsidRPr="00050266" w14:paraId="1598AC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E73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1D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9A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0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59A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62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D3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36.33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CB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5428D8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616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3D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9B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706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FB7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F0D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04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D38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ЦММ</w:t>
            </w:r>
          </w:p>
        </w:tc>
      </w:tr>
      <w:tr w:rsidR="006D6C03" w:rsidRPr="00050266" w14:paraId="3760A6E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1AD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AE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D6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BA7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B5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8F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4F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7A0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258063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08C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9E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602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82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CE6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9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91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5A4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ГКП</w:t>
            </w:r>
          </w:p>
        </w:tc>
      </w:tr>
      <w:tr w:rsidR="006D6C03" w:rsidRPr="00050266" w14:paraId="0FD97E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51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 "БИСЕР МАНЧЕВ"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09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13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4E2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FDE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C0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FF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66A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2E6998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E7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E2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975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CA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165.145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0E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C13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19.550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8E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254.15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0ED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452319A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E6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CE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28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6D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58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102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087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E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ГСА</w:t>
            </w:r>
          </w:p>
        </w:tc>
      </w:tr>
      <w:tr w:rsidR="006D6C03" w:rsidRPr="00050266" w14:paraId="568951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C30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88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D1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06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E6C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1F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83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62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ПГЦ</w:t>
            </w:r>
          </w:p>
        </w:tc>
      </w:tr>
      <w:tr w:rsidR="006D6C03" w:rsidRPr="00050266" w14:paraId="74E276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A6C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95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44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42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9A1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B1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8ED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83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АСВ</w:t>
            </w:r>
          </w:p>
        </w:tc>
      </w:tr>
      <w:tr w:rsidR="006D6C03" w:rsidRPr="00050266" w14:paraId="5F83C4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AD5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D5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A9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9CA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E0F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DF2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3EE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F5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ГСВ</w:t>
            </w:r>
          </w:p>
        </w:tc>
      </w:tr>
      <w:tr w:rsidR="006D6C03" w:rsidRPr="00050266" w14:paraId="1E591E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CC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3FF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E5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92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37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6E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2B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94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ВНМ</w:t>
            </w:r>
          </w:p>
        </w:tc>
      </w:tr>
      <w:tr w:rsidR="006D6C03" w:rsidRPr="00050266" w14:paraId="4448A1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64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ЕТ"МИКОВ-47-СТЕФАН МИКОВ"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F9F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4C2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F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376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AF7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F4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B0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ВДИ</w:t>
            </w:r>
          </w:p>
        </w:tc>
      </w:tr>
      <w:tr w:rsidR="006D6C03" w:rsidRPr="00050266" w14:paraId="7164656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9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9A2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10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F0D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19.803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4E6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F1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0.000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B2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9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6D3CFA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361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516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FA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8F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369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E0C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2A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FEF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ЕПД</w:t>
            </w:r>
          </w:p>
        </w:tc>
      </w:tr>
      <w:tr w:rsidR="006D6C03" w:rsidRPr="00050266" w14:paraId="7D8981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8A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F5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87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DC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5B1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6F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97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B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ИКД</w:t>
            </w:r>
          </w:p>
        </w:tc>
      </w:tr>
      <w:tr w:rsidR="006D6C03" w:rsidRPr="00050266" w14:paraId="29457D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39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73D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A8D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5AB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6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D9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7E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28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ХМС</w:t>
            </w:r>
          </w:p>
        </w:tc>
      </w:tr>
      <w:tr w:rsidR="006D6C03" w:rsidRPr="00050266" w14:paraId="23420DD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75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85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0F0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29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9B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CCE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E7E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DF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РКС</w:t>
            </w:r>
          </w:p>
        </w:tc>
      </w:tr>
      <w:tr w:rsidR="006D6C03" w:rsidRPr="00050266" w14:paraId="49D467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94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D4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D11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28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72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C2A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72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C8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3CDDBD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3E0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567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7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678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B3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6E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0F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76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ИМЯ</w:t>
            </w:r>
          </w:p>
        </w:tc>
      </w:tr>
      <w:tr w:rsidR="006D6C03" w:rsidRPr="00050266" w14:paraId="7D77CD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96A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54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8E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124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0A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1B1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06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47B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6D6C03" w:rsidRPr="00050266" w14:paraId="55EE6C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6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C8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13D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05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EF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04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A7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47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ЗИГ</w:t>
            </w:r>
          </w:p>
        </w:tc>
      </w:tr>
      <w:tr w:rsidR="006D6C03" w:rsidRPr="00050266" w14:paraId="7263313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EBE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F3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120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4E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3C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836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76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A59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ЦЛВ</w:t>
            </w:r>
          </w:p>
        </w:tc>
      </w:tr>
      <w:tr w:rsidR="006D6C03" w:rsidRPr="00050266" w14:paraId="029EEB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C2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1FF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5E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52B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A4A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2B5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F3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7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МСС</w:t>
            </w:r>
          </w:p>
        </w:tc>
      </w:tr>
      <w:tr w:rsidR="006D6C03" w:rsidRPr="00050266" w14:paraId="4276AE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45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A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57E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C2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76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C0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E4C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7D5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ВИК</w:t>
            </w:r>
          </w:p>
        </w:tc>
      </w:tr>
      <w:tr w:rsidR="006D6C03" w:rsidRPr="00050266" w14:paraId="4DBC27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89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E8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4E6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49B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A7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D2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DB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CEF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706C0B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BE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7A6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788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8EB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FF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AB5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AC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627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ИМЯ</w:t>
            </w:r>
          </w:p>
        </w:tc>
      </w:tr>
      <w:tr w:rsidR="006D6C03" w:rsidRPr="00050266" w14:paraId="1ECD8F8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F6C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5E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68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14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3A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B5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2A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28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38D5EF8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FB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DA9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5C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60C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07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B51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984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A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D6C03" w:rsidRPr="00050266" w14:paraId="6F6D1B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31B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BC1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B3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33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82F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070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E6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85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ХАРД ТРАК ООД</w:t>
            </w:r>
          </w:p>
        </w:tc>
      </w:tr>
      <w:tr w:rsidR="006D6C03" w:rsidRPr="00050266" w14:paraId="76426C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136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B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63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67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EB4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8D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2.012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F06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71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ЛСЙ</w:t>
            </w:r>
          </w:p>
        </w:tc>
      </w:tr>
      <w:tr w:rsidR="006D6C03" w:rsidRPr="00050266" w14:paraId="4A3D77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621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96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97C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0B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F9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C9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8E1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2C7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ТГК</w:t>
            </w:r>
          </w:p>
        </w:tc>
      </w:tr>
      <w:tr w:rsidR="006D6C03" w:rsidRPr="00050266" w14:paraId="39C76A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2B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D7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58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6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276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3B2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1.810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BC6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23.53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D0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ННК</w:t>
            </w:r>
          </w:p>
        </w:tc>
      </w:tr>
      <w:tr w:rsidR="006D6C03" w:rsidRPr="00050266" w14:paraId="1A4DAAC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B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BE4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378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D0F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57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05F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A4E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99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УНИТРЕЙД-БГ ООД</w:t>
            </w:r>
          </w:p>
        </w:tc>
      </w:tr>
      <w:tr w:rsidR="006D6C03" w:rsidRPr="00050266" w14:paraId="769B188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C69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C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42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260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A62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41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F8F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05A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ГБМ</w:t>
            </w:r>
          </w:p>
        </w:tc>
      </w:tr>
      <w:tr w:rsidR="006D6C03" w:rsidRPr="00050266" w14:paraId="0DF76B5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A04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91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67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6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F17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17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ED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66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</w:t>
            </w:r>
          </w:p>
        </w:tc>
      </w:tr>
      <w:tr w:rsidR="006D6C03" w:rsidRPr="00050266" w14:paraId="42AD18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15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38C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20F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CC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2D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470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D2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10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ПТП</w:t>
            </w:r>
          </w:p>
        </w:tc>
      </w:tr>
      <w:tr w:rsidR="006D6C03" w:rsidRPr="00050266" w14:paraId="3AC7A88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8D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0D5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25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F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0A4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2D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F3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13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74BA01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8B0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96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971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E38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85D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50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9B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98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6D6C03" w:rsidRPr="00050266" w14:paraId="02FC03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F72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600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FC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487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ED2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70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28C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88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ПСН</w:t>
            </w:r>
          </w:p>
        </w:tc>
      </w:tr>
      <w:tr w:rsidR="006D6C03" w:rsidRPr="00050266" w14:paraId="3D8077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05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1A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0C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C5C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1C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3C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61A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38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6D6C03" w:rsidRPr="00050266" w14:paraId="6EBD86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6C1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BE1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BEB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29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C54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EC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D1A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01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СМЗ</w:t>
            </w:r>
          </w:p>
        </w:tc>
      </w:tr>
      <w:tr w:rsidR="006D6C03" w:rsidRPr="00050266" w14:paraId="1DF58B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98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75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13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D00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DE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A7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D55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CC3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47A2F57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316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1E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E2F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DA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CC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B3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BFB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317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3BD708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CD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1A7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1CA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C6F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11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26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966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BBB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СЗК</w:t>
            </w:r>
          </w:p>
        </w:tc>
      </w:tr>
      <w:tr w:rsidR="006D6C03" w:rsidRPr="00050266" w14:paraId="2255FA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C3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1F6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456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1F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9E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055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29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EC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5E9F564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F6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ED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1D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D30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60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C79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10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F5F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547525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E35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54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E1C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70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4CE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DE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F6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319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D6C03" w:rsidRPr="00050266" w14:paraId="7DBF09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8C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09D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2C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17D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B24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5C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D5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35.07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6D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ТВЛ и др.</w:t>
            </w:r>
          </w:p>
        </w:tc>
      </w:tr>
      <w:tr w:rsidR="006D6C03" w:rsidRPr="00050266" w14:paraId="3F4D16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8D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0E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B2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6E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7D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D4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B1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FC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538D61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1BC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76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152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8C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1F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A0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F25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F6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СМЛ</w:t>
            </w:r>
          </w:p>
        </w:tc>
      </w:tr>
      <w:tr w:rsidR="006D6C03" w:rsidRPr="00050266" w14:paraId="652B148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FC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305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D94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92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42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B53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41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3FA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68B935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FF6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D7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A6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B12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72E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93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1A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612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3DBB86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9DA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1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82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319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3F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35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145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68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СМЗ</w:t>
            </w:r>
          </w:p>
        </w:tc>
      </w:tr>
      <w:tr w:rsidR="006D6C03" w:rsidRPr="00050266" w14:paraId="3F66AD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FF1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1A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990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80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7F2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515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6B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20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КДТ</w:t>
            </w:r>
          </w:p>
        </w:tc>
      </w:tr>
      <w:tr w:rsidR="006D6C03" w:rsidRPr="00050266" w14:paraId="6991DF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02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55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4D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86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F4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E3F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D9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A79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D6C03" w:rsidRPr="00050266" w14:paraId="7F550E7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4B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B1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BC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0C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F8A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0D8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C67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9C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0B527A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8B5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8D0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337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1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349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DB2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37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668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БЕС и др.</w:t>
            </w:r>
          </w:p>
        </w:tc>
      </w:tr>
      <w:tr w:rsidR="006D6C03" w:rsidRPr="00050266" w14:paraId="472DC9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41B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405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0DE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E36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A3D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32E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D7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24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7A5F49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A5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569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E1A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9D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AC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D3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52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19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4B20855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C6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D02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F3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E3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33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B99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8E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2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МГН</w:t>
            </w:r>
          </w:p>
        </w:tc>
      </w:tr>
      <w:tr w:rsidR="006D6C03" w:rsidRPr="00050266" w14:paraId="55D5690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807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5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31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39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2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66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D3B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023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451A7C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A3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0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3B8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C69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4D8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874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4C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24.72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4B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1C8D7E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CD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8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901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AE4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3ED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67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CD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434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НБИ</w:t>
            </w:r>
          </w:p>
        </w:tc>
      </w:tr>
      <w:tr w:rsidR="006D6C03" w:rsidRPr="00050266" w14:paraId="7784AE1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CF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32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47C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80E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84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C9C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EC3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93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3D9D0E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7D8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B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96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48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24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36F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23C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73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5B1A70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118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25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AC6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E77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78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E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63D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91F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ЦГТ и др.</w:t>
            </w:r>
          </w:p>
        </w:tc>
      </w:tr>
      <w:tr w:rsidR="006D6C03" w:rsidRPr="00050266" w14:paraId="365D4C8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B7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F4D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A4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67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16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4C4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9D1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749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МТВ</w:t>
            </w:r>
          </w:p>
        </w:tc>
      </w:tr>
      <w:tr w:rsidR="006D6C03" w:rsidRPr="00050266" w14:paraId="41F437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32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FFF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86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7F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F6F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DE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7A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2B6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 и др.</w:t>
            </w:r>
          </w:p>
        </w:tc>
      </w:tr>
      <w:tr w:rsidR="006D6C03" w:rsidRPr="00050266" w14:paraId="073BAE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4E3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3E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256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028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EAC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5A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8B4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262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ЛИС</w:t>
            </w:r>
          </w:p>
        </w:tc>
      </w:tr>
      <w:tr w:rsidR="006D6C03" w:rsidRPr="00050266" w14:paraId="1078EE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0C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CB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139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F4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C8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8A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4.987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5F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64.83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9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МГД</w:t>
            </w:r>
          </w:p>
        </w:tc>
      </w:tr>
      <w:tr w:rsidR="006D6C03" w:rsidRPr="00050266" w14:paraId="3032AC7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13F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72A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B82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318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F5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B3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9F0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C0F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НИА и др.</w:t>
            </w:r>
          </w:p>
        </w:tc>
      </w:tr>
      <w:tr w:rsidR="006D6C03" w:rsidRPr="00050266" w14:paraId="3F1F844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EE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152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4C3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F2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96B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9D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6F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37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6852D1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2F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B67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369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490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16D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44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74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38.35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2F4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МГД</w:t>
            </w:r>
          </w:p>
        </w:tc>
      </w:tr>
      <w:tr w:rsidR="006D6C03" w:rsidRPr="00050266" w14:paraId="5A450EF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48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015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9B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1ED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4A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56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9B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B5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 и др.</w:t>
            </w:r>
          </w:p>
        </w:tc>
      </w:tr>
      <w:tr w:rsidR="006D6C03" w:rsidRPr="00050266" w14:paraId="603E88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6A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EC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39B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EF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C2E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2C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C6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BD0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D6C03" w:rsidRPr="00050266" w14:paraId="696628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E4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25B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832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949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0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D9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1DF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52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2F0A386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A85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B1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596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7E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F38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6B0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EB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8D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ВМС</w:t>
            </w:r>
          </w:p>
        </w:tc>
      </w:tr>
      <w:tr w:rsidR="006D6C03" w:rsidRPr="00050266" w14:paraId="569BB58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42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B55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FB5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132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77E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68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A5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3AA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РМГ</w:t>
            </w:r>
          </w:p>
        </w:tc>
      </w:tr>
      <w:tr w:rsidR="006D6C03" w:rsidRPr="00050266" w14:paraId="6DFFBF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44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B51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D83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A5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D4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C26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C0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0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6D8994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8D3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1C8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46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81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68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D1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51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47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ЛПМ</w:t>
            </w:r>
          </w:p>
        </w:tc>
      </w:tr>
      <w:tr w:rsidR="006D6C03" w:rsidRPr="00050266" w14:paraId="296847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C10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96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22B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61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42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A5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30D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12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ОДС</w:t>
            </w:r>
          </w:p>
        </w:tc>
      </w:tr>
      <w:tr w:rsidR="006D6C03" w:rsidRPr="00050266" w14:paraId="524C0FF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06E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40E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56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C8B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AD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33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DA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6E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БЕК и др.</w:t>
            </w:r>
          </w:p>
        </w:tc>
      </w:tr>
      <w:tr w:rsidR="006D6C03" w:rsidRPr="00050266" w14:paraId="4B3109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D39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0B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B21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CE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681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EF6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755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73E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0CD1BF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DD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40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B1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99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1C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8E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59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42.48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C80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ЕМЗ и др.</w:t>
            </w:r>
          </w:p>
        </w:tc>
      </w:tr>
      <w:tr w:rsidR="006D6C03" w:rsidRPr="00050266" w14:paraId="31F036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D0C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63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07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21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1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02D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00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D0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D6C03" w:rsidRPr="00050266" w14:paraId="1C503FB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DE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CD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F11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57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F6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1E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2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34.41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D1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ЕРМ</w:t>
            </w:r>
          </w:p>
        </w:tc>
      </w:tr>
      <w:tr w:rsidR="006D6C03" w:rsidRPr="00050266" w14:paraId="7516A7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915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4C2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92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55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37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37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C8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59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5B9809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EB9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54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B7A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E6A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7BA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EA4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B51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294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4079858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4B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15D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ABA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C5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68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2F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2A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5E0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МЛС</w:t>
            </w:r>
          </w:p>
        </w:tc>
      </w:tr>
      <w:tr w:rsidR="006D6C03" w:rsidRPr="00050266" w14:paraId="239B451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F9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BB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B1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14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8.732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C2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77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66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E85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МСС</w:t>
            </w:r>
          </w:p>
        </w:tc>
      </w:tr>
      <w:tr w:rsidR="006D6C03" w:rsidRPr="00050266" w14:paraId="4880FF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5B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5F4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DA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95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6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5D1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68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350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6D6C03" w:rsidRPr="00050266" w14:paraId="09E352D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2A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FF0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36E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C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C62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52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84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CC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ГМС</w:t>
            </w:r>
          </w:p>
        </w:tc>
      </w:tr>
      <w:tr w:rsidR="006D6C03" w:rsidRPr="00050266" w14:paraId="14B2468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2C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EF8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B0B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F2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F4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58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71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806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6D6C03" w:rsidRPr="00050266" w14:paraId="7CFB88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F3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27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45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8A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62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2B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58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54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ЕРМ</w:t>
            </w:r>
          </w:p>
        </w:tc>
      </w:tr>
      <w:tr w:rsidR="006D6C03" w:rsidRPr="00050266" w14:paraId="74AAB68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5A2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CD1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8E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6B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9ED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27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30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A0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МСС</w:t>
            </w:r>
          </w:p>
        </w:tc>
      </w:tr>
      <w:tr w:rsidR="006D6C03" w:rsidRPr="00050266" w14:paraId="2694F5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9D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13C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E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B2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A48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E5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0.270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37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17A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D6C03" w:rsidRPr="00050266" w14:paraId="3A7233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FA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49C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87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0F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7BF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B3B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4F0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58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5FBC37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157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1F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DE5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7A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A68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33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8C8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F3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ИМЯ</w:t>
            </w:r>
          </w:p>
        </w:tc>
      </w:tr>
      <w:tr w:rsidR="006D6C03" w:rsidRPr="00050266" w14:paraId="3BB422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CA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B6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D50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77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467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104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992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D2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ТТТ</w:t>
            </w:r>
          </w:p>
        </w:tc>
      </w:tr>
      <w:tr w:rsidR="006D6C03" w:rsidRPr="00050266" w14:paraId="2960A6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46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EB1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913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BFD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4C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D3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338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272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КВД и др.</w:t>
            </w:r>
          </w:p>
        </w:tc>
      </w:tr>
      <w:tr w:rsidR="006D6C03" w:rsidRPr="00050266" w14:paraId="6459BF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F7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3E7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592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CF2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5E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62E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E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8DB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АЛС</w:t>
            </w:r>
          </w:p>
        </w:tc>
      </w:tr>
      <w:tr w:rsidR="006D6C03" w:rsidRPr="00050266" w14:paraId="16201BE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31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AB5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29D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0F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A50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9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31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C7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D6C03" w:rsidRPr="00050266" w14:paraId="28D21B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C04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BE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66A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7E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BD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9E5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2D7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E23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ГЕИ</w:t>
            </w:r>
          </w:p>
        </w:tc>
      </w:tr>
      <w:tr w:rsidR="006D6C03" w:rsidRPr="00050266" w14:paraId="454F05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80F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BE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CE6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9E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849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1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0A8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0C4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РАХ</w:t>
            </w:r>
          </w:p>
        </w:tc>
      </w:tr>
      <w:tr w:rsidR="006D6C03" w:rsidRPr="00050266" w14:paraId="03E618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5E4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FED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D5F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B1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D36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0AF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FB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A3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БАИ</w:t>
            </w:r>
          </w:p>
        </w:tc>
      </w:tr>
      <w:tr w:rsidR="006D6C03" w:rsidRPr="00050266" w14:paraId="6D902B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571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6DD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0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E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81C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D24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BAD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A77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БЕС и др.</w:t>
            </w:r>
          </w:p>
        </w:tc>
      </w:tr>
      <w:tr w:rsidR="006D6C03" w:rsidRPr="00050266" w14:paraId="6D6CF9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FD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33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8C2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2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D5A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2E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AA0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73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596A10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F23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112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086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A6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10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6B3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94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58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МКК</w:t>
            </w:r>
          </w:p>
        </w:tc>
      </w:tr>
      <w:tr w:rsidR="006D6C03" w:rsidRPr="00050266" w14:paraId="397681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FB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AD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67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0C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52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1B8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5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6C5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ПВМ</w:t>
            </w:r>
          </w:p>
        </w:tc>
      </w:tr>
      <w:tr w:rsidR="006D6C03" w:rsidRPr="00050266" w14:paraId="75D0A4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4E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5E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9C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E27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92F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F8A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6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60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СВГ</w:t>
            </w:r>
          </w:p>
        </w:tc>
      </w:tr>
      <w:tr w:rsidR="006D6C03" w:rsidRPr="00050266" w14:paraId="2B7A06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94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3AD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B4D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E8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16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6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F6E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1F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ВВМ</w:t>
            </w:r>
          </w:p>
        </w:tc>
      </w:tr>
      <w:tr w:rsidR="006D6C03" w:rsidRPr="00050266" w14:paraId="563E6C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2DB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F7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B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2BC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64F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6E5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FAA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5CE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D6C03" w:rsidRPr="00050266" w14:paraId="18B0E4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C1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2AE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7F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D76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91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30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F4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B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3CB0041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43F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6B2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CA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99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C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5C9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2.047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97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26.61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AD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МГД</w:t>
            </w:r>
          </w:p>
        </w:tc>
      </w:tr>
      <w:tr w:rsidR="006D6C03" w:rsidRPr="00050266" w14:paraId="00595FE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C8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101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B1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E23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F6E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4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CE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8DE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БТР</w:t>
            </w:r>
          </w:p>
        </w:tc>
      </w:tr>
      <w:tr w:rsidR="006D6C03" w:rsidRPr="00050266" w14:paraId="38FD0E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E6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D3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67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B8C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0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9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A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6C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 и др.</w:t>
            </w:r>
          </w:p>
        </w:tc>
      </w:tr>
      <w:tr w:rsidR="006D6C03" w:rsidRPr="00050266" w14:paraId="66C1BEC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D57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20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8A8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B8D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77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C6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315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FD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РМГ</w:t>
            </w:r>
          </w:p>
        </w:tc>
      </w:tr>
      <w:tr w:rsidR="006D6C03" w:rsidRPr="00050266" w14:paraId="299FB0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B1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8D4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AF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A5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BB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150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08D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EE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ВМС</w:t>
            </w:r>
          </w:p>
        </w:tc>
      </w:tr>
      <w:tr w:rsidR="006D6C03" w:rsidRPr="00050266" w14:paraId="6528A3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E6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ИВАН АНДОНОВ ШУШЕРОВ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BEE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D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A4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6A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51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20E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AC9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ААБ</w:t>
            </w:r>
          </w:p>
        </w:tc>
      </w:tr>
      <w:tr w:rsidR="006D6C03" w:rsidRPr="00050266" w14:paraId="643240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1A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48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A1A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E2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352.403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99B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FEF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39.153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71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508.99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11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6F3F1E8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2A4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2C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B5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927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B3F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41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88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14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174161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26C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F7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B59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5DA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EE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75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345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7D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2F1296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A53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3EC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8E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87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C4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5A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9D9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2D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1208EB2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213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0C5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2A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CCF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0F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8E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BD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FCF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ГАУ</w:t>
            </w:r>
          </w:p>
        </w:tc>
      </w:tr>
      <w:tr w:rsidR="006D6C03" w:rsidRPr="00050266" w14:paraId="249813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AF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5B9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A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3CD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CFB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8D2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47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07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1C9353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4A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A7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0B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20D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46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51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3AE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43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ВСГ</w:t>
            </w:r>
          </w:p>
        </w:tc>
      </w:tr>
      <w:tr w:rsidR="006D6C03" w:rsidRPr="00050266" w14:paraId="5E8C18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91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2C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397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5F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2BB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BD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655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00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2F3954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BC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32A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34D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3C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A3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07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F44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FB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ЛПМ</w:t>
            </w:r>
          </w:p>
        </w:tc>
      </w:tr>
      <w:tr w:rsidR="006D6C03" w:rsidRPr="00050266" w14:paraId="5F2A77B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CB8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B0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D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9E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7A1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B0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A2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DB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7E1DCD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94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79D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126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3B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24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2AC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87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85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4D8D72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6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BB6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83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4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19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7DD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44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594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566FC91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9EE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53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B6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D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CC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95F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4E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F6B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18E216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333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977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8E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2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B58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5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BB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CB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ГСВ</w:t>
            </w:r>
          </w:p>
        </w:tc>
      </w:tr>
      <w:tr w:rsidR="006D6C03" w:rsidRPr="00050266" w14:paraId="2B5F19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FA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C7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39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11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C5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4F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BB2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969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 И Т-2004 ООД</w:t>
            </w:r>
          </w:p>
        </w:tc>
      </w:tr>
      <w:tr w:rsidR="006D6C03" w:rsidRPr="00050266" w14:paraId="21E09B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47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FAB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B7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925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BB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4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26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361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ЕМЗ и др.</w:t>
            </w:r>
          </w:p>
        </w:tc>
      </w:tr>
      <w:tr w:rsidR="006D6C03" w:rsidRPr="00050266" w14:paraId="5C1B133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8D9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4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F3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40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79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66A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AAD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44.16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0F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ИКК</w:t>
            </w:r>
          </w:p>
        </w:tc>
      </w:tr>
      <w:tr w:rsidR="006D6C03" w:rsidRPr="00050266" w14:paraId="514D44A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C16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01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27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20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A13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F9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D8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9D6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024703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31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A1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859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4B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B6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A7D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FAD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24F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ЛПС</w:t>
            </w:r>
          </w:p>
        </w:tc>
      </w:tr>
      <w:tr w:rsidR="006D6C03" w:rsidRPr="00050266" w14:paraId="6592BB1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A9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DA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60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C6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0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A1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A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67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21C0454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3C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7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863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11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C5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178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3AD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8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6D6C03" w:rsidRPr="00050266" w14:paraId="4569B35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F0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66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647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E2C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631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E9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37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56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ЛИИ</w:t>
            </w:r>
          </w:p>
        </w:tc>
      </w:tr>
      <w:tr w:rsidR="006D6C03" w:rsidRPr="00050266" w14:paraId="6820C44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216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7C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13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B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ED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B0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D7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2C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ЦИИ и др.</w:t>
            </w:r>
          </w:p>
        </w:tc>
      </w:tr>
      <w:tr w:rsidR="006D6C03" w:rsidRPr="00050266" w14:paraId="18F32F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734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8C4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2C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504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D06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A7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6D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ED7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АСВ</w:t>
            </w:r>
          </w:p>
        </w:tc>
      </w:tr>
      <w:tr w:rsidR="006D6C03" w:rsidRPr="00050266" w14:paraId="0DDF94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5C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41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F4C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24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57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93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EA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66F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РАХ</w:t>
            </w:r>
          </w:p>
        </w:tc>
      </w:tr>
      <w:tr w:rsidR="006D6C03" w:rsidRPr="00050266" w14:paraId="2E46C5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2C4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C2E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631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039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2A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13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010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4DE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D6C03" w:rsidRPr="00050266" w14:paraId="497B79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7A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F24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FE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DF6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11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7C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1E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8B6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ВВП</w:t>
            </w:r>
          </w:p>
        </w:tc>
      </w:tr>
      <w:tr w:rsidR="006D6C03" w:rsidRPr="00050266" w14:paraId="6FE5020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A89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E4A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D3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7B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07E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AF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23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0A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ГМД и др.</w:t>
            </w:r>
          </w:p>
        </w:tc>
      </w:tr>
      <w:tr w:rsidR="006D6C03" w:rsidRPr="00050266" w14:paraId="587514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C82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3B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AF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B5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C6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11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E9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A6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270CF31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C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9F3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F4D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52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A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95A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D8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75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5C9990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44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24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EC3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DFC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48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77D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2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18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484DA5A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35C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08A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517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87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1D8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18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8FD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786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ГБМ</w:t>
            </w:r>
          </w:p>
        </w:tc>
      </w:tr>
      <w:tr w:rsidR="006D6C03" w:rsidRPr="00050266" w14:paraId="73B802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89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B55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2C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11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8B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824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34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35B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446699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2B1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0A4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6D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67E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B5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0AE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11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CF8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0DDC0C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D2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F3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DC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DD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716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2B9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F7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0D5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67C4B7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46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A0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E8C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27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41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7C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34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0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</w:t>
            </w:r>
          </w:p>
        </w:tc>
      </w:tr>
      <w:tr w:rsidR="006D6C03" w:rsidRPr="00050266" w14:paraId="0D7068A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11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C7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B3A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41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EF7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C8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57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AF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D6C03" w:rsidRPr="00050266" w14:paraId="04779E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AB6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36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F71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868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32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4D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AA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04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3BF91F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416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30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7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4A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DFA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17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22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3E0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6878B5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E7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AA0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DEC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49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30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62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75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EB0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МБК</w:t>
            </w:r>
          </w:p>
        </w:tc>
      </w:tr>
      <w:tr w:rsidR="006D6C03" w:rsidRPr="00050266" w14:paraId="16B449F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A19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7F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45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58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05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AFD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DA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94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D6C03" w:rsidRPr="00050266" w14:paraId="398403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6EF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B8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6F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C6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58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F14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2B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99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ВНМ</w:t>
            </w:r>
          </w:p>
        </w:tc>
      </w:tr>
      <w:tr w:rsidR="006D6C03" w:rsidRPr="00050266" w14:paraId="728B49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C2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AF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9CB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E5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3D1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478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E3B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32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ВДД и др.</w:t>
            </w:r>
          </w:p>
        </w:tc>
      </w:tr>
      <w:tr w:rsidR="006D6C03" w:rsidRPr="00050266" w14:paraId="6E13F8A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72E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FA6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6D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D4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7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A81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0B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18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ТВЛ и др.</w:t>
            </w:r>
          </w:p>
        </w:tc>
      </w:tr>
      <w:tr w:rsidR="006D6C03" w:rsidRPr="00050266" w14:paraId="196EF61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7A6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538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627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8E6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97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AAB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96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8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21D9D02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2D0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08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28D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1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A5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50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87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AC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ГБП</w:t>
            </w:r>
          </w:p>
        </w:tc>
      </w:tr>
      <w:tr w:rsidR="006D6C03" w:rsidRPr="00050266" w14:paraId="6CC8EC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3CC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49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D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BBC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DA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41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77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BD2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МБК</w:t>
            </w:r>
          </w:p>
        </w:tc>
      </w:tr>
      <w:tr w:rsidR="006D6C03" w:rsidRPr="00050266" w14:paraId="6ACD7B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D01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6E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3B4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37E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AA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777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A70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00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274B0F6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C60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08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7C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D9D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C1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38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206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56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6F3F021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21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6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69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367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259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C95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98C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90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D6C03" w:rsidRPr="00050266" w14:paraId="5676AD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02A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11F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749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1C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24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E1F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4D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E05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129BCA1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22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F2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C7F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6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41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1CF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66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24.69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D8E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ТЛН</w:t>
            </w:r>
          </w:p>
        </w:tc>
      </w:tr>
      <w:tr w:rsidR="006D6C03" w:rsidRPr="00050266" w14:paraId="79DA85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F7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588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44A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7F7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B31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9A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E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24.65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FC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548F91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8A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C4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50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C35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F9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F4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5A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14.29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3B6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НВЛ и др.</w:t>
            </w:r>
          </w:p>
        </w:tc>
      </w:tr>
      <w:tr w:rsidR="006D6C03" w:rsidRPr="00050266" w14:paraId="35C09D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C9C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C0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8AE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26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E7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B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FC2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04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719C94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6A9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1D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DE3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BD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B2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CD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13.365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58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173.74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D1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РМД</w:t>
            </w:r>
          </w:p>
        </w:tc>
      </w:tr>
      <w:tr w:rsidR="006D6C03" w:rsidRPr="00050266" w14:paraId="7EA6FC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86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12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30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F4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2DE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A8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A9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765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29B4A1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813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09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3A3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71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1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D6C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8FF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0AC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ПНТ</w:t>
            </w:r>
          </w:p>
        </w:tc>
      </w:tr>
      <w:tr w:rsidR="006D6C03" w:rsidRPr="00050266" w14:paraId="1C71A8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92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2D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7F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46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49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82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1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705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ЯНМ</w:t>
            </w:r>
          </w:p>
        </w:tc>
      </w:tr>
      <w:tr w:rsidR="006D6C03" w:rsidRPr="00050266" w14:paraId="5C88D0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8EF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3D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DF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568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2D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1FB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3D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0BC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КАК</w:t>
            </w:r>
          </w:p>
        </w:tc>
      </w:tr>
      <w:tr w:rsidR="006D6C03" w:rsidRPr="00050266" w14:paraId="496BB0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753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260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661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A9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2B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FB0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8D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B0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66B7820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B9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00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6B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2DB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43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4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28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4C7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6D6C03" w:rsidRPr="00050266" w14:paraId="4CAEE8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F7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358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53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26D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8CD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403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BCA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6EC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3EA94B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06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6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7D4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6CB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B71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AA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A04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E5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ФАФ</w:t>
            </w:r>
          </w:p>
        </w:tc>
      </w:tr>
      <w:tr w:rsidR="006D6C03" w:rsidRPr="00050266" w14:paraId="59740B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C96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599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FFF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340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DB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61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8D9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6B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МАЯ</w:t>
            </w:r>
          </w:p>
        </w:tc>
      </w:tr>
      <w:tr w:rsidR="006D6C03" w:rsidRPr="00050266" w14:paraId="2BE83A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56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9B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F20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3C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300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E75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AF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5C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ГСК</w:t>
            </w:r>
          </w:p>
        </w:tc>
      </w:tr>
      <w:tr w:rsidR="006D6C03" w:rsidRPr="00050266" w14:paraId="764185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601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684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44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EA7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F9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1F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B3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F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2DCD04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7B0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C2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84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E28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E6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E90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A3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BB5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ПАА и др.</w:t>
            </w:r>
          </w:p>
        </w:tc>
      </w:tr>
      <w:tr w:rsidR="006D6C03" w:rsidRPr="00050266" w14:paraId="375E12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2B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978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7C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1B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1BF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A00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C5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7F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206E73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722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9BF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2F8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BC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499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DD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CC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571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ЙПТ</w:t>
            </w:r>
          </w:p>
        </w:tc>
      </w:tr>
      <w:tr w:rsidR="006D6C03" w:rsidRPr="00050266" w14:paraId="4B862B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10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D4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8F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36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21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2B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1.089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C1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14.15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1A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ГКП</w:t>
            </w:r>
          </w:p>
        </w:tc>
      </w:tr>
      <w:tr w:rsidR="006D6C03" w:rsidRPr="00050266" w14:paraId="7044F3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82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BD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0F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017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67E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1D9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4A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F34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6D6C03" w:rsidRPr="00050266" w14:paraId="0C9738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76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E7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15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BA9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97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BCB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981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EB8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НАЛ</w:t>
            </w:r>
          </w:p>
        </w:tc>
      </w:tr>
      <w:tr w:rsidR="006D6C03" w:rsidRPr="00050266" w14:paraId="7D5D922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E36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BFC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A4A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F50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0F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76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13B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65B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СГТ</w:t>
            </w:r>
          </w:p>
        </w:tc>
      </w:tr>
      <w:tr w:rsidR="006D6C03" w:rsidRPr="00050266" w14:paraId="1EF384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EC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CC8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F26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7B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87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57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697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BF1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108EDD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23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320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092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E7C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DE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D9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4CB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DB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63D696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169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AA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A0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B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B6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800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604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65C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ЦПБ и др.</w:t>
            </w:r>
          </w:p>
        </w:tc>
      </w:tr>
      <w:tr w:rsidR="006D6C03" w:rsidRPr="00050266" w14:paraId="30290F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95B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F8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B4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964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3CE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D0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04E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B7D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6D6C03" w:rsidRPr="00050266" w14:paraId="0593B8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2B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084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57B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C16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5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A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53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545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ЦКВ</w:t>
            </w:r>
          </w:p>
        </w:tc>
      </w:tr>
      <w:tr w:rsidR="006D6C03" w:rsidRPr="00050266" w14:paraId="6F4A2F9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F7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6F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22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84B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71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96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3C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DE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38F4AB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08E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296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7F0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E2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8.827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ED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0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E0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7E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РКС</w:t>
            </w:r>
          </w:p>
        </w:tc>
      </w:tr>
      <w:tr w:rsidR="006D6C03" w:rsidRPr="00050266" w14:paraId="0AAA91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E5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099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D1F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6FD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395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B5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B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0E9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ВКВ</w:t>
            </w:r>
          </w:p>
        </w:tc>
      </w:tr>
      <w:tr w:rsidR="006D6C03" w:rsidRPr="00050266" w14:paraId="7D8567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DC5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D48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58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9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CE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D68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E9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4A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НГП</w:t>
            </w:r>
          </w:p>
        </w:tc>
      </w:tr>
      <w:tr w:rsidR="006D6C03" w:rsidRPr="00050266" w14:paraId="57F6C9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B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B93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5DE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15E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CC4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705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8D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0C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2214FF5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01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51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04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56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4F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731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48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7AF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СДН</w:t>
            </w:r>
          </w:p>
        </w:tc>
      </w:tr>
      <w:tr w:rsidR="006D6C03" w:rsidRPr="00050266" w14:paraId="2B2875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E0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54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9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19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71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1A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972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9F8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ЛДМ</w:t>
            </w:r>
          </w:p>
        </w:tc>
      </w:tr>
      <w:tr w:rsidR="006D6C03" w:rsidRPr="00050266" w14:paraId="0FD885B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25D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F8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D5A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514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B6B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0E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C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96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75B9B7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EFF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02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B81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06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D3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B15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E4D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4DC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НЙС</w:t>
            </w:r>
          </w:p>
        </w:tc>
      </w:tr>
      <w:tr w:rsidR="006D6C03" w:rsidRPr="00050266" w14:paraId="4896CD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DF9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62D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DE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F55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A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F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CDE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960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ДБД</w:t>
            </w:r>
          </w:p>
        </w:tc>
      </w:tr>
      <w:tr w:rsidR="006D6C03" w:rsidRPr="00050266" w14:paraId="44AC591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1E9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18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53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9B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EF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FA5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A1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D6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69D1CE1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5A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EEC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39A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377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E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47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EA4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FF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780A097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C2F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E1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C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F5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C5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60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1A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FF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4B9B5D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A7C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D5C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647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05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3D9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16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BD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2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73BED5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542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FC7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31F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2A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93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3F1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276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65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6D6C03" w:rsidRPr="00050266" w14:paraId="7D9F5E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01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48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416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22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C8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BC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A8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9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ИГИ</w:t>
            </w:r>
          </w:p>
        </w:tc>
      </w:tr>
      <w:tr w:rsidR="006D6C03" w:rsidRPr="00050266" w14:paraId="6EE3E3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52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E7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AD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877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C1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F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670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12D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6D6C03" w:rsidRPr="00050266" w14:paraId="18A79A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728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03E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C1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44D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D8C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044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DF0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D9A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71BDBC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F4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AE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C8A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D6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F7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65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2B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E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ПНТ</w:t>
            </w:r>
          </w:p>
        </w:tc>
      </w:tr>
      <w:tr w:rsidR="006D6C03" w:rsidRPr="00050266" w14:paraId="10803C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27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B9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3FA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4C5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DF9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C2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44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6DA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6DA0576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D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7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11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F23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4C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2A1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E2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8D8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3FD559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5BD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32D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29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C66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7F8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EE1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02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8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02545FE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D82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777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8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06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EA4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45D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B74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799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1629D0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0F5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E65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04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6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88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0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3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0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5D889C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48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A3F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98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8A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1F0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29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4B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6C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D6C03" w:rsidRPr="00050266" w14:paraId="1E77659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B9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74E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12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1A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7A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8C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1E7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028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1657E9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6A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26B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370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9A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FB7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0CA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5D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B3F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2DA3DE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6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C4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A6E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9F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0CD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F2E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F10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BC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62C8C2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E3E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D24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74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7E1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B0B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C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43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A6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0ED791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A4E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4D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6F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245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A7E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F79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13.814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8B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179.58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BE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ДЖИ СТИЛ 2015 ЕООД</w:t>
            </w:r>
          </w:p>
        </w:tc>
      </w:tr>
      <w:tr w:rsidR="006D6C03" w:rsidRPr="00050266" w14:paraId="728F36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F3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FEF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1A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1F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E7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05E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8B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7C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ДЖИ СТИЛ 2015 ЕООД</w:t>
            </w:r>
          </w:p>
        </w:tc>
      </w:tr>
      <w:tr w:rsidR="006D6C03" w:rsidRPr="00050266" w14:paraId="034684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EF7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46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21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CF7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F7B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9AD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B7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182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ЕСГ и др.</w:t>
            </w:r>
          </w:p>
        </w:tc>
      </w:tr>
      <w:tr w:rsidR="006D6C03" w:rsidRPr="00050266" w14:paraId="63A37A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7EC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B0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5D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85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D0A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407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1E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E2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ГБС и др.</w:t>
            </w:r>
          </w:p>
        </w:tc>
      </w:tr>
      <w:tr w:rsidR="006D6C03" w:rsidRPr="00050266" w14:paraId="4E6E95E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BE2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4A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27A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933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78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E66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5C3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0B2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НАП</w:t>
            </w:r>
          </w:p>
        </w:tc>
      </w:tr>
      <w:tr w:rsidR="006D6C03" w:rsidRPr="00050266" w14:paraId="61A515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8C5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AC9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5C8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D6A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69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43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3E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914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БТР</w:t>
            </w:r>
          </w:p>
        </w:tc>
      </w:tr>
      <w:tr w:rsidR="006D6C03" w:rsidRPr="00050266" w14:paraId="4D6545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8BB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8F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796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E29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81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49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82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DA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ВСЗ</w:t>
            </w:r>
          </w:p>
        </w:tc>
      </w:tr>
      <w:tr w:rsidR="006D6C03" w:rsidRPr="00050266" w14:paraId="1602B4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04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3CA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47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4AC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A1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B70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A2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43F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ВЕК</w:t>
            </w:r>
          </w:p>
        </w:tc>
      </w:tr>
      <w:tr w:rsidR="006D6C03" w:rsidRPr="00050266" w14:paraId="005752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4B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21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70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6D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1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F75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4F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21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72D455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39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F4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AB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A96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80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386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B0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A10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</w:t>
            </w:r>
          </w:p>
        </w:tc>
      </w:tr>
      <w:tr w:rsidR="006D6C03" w:rsidRPr="00050266" w14:paraId="139BCC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965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139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8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475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9A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7AE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7C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EB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</w:t>
            </w:r>
          </w:p>
        </w:tc>
      </w:tr>
      <w:tr w:rsidR="006D6C03" w:rsidRPr="00050266" w14:paraId="39A5403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DFA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065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0BD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D9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5E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3C8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B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6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ДЖИ СТИЛ 2015 ЕООД</w:t>
            </w:r>
          </w:p>
        </w:tc>
      </w:tr>
      <w:tr w:rsidR="006D6C03" w:rsidRPr="00050266" w14:paraId="4C9DCD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08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C0D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FB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1D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9F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225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43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37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АФА</w:t>
            </w:r>
          </w:p>
        </w:tc>
      </w:tr>
      <w:tr w:rsidR="006D6C03" w:rsidRPr="00050266" w14:paraId="77C6BD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18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84A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EC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35E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4B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59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15E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01D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6007A1E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31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C5C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74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4E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E39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A38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04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220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5AB83A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A1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FC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45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9E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0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7A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4D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E79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ТОК</w:t>
            </w:r>
          </w:p>
        </w:tc>
      </w:tr>
      <w:tr w:rsidR="006D6C03" w:rsidRPr="00050266" w14:paraId="299B293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2B7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14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A0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44C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8E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78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D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AC2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26A73D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97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50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83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DEA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26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ED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68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96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ИСД</w:t>
            </w:r>
          </w:p>
        </w:tc>
      </w:tr>
      <w:tr w:rsidR="006D6C03" w:rsidRPr="00050266" w14:paraId="43D3910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49D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E9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64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CA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9D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4D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2BB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4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463EF9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F32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8E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7DB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27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C7C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EBF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4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47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СПВ</w:t>
            </w:r>
          </w:p>
        </w:tc>
      </w:tr>
      <w:tr w:rsidR="006D6C03" w:rsidRPr="00050266" w14:paraId="42B81B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4B7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4F4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625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A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A06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22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664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7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72B53D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9BF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E4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42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894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EC6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51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2D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1CB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3D3099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941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544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C5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66D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C7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893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AF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46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7A3C3C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3AB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8D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B4B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1D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A0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DD0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596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C7E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АСИ</w:t>
            </w:r>
          </w:p>
        </w:tc>
      </w:tr>
      <w:tr w:rsidR="006D6C03" w:rsidRPr="00050266" w14:paraId="2C9E54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249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B04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647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D3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A1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09C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85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FBD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D6C03" w:rsidRPr="00050266" w14:paraId="07CC779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9C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17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B5E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DC5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FD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5D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3A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D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5B181E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74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30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47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B66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4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5F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DF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15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ГЛЗ</w:t>
            </w:r>
          </w:p>
        </w:tc>
      </w:tr>
      <w:tr w:rsidR="006D6C03" w:rsidRPr="00050266" w14:paraId="76FAA5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A1A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17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BE5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50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FBD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0B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08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170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НИА и др.</w:t>
            </w:r>
          </w:p>
        </w:tc>
      </w:tr>
      <w:tr w:rsidR="006D6C03" w:rsidRPr="00050266" w14:paraId="01FA61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A6F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BDA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AFA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DF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084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75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D84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99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ХДГ</w:t>
            </w:r>
          </w:p>
        </w:tc>
      </w:tr>
      <w:tr w:rsidR="006D6C03" w:rsidRPr="00050266" w14:paraId="524431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A3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CE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6E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693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FC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F1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6F5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E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6D6C03" w:rsidRPr="00050266" w14:paraId="1B58AF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2D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70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82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6E1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9A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A6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E18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AC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ДАМ и др.</w:t>
            </w:r>
          </w:p>
        </w:tc>
      </w:tr>
      <w:tr w:rsidR="006D6C03" w:rsidRPr="00050266" w14:paraId="785BE2E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C7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4D9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6A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CE7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6FC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D60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120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7E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49A1D00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D9B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BC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04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13C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499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C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21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FEA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ХДГ</w:t>
            </w:r>
          </w:p>
        </w:tc>
      </w:tr>
      <w:tr w:rsidR="006D6C03" w:rsidRPr="00050266" w14:paraId="0D9193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F7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19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0C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95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2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9E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0.071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F3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398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7F3D84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DC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955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877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4F0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DF0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79F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8D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79D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ВГБ и др.</w:t>
            </w:r>
          </w:p>
        </w:tc>
      </w:tr>
      <w:tr w:rsidR="006D6C03" w:rsidRPr="00050266" w14:paraId="754260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6E2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CD8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87A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3B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477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07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A02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37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04094A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FF4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4A0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54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07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1D1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90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F34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101.29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ED2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ЕЛАБО ИНВЕСТ ООД</w:t>
            </w:r>
          </w:p>
        </w:tc>
      </w:tr>
      <w:tr w:rsidR="006D6C03" w:rsidRPr="00050266" w14:paraId="158CF39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234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9F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001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C0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0DA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E2D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95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6DB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35449B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C6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D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CF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502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F2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4A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1D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C47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6D6C03" w:rsidRPr="00050266" w14:paraId="04DEDE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381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09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2A4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566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97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796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F4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FF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2EC9EF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E7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D1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995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83B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FA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C6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DEE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A9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026231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28F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19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1D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1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EE0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01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59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CE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 и др.</w:t>
            </w:r>
          </w:p>
        </w:tc>
      </w:tr>
      <w:tr w:rsidR="006D6C03" w:rsidRPr="00050266" w14:paraId="4DEC58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C8E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59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637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70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CD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5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876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24E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ЯНМ</w:t>
            </w:r>
          </w:p>
        </w:tc>
      </w:tr>
      <w:tr w:rsidR="006D6C03" w:rsidRPr="00050266" w14:paraId="282C28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3BA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62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23A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B1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D2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87F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06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489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5475824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8B7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FC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62C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F4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C0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481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41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AD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D6C03" w:rsidRPr="00050266" w14:paraId="495483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DF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7C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E3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EBA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A2F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FC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55A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F33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0143C4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6E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5C2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94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2E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2F3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1A7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BC0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9B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БЗМ</w:t>
            </w:r>
          </w:p>
        </w:tc>
      </w:tr>
      <w:tr w:rsidR="006D6C03" w:rsidRPr="00050266" w14:paraId="742713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0FA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6BD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26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8D1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89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C3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BC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8D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</w:t>
            </w:r>
          </w:p>
        </w:tc>
      </w:tr>
      <w:tr w:rsidR="006D6C03" w:rsidRPr="00050266" w14:paraId="493A8E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63F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9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942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18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2F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E92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1A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31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АВБ</w:t>
            </w:r>
          </w:p>
        </w:tc>
      </w:tr>
      <w:tr w:rsidR="006D6C03" w:rsidRPr="00050266" w14:paraId="2E1060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C73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67B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79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E9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D8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7AC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50A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7A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744DE0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0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ED9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B7A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79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E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EE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109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40.26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AB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МОМ</w:t>
            </w:r>
          </w:p>
        </w:tc>
      </w:tr>
      <w:tr w:rsidR="006D6C03" w:rsidRPr="00050266" w14:paraId="28A1CB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4E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5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53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71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E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2F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94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1E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БДЙ</w:t>
            </w:r>
          </w:p>
        </w:tc>
      </w:tr>
      <w:tr w:rsidR="006D6C03" w:rsidRPr="00050266" w14:paraId="135C27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D3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A7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FC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FB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86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DD9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4B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E09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СМЛ</w:t>
            </w:r>
          </w:p>
        </w:tc>
      </w:tr>
      <w:tr w:rsidR="006D6C03" w:rsidRPr="00050266" w14:paraId="620131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823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33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00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10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8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387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DE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D05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НДА</w:t>
            </w:r>
          </w:p>
        </w:tc>
      </w:tr>
      <w:tr w:rsidR="006D6C03" w:rsidRPr="00050266" w14:paraId="37CA47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9E7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0B9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6B9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B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0E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29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546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64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МНА</w:t>
            </w:r>
          </w:p>
        </w:tc>
      </w:tr>
      <w:tr w:rsidR="006D6C03" w:rsidRPr="00050266" w14:paraId="28732F4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2B3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AA6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639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80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D56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DDC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D6B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8FB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68261B2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B5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AE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06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97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0DD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21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B3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3D5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6D6C03" w:rsidRPr="00050266" w14:paraId="462282B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9D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704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85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29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4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7A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E4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09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7D380D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D5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7C8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B8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353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871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964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60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26.03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3B4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КБЦ</w:t>
            </w:r>
          </w:p>
        </w:tc>
      </w:tr>
      <w:tr w:rsidR="006D6C03" w:rsidRPr="00050266" w14:paraId="69C9201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EB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F25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37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E92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C6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B6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792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5F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МЙГ</w:t>
            </w:r>
          </w:p>
        </w:tc>
      </w:tr>
      <w:tr w:rsidR="006D6C03" w:rsidRPr="00050266" w14:paraId="500F81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39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40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CE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40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A1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846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F48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CA2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АНС</w:t>
            </w:r>
          </w:p>
        </w:tc>
      </w:tr>
      <w:tr w:rsidR="006D6C03" w:rsidRPr="00050266" w14:paraId="34C0CC9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2B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C2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48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EA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F72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528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A92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48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561E36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5C3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8E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E0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286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90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24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07C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6E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3BF737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BA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77C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D5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B7C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16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AC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53B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AB6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ЦММ</w:t>
            </w:r>
          </w:p>
        </w:tc>
      </w:tr>
      <w:tr w:rsidR="006D6C03" w:rsidRPr="00050266" w14:paraId="3C968A3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68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3A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C2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3C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15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48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9F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7B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ММТ</w:t>
            </w:r>
          </w:p>
        </w:tc>
      </w:tr>
      <w:tr w:rsidR="006D6C03" w:rsidRPr="00050266" w14:paraId="29C46C4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E4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B9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2E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C69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6A8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51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44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65A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615A72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A31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C38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BBD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3B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B17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CA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5F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43F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4462A9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C6D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4EC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225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5C9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48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5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1A6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409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ААБ</w:t>
            </w:r>
          </w:p>
        </w:tc>
      </w:tr>
      <w:tr w:rsidR="006D6C03" w:rsidRPr="00050266" w14:paraId="44FA3E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31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C07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EB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80D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DBB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356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A49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85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СБИ и др.</w:t>
            </w:r>
          </w:p>
        </w:tc>
      </w:tr>
      <w:tr w:rsidR="006D6C03" w:rsidRPr="00050266" w14:paraId="338E9A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B9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1F8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A6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5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61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E69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B5C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05A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ААБ</w:t>
            </w:r>
          </w:p>
        </w:tc>
      </w:tr>
      <w:tr w:rsidR="006D6C03" w:rsidRPr="00050266" w14:paraId="014188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EF0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57D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0B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1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DD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6C7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A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81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ДМЙ</w:t>
            </w:r>
          </w:p>
        </w:tc>
      </w:tr>
      <w:tr w:rsidR="006D6C03" w:rsidRPr="00050266" w14:paraId="43A7E08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4E2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18B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85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DD3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EF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91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D1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54.75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C1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АФЦ</w:t>
            </w:r>
          </w:p>
        </w:tc>
      </w:tr>
      <w:tr w:rsidR="006D6C03" w:rsidRPr="00050266" w14:paraId="540999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81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383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4C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2B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231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4DE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A3C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22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БМГ</w:t>
            </w:r>
          </w:p>
        </w:tc>
      </w:tr>
      <w:tr w:rsidR="006D6C03" w:rsidRPr="00050266" w14:paraId="3E5ADB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0DA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28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8EB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B6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95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9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379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C0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ЦЪРК. НАСТОЯТЕЛСТВО ХРАМСВ.ТРОИЦА</w:t>
            </w:r>
          </w:p>
        </w:tc>
      </w:tr>
      <w:tr w:rsidR="006D6C03" w:rsidRPr="00050266" w14:paraId="3AE7A5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2C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2B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D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71E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D3A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7BF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BF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CC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ЮСМ</w:t>
            </w:r>
          </w:p>
        </w:tc>
      </w:tr>
      <w:tr w:rsidR="006D6C03" w:rsidRPr="00050266" w14:paraId="3AB303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7C4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FB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9BC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A5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EE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AE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298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C75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ВВИ</w:t>
            </w:r>
          </w:p>
        </w:tc>
      </w:tr>
      <w:tr w:rsidR="006D6C03" w:rsidRPr="00050266" w14:paraId="58E1D2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BE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F28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48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A1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ED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41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81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E00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</w:tr>
      <w:tr w:rsidR="006D6C03" w:rsidRPr="00050266" w14:paraId="16ACC7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A9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E0B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A5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22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87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A57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21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0E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ЕИК</w:t>
            </w:r>
          </w:p>
        </w:tc>
      </w:tr>
      <w:tr w:rsidR="006D6C03" w:rsidRPr="00050266" w14:paraId="684AD5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D0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1A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BCB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AEA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EB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E7C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88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14D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5F1A94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E3A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37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D4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E67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F9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EC2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3F0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61B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3B933E4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2CD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BE8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05C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88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3E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24A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1D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83F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</w:tr>
      <w:tr w:rsidR="006D6C03" w:rsidRPr="00050266" w14:paraId="56EB32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826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7AD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FF3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07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2FA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7C6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1A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DC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НАП</w:t>
            </w:r>
          </w:p>
        </w:tc>
      </w:tr>
      <w:tr w:rsidR="006D6C03" w:rsidRPr="00050266" w14:paraId="0C07D94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46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7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4F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B5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810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203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5E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198.84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715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АРХИТРОН</w:t>
            </w:r>
          </w:p>
        </w:tc>
      </w:tr>
      <w:tr w:rsidR="006D6C03" w:rsidRPr="00050266" w14:paraId="51248C5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758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D8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51F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F78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140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355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A6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6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4AD521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9B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608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D4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7D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AC2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67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D3D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B67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4A0C83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958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1F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AB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C0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4B4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4E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B66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78.00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28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АКД</w:t>
            </w:r>
          </w:p>
        </w:tc>
      </w:tr>
      <w:tr w:rsidR="006D6C03" w:rsidRPr="00050266" w14:paraId="1131158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38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32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7DF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99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348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79A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16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7D4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6D6C03" w:rsidRPr="00050266" w14:paraId="7CBD09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30D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53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2E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6B1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33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4F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70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1F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</w:t>
            </w:r>
          </w:p>
        </w:tc>
      </w:tr>
      <w:tr w:rsidR="006D6C03" w:rsidRPr="00050266" w14:paraId="5EC3D8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F37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5C9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74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B53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8BA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13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7F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A6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ЕИГ и др.</w:t>
            </w:r>
          </w:p>
        </w:tc>
      </w:tr>
      <w:tr w:rsidR="006D6C03" w:rsidRPr="00050266" w14:paraId="20DC3C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2C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E7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83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68F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B8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55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C7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56E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432A71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812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A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34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B7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CE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BD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E55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81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ЦИС и др.</w:t>
            </w:r>
          </w:p>
        </w:tc>
      </w:tr>
      <w:tr w:rsidR="006D6C03" w:rsidRPr="00050266" w14:paraId="7E9B0F4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7B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7CC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41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43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EF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6F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812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897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ГБМ</w:t>
            </w:r>
          </w:p>
        </w:tc>
      </w:tr>
      <w:tr w:rsidR="006D6C03" w:rsidRPr="00050266" w14:paraId="04C05C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555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DD5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440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83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8BF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8F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2A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3C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ПКС</w:t>
            </w:r>
          </w:p>
        </w:tc>
      </w:tr>
      <w:tr w:rsidR="006D6C03" w:rsidRPr="00050266" w14:paraId="097C50A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60E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9E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AE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424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9E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63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DA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57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НМЛ</w:t>
            </w:r>
          </w:p>
        </w:tc>
      </w:tr>
      <w:tr w:rsidR="006D6C03" w:rsidRPr="00050266" w14:paraId="1366B8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DC2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926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84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6C7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7E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49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E4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692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6F9DC75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D07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740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5F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CF9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5A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304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2.383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5AF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8CC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ДЖИ СТИЛ 2015 ЕООД</w:t>
            </w:r>
          </w:p>
        </w:tc>
      </w:tr>
      <w:tr w:rsidR="006D6C03" w:rsidRPr="00050266" w14:paraId="5517A3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646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5A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34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EC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8D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277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37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26.03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0E3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РМЗ и др.</w:t>
            </w:r>
          </w:p>
        </w:tc>
      </w:tr>
      <w:tr w:rsidR="006D6C03" w:rsidRPr="00050266" w14:paraId="1A6BE4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8F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58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D74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C6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39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66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AEB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7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1C0A82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0CA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6B1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C5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C11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3F0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D9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45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23.34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C2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ПНТ</w:t>
            </w:r>
          </w:p>
        </w:tc>
      </w:tr>
      <w:tr w:rsidR="006D6C03" w:rsidRPr="00050266" w14:paraId="030BBE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C9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782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F3F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E6F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D1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445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A5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48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МАП</w:t>
            </w:r>
          </w:p>
        </w:tc>
      </w:tr>
      <w:tr w:rsidR="006D6C03" w:rsidRPr="00050266" w14:paraId="79E3C3A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AA5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2D8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30B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286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8C6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D7A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CC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4F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38D4CA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49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205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44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7E1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DBC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F7D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DF4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7E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ГЛЗ</w:t>
            </w:r>
          </w:p>
        </w:tc>
      </w:tr>
      <w:tr w:rsidR="006D6C03" w:rsidRPr="00050266" w14:paraId="2F8DA6D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87B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5C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EA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0C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C1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AB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28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719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186940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A9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99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E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32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E56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0A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EE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8A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ПММ и др.</w:t>
            </w:r>
          </w:p>
        </w:tc>
      </w:tr>
      <w:tr w:rsidR="006D6C03" w:rsidRPr="00050266" w14:paraId="6FAB46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5F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C2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B8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89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87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B3A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BA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1F0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6D6C03" w:rsidRPr="00050266" w14:paraId="3E34987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DA3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51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AD8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076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BAD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77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79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FD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ТЛВ</w:t>
            </w:r>
          </w:p>
        </w:tc>
      </w:tr>
      <w:tr w:rsidR="006D6C03" w:rsidRPr="00050266" w14:paraId="3016E9F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9AB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6D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7B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80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B2F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11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FC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E57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ЗСС</w:t>
            </w:r>
          </w:p>
        </w:tc>
      </w:tr>
      <w:tr w:rsidR="006D6C03" w:rsidRPr="00050266" w14:paraId="2CBE6F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01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8CC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18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39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0BC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1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0C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3C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350CE1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7EA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46F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E1D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A6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13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12A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D76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D0D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ТАС</w:t>
            </w:r>
          </w:p>
        </w:tc>
      </w:tr>
      <w:tr w:rsidR="006D6C03" w:rsidRPr="00050266" w14:paraId="390347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C9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CF9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F6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DE8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5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A6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59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3D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D6C03" w:rsidRPr="00050266" w14:paraId="100145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702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7A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92F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74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33B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29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59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B65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0D1237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D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71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85C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2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6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211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16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E5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5414F3F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230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961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A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CE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BB6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15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56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42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ДАМ и др.</w:t>
            </w:r>
          </w:p>
        </w:tc>
      </w:tr>
      <w:tr w:rsidR="006D6C03" w:rsidRPr="00050266" w14:paraId="05A2BC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AF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810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020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C05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22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4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49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D87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6385502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B2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1A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63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22C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7E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18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C3B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F36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735E65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7F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C91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F32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F5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96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3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1A0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10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ЦИА</w:t>
            </w:r>
          </w:p>
        </w:tc>
      </w:tr>
      <w:tr w:rsidR="006D6C03" w:rsidRPr="00050266" w14:paraId="1DDB3C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0D4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2F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E9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A0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58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24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CF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C50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ПСН и др.</w:t>
            </w:r>
          </w:p>
        </w:tc>
      </w:tr>
      <w:tr w:rsidR="006D6C03" w:rsidRPr="00050266" w14:paraId="6646A8C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3E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41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4C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34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4B7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57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8D7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1E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3AAB17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59F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11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98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788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03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24B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354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85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D6C03" w:rsidRPr="00050266" w14:paraId="329DA22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D39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24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05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4C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A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076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E32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762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20F5DC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A8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9C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AD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7E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E39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E0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AFE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77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5D119A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23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CF8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4E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BA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22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F8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23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BF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44DABF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10B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568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CD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81F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44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70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46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92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РАХ</w:t>
            </w:r>
          </w:p>
        </w:tc>
      </w:tr>
      <w:tr w:rsidR="006D6C03" w:rsidRPr="00050266" w14:paraId="08153C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2FD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AA1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37D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40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CF3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8C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75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B53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3FE33A6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A1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A7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B3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0FE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CC0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DD5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B6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E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D6C03" w:rsidRPr="00050266" w14:paraId="34D419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A0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DCD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420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60F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3B6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66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20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EE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НИЗ</w:t>
            </w:r>
          </w:p>
        </w:tc>
      </w:tr>
      <w:tr w:rsidR="006D6C03" w:rsidRPr="00050266" w14:paraId="54F4E8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BB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62F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3A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AA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EC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258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847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71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0A93F52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600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7A6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96A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E8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42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BB3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11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DB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7EA1AE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1BD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9A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7FB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7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6D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6F3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C7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6F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53A8639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6C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E0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6DC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6E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AF3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EFF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08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28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ИМС</w:t>
            </w:r>
          </w:p>
        </w:tc>
      </w:tr>
      <w:tr w:rsidR="006D6C03" w:rsidRPr="00050266" w14:paraId="53F9ED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62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BF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49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96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56C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BD2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67B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1F8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РАС</w:t>
            </w:r>
          </w:p>
        </w:tc>
      </w:tr>
      <w:tr w:rsidR="006D6C03" w:rsidRPr="00050266" w14:paraId="60F9B1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C95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8B2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842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11F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DCB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23F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EA2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8D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ДТТ и др.</w:t>
            </w:r>
          </w:p>
        </w:tc>
      </w:tr>
      <w:tr w:rsidR="006D6C03" w:rsidRPr="00050266" w14:paraId="529EA7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3E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28C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FC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BA1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912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CD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C9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D05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ЛПТ</w:t>
            </w:r>
          </w:p>
        </w:tc>
      </w:tr>
      <w:tr w:rsidR="006D6C03" w:rsidRPr="00050266" w14:paraId="1B55B4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40A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B6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3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52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985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7A9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5E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68B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671285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96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F4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6B3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88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E7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3F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3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43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ЦАМ</w:t>
            </w:r>
          </w:p>
        </w:tc>
      </w:tr>
      <w:tr w:rsidR="006D6C03" w:rsidRPr="00050266" w14:paraId="5D405C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7E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D9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1E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94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CBB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412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B2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62.30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FB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6D6C03" w:rsidRPr="00050266" w14:paraId="153FFD5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2D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A1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B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20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09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B3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F50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C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7EE62D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A0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888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90A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7DD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94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87D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35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40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СГОУРОБО ЕООД</w:t>
            </w:r>
          </w:p>
        </w:tc>
      </w:tr>
      <w:tr w:rsidR="006D6C03" w:rsidRPr="00050266" w14:paraId="4329B4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859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2ED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761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C81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13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D2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2AA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22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6D6C03" w:rsidRPr="00050266" w14:paraId="2C0236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4B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358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EDB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609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1A4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DB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D4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B01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4CE00A2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3CC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D56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6F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58F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FB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6A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40E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B5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БГИ</w:t>
            </w:r>
          </w:p>
        </w:tc>
      </w:tr>
      <w:tr w:rsidR="006D6C03" w:rsidRPr="00050266" w14:paraId="503690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2E4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6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E0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FE1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A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C0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61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95B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500A16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E3B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88C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A52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3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ADA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2D5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F1E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BD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1BC7C9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76A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92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ACD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C9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0F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D0D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EF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CF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МАЯ</w:t>
            </w:r>
          </w:p>
        </w:tc>
      </w:tr>
      <w:tr w:rsidR="006D6C03" w:rsidRPr="00050266" w14:paraId="0BFE46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DB8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DD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650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9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CF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3D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99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42.84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B0E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АФЦ</w:t>
            </w:r>
          </w:p>
        </w:tc>
      </w:tr>
      <w:tr w:rsidR="006D6C03" w:rsidRPr="00050266" w14:paraId="66FB1F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20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27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75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B8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CF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860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A1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C3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ВАЙ</w:t>
            </w:r>
          </w:p>
        </w:tc>
      </w:tr>
      <w:tr w:rsidR="006D6C03" w:rsidRPr="00050266" w14:paraId="6DD636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82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7E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34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A6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58C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2D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CB2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5FB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РНТ</w:t>
            </w:r>
          </w:p>
        </w:tc>
      </w:tr>
      <w:tr w:rsidR="006D6C03" w:rsidRPr="00050266" w14:paraId="0E04F75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C8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93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D0C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15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C6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41B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C0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82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РСК и др.</w:t>
            </w:r>
          </w:p>
        </w:tc>
      </w:tr>
      <w:tr w:rsidR="006D6C03" w:rsidRPr="00050266" w14:paraId="6AB558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E4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40E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A6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EB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99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C9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50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FB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СЛС</w:t>
            </w:r>
          </w:p>
        </w:tc>
      </w:tr>
      <w:tr w:rsidR="006D6C03" w:rsidRPr="00050266" w14:paraId="48C165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AF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A5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7A0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C31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FE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713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28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76C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ТЛВ</w:t>
            </w:r>
          </w:p>
        </w:tc>
      </w:tr>
      <w:tr w:rsidR="006D6C03" w:rsidRPr="00050266" w14:paraId="52BF3C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7D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D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879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152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B9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C6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432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D5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МАБ</w:t>
            </w:r>
          </w:p>
        </w:tc>
      </w:tr>
      <w:tr w:rsidR="006D6C03" w:rsidRPr="00050266" w14:paraId="2EA2D8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69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2B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1F2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D4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8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06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A28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7B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ППА</w:t>
            </w:r>
          </w:p>
        </w:tc>
      </w:tr>
      <w:tr w:rsidR="006D6C03" w:rsidRPr="00050266" w14:paraId="7C48A2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25A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57A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72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8D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8A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281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CF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BC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2885A7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04B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58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B84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D00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E3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26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17C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3B8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2CDB1C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47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5E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184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241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49C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A7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C0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BEA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481781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7F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8AB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8C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F3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0E5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E2C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73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4E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АЛС</w:t>
            </w:r>
          </w:p>
        </w:tc>
      </w:tr>
      <w:tr w:rsidR="006D6C03" w:rsidRPr="00050266" w14:paraId="2AB443A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717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5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948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18A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D8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65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33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5B2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ЦАМ</w:t>
            </w:r>
          </w:p>
        </w:tc>
      </w:tr>
      <w:tr w:rsidR="006D6C03" w:rsidRPr="00050266" w14:paraId="0AFB21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44F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45E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A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81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675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EC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9A4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910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СЗК</w:t>
            </w:r>
          </w:p>
        </w:tc>
      </w:tr>
      <w:tr w:rsidR="006D6C03" w:rsidRPr="00050266" w14:paraId="5389B34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75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D48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A2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AD2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E7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6E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87D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F38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СЛМ и др.</w:t>
            </w:r>
          </w:p>
        </w:tc>
      </w:tr>
      <w:tr w:rsidR="006D6C03" w:rsidRPr="00050266" w14:paraId="799059D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5A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47B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10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7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52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66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915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F4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3154AF7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AD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EF0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A0E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B2A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04E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A3B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98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CBE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ЦГТ и др.</w:t>
            </w:r>
          </w:p>
        </w:tc>
      </w:tr>
      <w:tr w:rsidR="006D6C03" w:rsidRPr="00050266" w14:paraId="68D9473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B17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381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CA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6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CF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1C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FB4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09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5771D6B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D21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51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516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FE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08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EC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137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D8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15CDA6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7A2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BDE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BD6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71C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A18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3E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83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8B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МТВ</w:t>
            </w:r>
          </w:p>
        </w:tc>
      </w:tr>
      <w:tr w:rsidR="006D6C03" w:rsidRPr="00050266" w14:paraId="54E548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EA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6E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40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79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B0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A8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532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C7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690735B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F61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C6F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C0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26C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FBE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1F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FFB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6F3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54A3C7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76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A03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882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463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E02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6E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3C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A0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ИАП и др.</w:t>
            </w:r>
          </w:p>
        </w:tc>
      </w:tr>
      <w:tr w:rsidR="006D6C03" w:rsidRPr="00050266" w14:paraId="443CF8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C6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72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853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7D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64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7B4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64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7F9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ЦАМ</w:t>
            </w:r>
          </w:p>
        </w:tc>
      </w:tr>
      <w:tr w:rsidR="006D6C03" w:rsidRPr="00050266" w14:paraId="7CF6BB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3F6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B4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07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25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2D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D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07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F9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5C2C14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222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1BD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412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57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FA0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67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D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FE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D6C03" w:rsidRPr="00050266" w14:paraId="0C784D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85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FB2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E97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9AB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DE2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26B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78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25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471B2A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B73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8B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9B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C18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91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7C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68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23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МВР</w:t>
            </w:r>
          </w:p>
        </w:tc>
      </w:tr>
      <w:tr w:rsidR="006D6C03" w:rsidRPr="00050266" w14:paraId="6D826CF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701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3E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0E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9F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B00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BE8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47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458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ЕОД и др.</w:t>
            </w:r>
          </w:p>
        </w:tc>
      </w:tr>
      <w:tr w:rsidR="006D6C03" w:rsidRPr="00050266" w14:paraId="32EC445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AB5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D3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1DE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C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E2C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FC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619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43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ММТ</w:t>
            </w:r>
          </w:p>
        </w:tc>
      </w:tr>
      <w:tr w:rsidR="006D6C03" w:rsidRPr="00050266" w14:paraId="2B6435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64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E9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B2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EF6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60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F1D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0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4C0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602F513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A2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D9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04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5D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67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21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623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B6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598705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72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1C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66D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E53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6E2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59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F0C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CA8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 и др.</w:t>
            </w:r>
          </w:p>
        </w:tc>
      </w:tr>
      <w:tr w:rsidR="006D6C03" w:rsidRPr="00050266" w14:paraId="34AC95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1EF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B5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7E2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BFE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C5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C9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95C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76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4A6395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AD8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E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4F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1E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14.723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97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3DA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CB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47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ТГК и др.</w:t>
            </w:r>
          </w:p>
        </w:tc>
      </w:tr>
      <w:tr w:rsidR="006D6C03" w:rsidRPr="00050266" w14:paraId="236FE9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38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7D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AAD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EA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D7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109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1D6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4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12E60E1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C1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5C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2D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4E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6C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5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A4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0C1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ТСП</w:t>
            </w:r>
          </w:p>
        </w:tc>
      </w:tr>
      <w:tr w:rsidR="006D6C03" w:rsidRPr="00050266" w14:paraId="7983FD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831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0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029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3A8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9A2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0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EEB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18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1A40C2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F0C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CC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DD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A4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0F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B4F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28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57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6D6C03" w:rsidRPr="00050266" w14:paraId="6B59AB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85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BF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96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A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FC8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710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586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7F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МДГ и др.</w:t>
            </w:r>
          </w:p>
        </w:tc>
      </w:tr>
      <w:tr w:rsidR="006D6C03" w:rsidRPr="00050266" w14:paraId="650AECB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3F7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C15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EB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8D2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861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89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1E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625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ЕМШ</w:t>
            </w:r>
          </w:p>
        </w:tc>
      </w:tr>
      <w:tr w:rsidR="006D6C03" w:rsidRPr="00050266" w14:paraId="24188B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F1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CD2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AB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459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00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1A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2A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ED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692D95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A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842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887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57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D6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BF3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FD9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E4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0504A6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C3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B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F12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0A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83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A42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B5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1EB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60A079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759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5E6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30D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309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AF0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95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5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74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471CF95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680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038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42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27F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2C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35B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70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678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198EB01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651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C0A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F58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423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D81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E4B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17D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D7E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ГИБ и др.</w:t>
            </w:r>
          </w:p>
        </w:tc>
      </w:tr>
      <w:tr w:rsidR="006D6C03" w:rsidRPr="00050266" w14:paraId="57DC528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1E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7D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B6C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1BB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B33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A1F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FDA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471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265598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6C9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59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FE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ABD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27B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59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01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9E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Г.И.Г.СОФИЯ АД</w:t>
            </w:r>
          </w:p>
        </w:tc>
      </w:tr>
      <w:tr w:rsidR="006D6C03" w:rsidRPr="00050266" w14:paraId="3E9A0E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5D0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012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93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1B9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395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9C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56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71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10DBAD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F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76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734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D1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9C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25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048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803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135B0C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87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331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823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EA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34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70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BC4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56B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КАК</w:t>
            </w:r>
          </w:p>
        </w:tc>
      </w:tr>
      <w:tr w:rsidR="006D6C03" w:rsidRPr="00050266" w14:paraId="510F779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7C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F0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6D9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06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0A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1B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C3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C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6212231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ABB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2F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7E8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313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8ED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E6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33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19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2C3ADB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51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E5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44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E85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36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3D6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2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91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ЙЕГ и др.</w:t>
            </w:r>
          </w:p>
        </w:tc>
      </w:tr>
      <w:tr w:rsidR="006D6C03" w:rsidRPr="00050266" w14:paraId="6A0E96D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B7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CD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6FA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4C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7E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C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B9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427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ССР</w:t>
            </w:r>
          </w:p>
        </w:tc>
      </w:tr>
      <w:tr w:rsidR="006D6C03" w:rsidRPr="00050266" w14:paraId="4FD2470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EE0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56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1DE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19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67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AC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BAC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A1F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СЛС</w:t>
            </w:r>
          </w:p>
        </w:tc>
      </w:tr>
      <w:tr w:rsidR="006D6C03" w:rsidRPr="00050266" w14:paraId="588AC8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CC7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DE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B4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E5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4D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8B3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449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BE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СГГ и др.</w:t>
            </w:r>
          </w:p>
        </w:tc>
      </w:tr>
      <w:tr w:rsidR="006D6C03" w:rsidRPr="00050266" w14:paraId="4629EE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DC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46B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50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12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8C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FF1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98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A9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РРБ и др.</w:t>
            </w:r>
          </w:p>
        </w:tc>
      </w:tr>
      <w:tr w:rsidR="006D6C03" w:rsidRPr="00050266" w14:paraId="6ADECF2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94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3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2A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A42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4C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FD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50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668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365AAE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E90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966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99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F6B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8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750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41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E75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11422C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4E6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1A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E64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EA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52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1C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F49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4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ЛРМ</w:t>
            </w:r>
          </w:p>
        </w:tc>
      </w:tr>
      <w:tr w:rsidR="006D6C03" w:rsidRPr="00050266" w14:paraId="5BAF3E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A8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C8C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69F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883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B4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AD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BB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D8B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ФЕРМЕР БЪЛГАРИЯ 1ЕООД</w:t>
            </w:r>
          </w:p>
        </w:tc>
      </w:tr>
      <w:tr w:rsidR="006D6C03" w:rsidRPr="00050266" w14:paraId="6FBE3A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ED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B65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440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850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05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A48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161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673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6D6C03" w:rsidRPr="00050266" w14:paraId="1344CFD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70E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BF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04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3B5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39B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7A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DC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938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D6C03" w:rsidRPr="00050266" w14:paraId="1582B3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76C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FC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173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0FA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92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200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2CF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45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ККЦ и др.</w:t>
            </w:r>
          </w:p>
        </w:tc>
      </w:tr>
      <w:tr w:rsidR="006D6C03" w:rsidRPr="00050266" w14:paraId="5A1A1B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A99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D8F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22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14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ED8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4FD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60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A5A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209DDD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D06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81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C7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71E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DF1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64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5F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D36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ТОК</w:t>
            </w:r>
          </w:p>
        </w:tc>
      </w:tr>
      <w:tr w:rsidR="006D6C03" w:rsidRPr="00050266" w14:paraId="70E5954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15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343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5D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6E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230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3D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E4E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C0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673F63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FB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6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A3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5E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A6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DD6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21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EF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6CEE4B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06F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0C8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7F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FF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4D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7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83C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E9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ЕВТ</w:t>
            </w:r>
          </w:p>
        </w:tc>
      </w:tr>
      <w:tr w:rsidR="006D6C03" w:rsidRPr="00050266" w14:paraId="5B8E63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60D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DD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C9F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82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28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25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3F3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82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1D4B3DB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269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F2C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AB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3B7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EE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06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77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198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373A56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EA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053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12F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91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7A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A1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2AD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89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2085A5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C7E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F1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4A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8F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8B1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4BC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CC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D82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255A2C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DED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D9A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45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5B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C4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D4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A2E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DE3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ГРВ</w:t>
            </w:r>
          </w:p>
        </w:tc>
      </w:tr>
      <w:tr w:rsidR="006D6C03" w:rsidRPr="00050266" w14:paraId="732D607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27B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90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BB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E4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20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F10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FB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DD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ИБА</w:t>
            </w:r>
          </w:p>
        </w:tc>
      </w:tr>
      <w:tr w:rsidR="006D6C03" w:rsidRPr="00050266" w14:paraId="4887327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CA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44A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52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FAD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93F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6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39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DE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ЛПМ</w:t>
            </w:r>
          </w:p>
        </w:tc>
      </w:tr>
      <w:tr w:rsidR="006D6C03" w:rsidRPr="00050266" w14:paraId="3B9FCF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87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EC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ABC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FF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43B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FFF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6C1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01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66A426C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0AA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B9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C7B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52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F1B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DA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38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84C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РГЦ и др.</w:t>
            </w:r>
          </w:p>
        </w:tc>
      </w:tr>
      <w:tr w:rsidR="006D6C03" w:rsidRPr="00050266" w14:paraId="0D403D2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05D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EE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50D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69F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27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00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DA9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971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7B9E8FF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6FE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6F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B87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33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B8E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C41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04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683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ЕЛГ и др.</w:t>
            </w:r>
          </w:p>
        </w:tc>
      </w:tr>
      <w:tr w:rsidR="006D6C03" w:rsidRPr="00050266" w14:paraId="32D8C83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32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B3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91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43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1BD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C98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81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31A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1C0022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EE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2DC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CA6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E48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CFF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2CC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8C3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183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ЛББ</w:t>
            </w:r>
          </w:p>
        </w:tc>
      </w:tr>
      <w:tr w:rsidR="006D6C03" w:rsidRPr="00050266" w14:paraId="03822C6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E4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EDD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EF3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CE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79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840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2D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2A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5FD27C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80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99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4EE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52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3C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5CC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BB6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E1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33F444D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7F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AF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820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F35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453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6B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2E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1C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КВД</w:t>
            </w:r>
          </w:p>
        </w:tc>
      </w:tr>
      <w:tr w:rsidR="006D6C03" w:rsidRPr="00050266" w14:paraId="6713349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A6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B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FDB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1CE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E6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812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AB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66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ПВВ</w:t>
            </w:r>
          </w:p>
        </w:tc>
      </w:tr>
      <w:tr w:rsidR="006D6C03" w:rsidRPr="00050266" w14:paraId="4418C0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46C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46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72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95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13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27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8BC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48C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ЛТГ</w:t>
            </w:r>
          </w:p>
        </w:tc>
      </w:tr>
      <w:tr w:rsidR="006D6C03" w:rsidRPr="00050266" w14:paraId="1E7178E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C7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84D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64C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04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623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5D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92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4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ИТГ</w:t>
            </w:r>
          </w:p>
        </w:tc>
      </w:tr>
      <w:tr w:rsidR="006D6C03" w:rsidRPr="00050266" w14:paraId="09FE88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DA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99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DC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F46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80E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7B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4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A23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КТГ</w:t>
            </w:r>
          </w:p>
        </w:tc>
      </w:tr>
      <w:tr w:rsidR="006D6C03" w:rsidRPr="00050266" w14:paraId="6CA86B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4D0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52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DFC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BAC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66D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E9A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A8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9FE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567D6E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71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F4D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B77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B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2D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E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73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CAD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ЕИЗ</w:t>
            </w:r>
          </w:p>
        </w:tc>
      </w:tr>
      <w:tr w:rsidR="006D6C03" w:rsidRPr="00050266" w14:paraId="26573E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5B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4A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9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34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52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71F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172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BC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</w:t>
            </w:r>
          </w:p>
        </w:tc>
      </w:tr>
      <w:tr w:rsidR="006D6C03" w:rsidRPr="00050266" w14:paraId="492057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9A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0E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B61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06B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79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BD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A39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99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ГБП</w:t>
            </w:r>
          </w:p>
        </w:tc>
      </w:tr>
      <w:tr w:rsidR="006D6C03" w:rsidRPr="00050266" w14:paraId="0B2FD0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B9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974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26C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89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1E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3B6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EF6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148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ГБМ</w:t>
            </w:r>
          </w:p>
        </w:tc>
      </w:tr>
      <w:tr w:rsidR="006D6C03" w:rsidRPr="00050266" w14:paraId="58861C1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C5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22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4BB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1D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AF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C0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234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521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ПВВ</w:t>
            </w:r>
          </w:p>
        </w:tc>
      </w:tr>
      <w:tr w:rsidR="006D6C03" w:rsidRPr="00050266" w14:paraId="0DA822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0F5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A90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C7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36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DD1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7E3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46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9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544DBD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D5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3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5D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84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34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02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E5C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1A1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629D7D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EB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D1D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116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F9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71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DB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A90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5E1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D6C03" w:rsidRPr="00050266" w14:paraId="1BD8D9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231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0B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86D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071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69F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75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E2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AA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505055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A11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EF5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B50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38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86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E9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56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79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0016ADA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49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FB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34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FF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DF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588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EF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745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НСЗ</w:t>
            </w:r>
          </w:p>
        </w:tc>
      </w:tr>
      <w:tr w:rsidR="006D6C03" w:rsidRPr="00050266" w14:paraId="5AF914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026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49F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18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DE2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5AB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DC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726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F19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ВМВ и др.</w:t>
            </w:r>
          </w:p>
        </w:tc>
      </w:tr>
      <w:tr w:rsidR="006D6C03" w:rsidRPr="00050266" w14:paraId="1BCB20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9C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14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C3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A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D4B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B35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03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23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ЙПТ</w:t>
            </w:r>
          </w:p>
        </w:tc>
      </w:tr>
      <w:tr w:rsidR="006D6C03" w:rsidRPr="00050266" w14:paraId="7DDF915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DC7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D7F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4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AF1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F0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D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99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150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5FF190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7E1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50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29C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F88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92A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E0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329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B2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152EFF1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FA8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59D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8B4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2B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BD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F68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9D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C6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5EE23B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BD5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09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00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8FD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79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6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2B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6B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ДБД</w:t>
            </w:r>
          </w:p>
        </w:tc>
      </w:tr>
      <w:tr w:rsidR="006D6C03" w:rsidRPr="00050266" w14:paraId="569206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94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295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4A2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91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8A5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2A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A0A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94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ПВМ</w:t>
            </w:r>
          </w:p>
        </w:tc>
      </w:tr>
      <w:tr w:rsidR="006D6C03" w:rsidRPr="00050266" w14:paraId="665B20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4A4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A7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44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774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75B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61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2D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513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БЗМ</w:t>
            </w:r>
          </w:p>
        </w:tc>
      </w:tr>
      <w:tr w:rsidR="006D6C03" w:rsidRPr="00050266" w14:paraId="3137663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D3D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F0E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5CD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A69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09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91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BA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E6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D6C03" w:rsidRPr="00050266" w14:paraId="737955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33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81C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3D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19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653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BC4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9A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52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0BAE67A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FF1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CE5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A3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4D9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B0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6A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B6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3AF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СЛС</w:t>
            </w:r>
          </w:p>
        </w:tc>
      </w:tr>
      <w:tr w:rsidR="006D6C03" w:rsidRPr="00050266" w14:paraId="64F5CD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B57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F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856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24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17F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19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620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9C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6B015B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69D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D94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56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538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654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598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C5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6A5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ККП и др.</w:t>
            </w:r>
          </w:p>
        </w:tc>
      </w:tr>
      <w:tr w:rsidR="006D6C03" w:rsidRPr="00050266" w14:paraId="25FB7C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5B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52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FA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609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1A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985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77E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48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БДЙ</w:t>
            </w:r>
          </w:p>
        </w:tc>
      </w:tr>
      <w:tr w:rsidR="006D6C03" w:rsidRPr="00050266" w14:paraId="0ECF9A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21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5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D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5AC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57D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AC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E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420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69D782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9D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FB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03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46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B2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87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CAE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19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ПНС</w:t>
            </w:r>
          </w:p>
        </w:tc>
      </w:tr>
      <w:tr w:rsidR="006D6C03" w:rsidRPr="00050266" w14:paraId="35A74A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D8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776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90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57A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E1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7CF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C3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BF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5CE812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5B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01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9D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75B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8A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DAD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FE4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EE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БГТ</w:t>
            </w:r>
          </w:p>
        </w:tc>
      </w:tr>
      <w:tr w:rsidR="006D6C03" w:rsidRPr="00050266" w14:paraId="0C461D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064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B38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21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F60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67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C6D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C3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5E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</w:t>
            </w:r>
          </w:p>
        </w:tc>
      </w:tr>
      <w:tr w:rsidR="006D6C03" w:rsidRPr="00050266" w14:paraId="1537FD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0B5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C4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27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6BF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960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34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ED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1B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</w:t>
            </w:r>
          </w:p>
        </w:tc>
      </w:tr>
      <w:tr w:rsidR="006D6C03" w:rsidRPr="00050266" w14:paraId="0BC360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2D2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92E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CEE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A1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50F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6A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EF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27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БЗМ</w:t>
            </w:r>
          </w:p>
        </w:tc>
      </w:tr>
      <w:tr w:rsidR="006D6C03" w:rsidRPr="00050266" w14:paraId="1915BD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EC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AC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EC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1CA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DBE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0C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E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13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0257C5D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9E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BA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1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49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C8B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E8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4B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A96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3DFC9A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D5F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D44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BA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0B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02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B4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9EC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4E9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055DD1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B8A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B8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96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61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DD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E40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776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F1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КВА и др.</w:t>
            </w:r>
          </w:p>
        </w:tc>
      </w:tr>
      <w:tr w:rsidR="006D6C03" w:rsidRPr="00050266" w14:paraId="2B8FA3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8E9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344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AF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A4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998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2B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40D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F20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КДД</w:t>
            </w:r>
          </w:p>
        </w:tc>
      </w:tr>
      <w:tr w:rsidR="006D6C03" w:rsidRPr="00050266" w14:paraId="7EC2D8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1EF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914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88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E1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6DF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73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2E2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0B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0BE8A77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67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E7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55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DD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EC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DC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8A1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5D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НВН и др.</w:t>
            </w:r>
          </w:p>
        </w:tc>
      </w:tr>
      <w:tr w:rsidR="006D6C03" w:rsidRPr="00050266" w14:paraId="580FB59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5E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529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2EA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C4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A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E4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5EC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27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5CCC87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668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23F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41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40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15E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D9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AF1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194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НПВ</w:t>
            </w:r>
          </w:p>
        </w:tc>
      </w:tr>
      <w:tr w:rsidR="006D6C03" w:rsidRPr="00050266" w14:paraId="79DE0F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7A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49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A0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2D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F30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3E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EE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C2B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6D6C03" w:rsidRPr="00050266" w14:paraId="510B63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C90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51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29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2F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B0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68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109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52.04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97C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ИДА</w:t>
            </w:r>
          </w:p>
        </w:tc>
      </w:tr>
      <w:tr w:rsidR="006D6C03" w:rsidRPr="00050266" w14:paraId="3E0995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5A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8F9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828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F9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B18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32C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AA2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E0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4B5C2F2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D6C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1A4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140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6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38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7FD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F0B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78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ЯДТ</w:t>
            </w:r>
          </w:p>
        </w:tc>
      </w:tr>
      <w:tr w:rsidR="006D6C03" w:rsidRPr="00050266" w14:paraId="75159C8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EA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174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2FC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5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78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96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97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8D1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6D6C03" w:rsidRPr="00050266" w14:paraId="6104B3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DD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91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BA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AB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13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DE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4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B3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</w:t>
            </w:r>
          </w:p>
        </w:tc>
      </w:tr>
      <w:tr w:rsidR="006D6C03" w:rsidRPr="00050266" w14:paraId="5FAFD5D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474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8D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A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93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B6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7B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B5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2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СГБ и др.</w:t>
            </w:r>
          </w:p>
        </w:tc>
      </w:tr>
      <w:tr w:rsidR="006D6C03" w:rsidRPr="00050266" w14:paraId="0D74812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7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D7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09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A7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25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7E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EB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088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59DC3F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22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731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53D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557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67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F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10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39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6CBCA11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D7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83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39E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AA3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957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D1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C9F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082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ХДД</w:t>
            </w:r>
          </w:p>
        </w:tc>
      </w:tr>
      <w:tr w:rsidR="006D6C03" w:rsidRPr="00050266" w14:paraId="7D1AD8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E15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E9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31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666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EF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0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A8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49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7115583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501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72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4E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E3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BC4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1D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051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377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371F1E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05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EE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17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82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16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D92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4E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38D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БАИ</w:t>
            </w:r>
          </w:p>
        </w:tc>
      </w:tr>
      <w:tr w:rsidR="006D6C03" w:rsidRPr="00050266" w14:paraId="5EACE8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E5F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D5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22D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BCA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12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BF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D69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1B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НАС</w:t>
            </w:r>
          </w:p>
        </w:tc>
      </w:tr>
      <w:tr w:rsidR="006D6C03" w:rsidRPr="00050266" w14:paraId="68B1F6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9A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DF4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712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C33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21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CC3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EEC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C25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4338B7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92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F3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89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257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F1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CB5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60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63E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01E3D8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87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BA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BF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674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635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C9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945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3B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ПНТ</w:t>
            </w:r>
          </w:p>
        </w:tc>
      </w:tr>
      <w:tr w:rsidR="006D6C03" w:rsidRPr="00050266" w14:paraId="0842FC7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F4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C03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BB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F64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061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BE6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02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D90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БГТ</w:t>
            </w:r>
          </w:p>
        </w:tc>
      </w:tr>
      <w:tr w:rsidR="006D6C03" w:rsidRPr="00050266" w14:paraId="2B1815B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F6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22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01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A85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B1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B9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D0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81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ПВВ</w:t>
            </w:r>
          </w:p>
        </w:tc>
      </w:tr>
      <w:tr w:rsidR="006D6C03" w:rsidRPr="00050266" w14:paraId="229058E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6F2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0D8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CD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B94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61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9E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7A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A79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218244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08D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69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78B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F2F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1A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F3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81F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B2B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551045D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D40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AD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D1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43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B3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9E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9D0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85E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D6C03" w:rsidRPr="00050266" w14:paraId="0310C3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9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A2A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D08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2F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26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4F4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8B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417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50AF3AE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68A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F4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3D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8D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DF2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1C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EE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87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7D078C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415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97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5E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A6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C3D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C9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24B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A3D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29D7092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CAE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D57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B29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19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3C5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AE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64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C91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006050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2B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C04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51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C1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E2E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85A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7C3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AF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72FAC82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F4E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1F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B95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008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4C7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93C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ED9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D9C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1008F7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65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C2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53F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46B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94B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FA0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81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A38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СПА</w:t>
            </w:r>
          </w:p>
        </w:tc>
      </w:tr>
      <w:tr w:rsidR="006D6C03" w:rsidRPr="00050266" w14:paraId="7528E5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85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4A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C33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481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5E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932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BE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10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687D1F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89A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FA4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D9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BB4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C2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FD1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43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11.69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D09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ВДД и др.</w:t>
            </w:r>
          </w:p>
        </w:tc>
      </w:tr>
      <w:tr w:rsidR="006D6C03" w:rsidRPr="00050266" w14:paraId="64372E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04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44B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93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11E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01B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19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1C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6C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665C74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21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A76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EFF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9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C3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15C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7C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062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3391B83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94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379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90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22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6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FFF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B67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3E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БЕС</w:t>
            </w:r>
          </w:p>
        </w:tc>
      </w:tr>
      <w:tr w:rsidR="006D6C03" w:rsidRPr="00050266" w14:paraId="342981C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B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F99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F6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F7A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2A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42A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BC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74C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ВЕД</w:t>
            </w:r>
          </w:p>
        </w:tc>
      </w:tr>
      <w:tr w:rsidR="006D6C03" w:rsidRPr="00050266" w14:paraId="1B60468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4C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FE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03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FF9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2CE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2E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DE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32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2B3900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93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4D2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6A0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95C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0D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F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522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6C1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03654D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B68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BF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C1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D61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24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27D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71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BEA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ПСН</w:t>
            </w:r>
          </w:p>
        </w:tc>
      </w:tr>
      <w:tr w:rsidR="006D6C03" w:rsidRPr="00050266" w14:paraId="279170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728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3C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C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60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07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13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7AB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BA1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ЯСЩ и др.</w:t>
            </w:r>
          </w:p>
        </w:tc>
      </w:tr>
      <w:tr w:rsidR="006D6C03" w:rsidRPr="00050266" w14:paraId="40A79F9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DFF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67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EB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3F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D1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2D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18D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3B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СГА и др.</w:t>
            </w:r>
          </w:p>
        </w:tc>
      </w:tr>
      <w:tr w:rsidR="006D6C03" w:rsidRPr="00050266" w14:paraId="2EC1F8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AE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DE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DB4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1DB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112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98F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0.166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3E6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B6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ВРП</w:t>
            </w:r>
          </w:p>
        </w:tc>
      </w:tr>
      <w:tr w:rsidR="006D6C03" w:rsidRPr="00050266" w14:paraId="7D01DD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36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1B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EE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85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3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E2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E1D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5C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20758FB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8C3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10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380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5F1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12F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A5D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26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95A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0D0870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76D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F6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654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836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23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83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0.091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FC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75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3803A5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7A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E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C7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3C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16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C2F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EF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26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0D7080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62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A2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7D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D4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365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D33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0C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6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ЗИГ</w:t>
            </w:r>
          </w:p>
        </w:tc>
      </w:tr>
      <w:tr w:rsidR="006D6C03" w:rsidRPr="00050266" w14:paraId="0133DE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149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FF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C2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D5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42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486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7A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52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СМЗ</w:t>
            </w:r>
          </w:p>
        </w:tc>
      </w:tr>
      <w:tr w:rsidR="006D6C03" w:rsidRPr="00050266" w14:paraId="4FEF21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7F0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086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CB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347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4F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50A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5B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4F7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ПРИНТ-ТЕКС ООД</w:t>
            </w:r>
          </w:p>
        </w:tc>
      </w:tr>
      <w:tr w:rsidR="006D6C03" w:rsidRPr="00050266" w14:paraId="29FDC3E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78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FA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77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515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B13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7C0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EBD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46.13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E7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СОФИЯ ДРИНКС ДЕЛИВЕРИ ЕООД</w:t>
            </w:r>
          </w:p>
        </w:tc>
      </w:tr>
      <w:tr w:rsidR="006D6C03" w:rsidRPr="00050266" w14:paraId="71ADFDD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22A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5F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CF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B97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777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5D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5D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44.24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256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УНИТРЕЙД-БГ ООД</w:t>
            </w:r>
          </w:p>
        </w:tc>
      </w:tr>
      <w:tr w:rsidR="006D6C03" w:rsidRPr="00050266" w14:paraId="3A06AE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0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2CB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20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26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D79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C23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25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50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РНТ</w:t>
            </w:r>
          </w:p>
        </w:tc>
      </w:tr>
      <w:tr w:rsidR="006D6C03" w:rsidRPr="00050266" w14:paraId="080761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D9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7D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A87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73C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79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257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46A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18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D6C03" w:rsidRPr="00050266" w14:paraId="29BDD3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9BD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19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4F7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0D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1D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81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5C7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D35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РГЦ и др.</w:t>
            </w:r>
          </w:p>
        </w:tc>
      </w:tr>
      <w:tr w:rsidR="006D6C03" w:rsidRPr="00050266" w14:paraId="5E509F1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744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6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B5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884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65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7D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818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C53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УНИТРЕЙД-БГ ООД</w:t>
            </w:r>
          </w:p>
        </w:tc>
      </w:tr>
      <w:tr w:rsidR="006D6C03" w:rsidRPr="00050266" w14:paraId="6919CBA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63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0A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195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D77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C20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681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02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CAD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ГИБ и др.</w:t>
            </w:r>
          </w:p>
        </w:tc>
      </w:tr>
      <w:tr w:rsidR="006D6C03" w:rsidRPr="00050266" w14:paraId="632035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62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25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244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4FA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B7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9C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90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476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082499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F4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C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EC3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992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63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A71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A8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E9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ГЛУМЧЕ ЕООД</w:t>
            </w:r>
          </w:p>
        </w:tc>
      </w:tr>
      <w:tr w:rsidR="006D6C03" w:rsidRPr="00050266" w14:paraId="29ABC1D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112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16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4FD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5C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59A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A0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089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4A9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3CBDD1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7BB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F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2E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8C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088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D2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0E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B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ПСК и др.</w:t>
            </w:r>
          </w:p>
        </w:tc>
      </w:tr>
      <w:tr w:rsidR="006D6C03" w:rsidRPr="00050266" w14:paraId="21D4007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64D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365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4C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D24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71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95E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F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03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СЛС</w:t>
            </w:r>
          </w:p>
        </w:tc>
      </w:tr>
      <w:tr w:rsidR="006D6C03" w:rsidRPr="00050266" w14:paraId="5C00C87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364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DD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F2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2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C0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EC5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37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35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6D6C03" w:rsidRPr="00050266" w14:paraId="34D87F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741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A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D5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D3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D2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B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CBC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4F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КРУШОВО ЕООД</w:t>
            </w:r>
          </w:p>
        </w:tc>
      </w:tr>
      <w:tr w:rsidR="006D6C03" w:rsidRPr="00050266" w14:paraId="349969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F9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454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BF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F3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0B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DCB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83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30E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МОНОЛИС ЕООД</w:t>
            </w:r>
          </w:p>
        </w:tc>
      </w:tr>
      <w:tr w:rsidR="006D6C03" w:rsidRPr="00050266" w14:paraId="7AC007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37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92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9A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943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10C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79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F0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D99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35C1588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62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5C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49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9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4D4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A77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491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76.71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7A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МНП и др.</w:t>
            </w:r>
          </w:p>
        </w:tc>
      </w:tr>
      <w:tr w:rsidR="006D6C03" w:rsidRPr="00050266" w14:paraId="045CB8F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D66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0CB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D5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39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42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4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3D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E0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D6C03" w:rsidRPr="00050266" w14:paraId="0E8A10B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16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A7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745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B7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07A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93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08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121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3E5842F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099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B6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CF5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9DF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D1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C6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7E5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B75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РММ</w:t>
            </w:r>
          </w:p>
        </w:tc>
      </w:tr>
      <w:tr w:rsidR="006D6C03" w:rsidRPr="00050266" w14:paraId="51C571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E7D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2CF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CC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7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47D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A5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E0B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6EE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НБЩ</w:t>
            </w:r>
          </w:p>
        </w:tc>
      </w:tr>
      <w:tr w:rsidR="006D6C03" w:rsidRPr="00050266" w14:paraId="094D088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26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EE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87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27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84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EB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40E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F7C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6D6C03" w:rsidRPr="00050266" w14:paraId="3327F5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F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87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11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6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AE8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34B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DE3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2D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МИЛАНОВОБГ ЕООД</w:t>
            </w:r>
          </w:p>
        </w:tc>
      </w:tr>
      <w:tr w:rsidR="006D6C03" w:rsidRPr="00050266" w14:paraId="7CEF7C6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0E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DD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D7C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3D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A52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72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BD9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2A5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ВМВ и др.</w:t>
            </w:r>
          </w:p>
        </w:tc>
      </w:tr>
      <w:tr w:rsidR="006D6C03" w:rsidRPr="00050266" w14:paraId="5C1E37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CF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6DD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60D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9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D7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204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4B1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C73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ЦИКЛОБО ЕООД</w:t>
            </w:r>
          </w:p>
        </w:tc>
      </w:tr>
      <w:tr w:rsidR="006D6C03" w:rsidRPr="00050266" w14:paraId="2C44E6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FD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A05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D9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19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3E6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7F0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52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FD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ВЪРБОВО ЕООД</w:t>
            </w:r>
          </w:p>
        </w:tc>
      </w:tr>
      <w:tr w:rsidR="006D6C03" w:rsidRPr="00050266" w14:paraId="5ED950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25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038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B3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89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FF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C9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6A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97A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РЕПЛЯНА ЕООД</w:t>
            </w:r>
          </w:p>
        </w:tc>
      </w:tr>
      <w:tr w:rsidR="006D6C03" w:rsidRPr="00050266" w14:paraId="642CA2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85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F8B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589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A54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BCE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437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8C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526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СЛИВОВО ЕООД</w:t>
            </w:r>
          </w:p>
        </w:tc>
      </w:tr>
      <w:tr w:rsidR="006D6C03" w:rsidRPr="00050266" w14:paraId="7237990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DEF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C1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C7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D7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7DD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5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05B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76C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549B68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64D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4E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BC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47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B6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5F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15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6B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76DC5E5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959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1B5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6F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F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A94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CFE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A6E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44.74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DED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АГРО ДИМИТРИОС ЕООД</w:t>
            </w:r>
          </w:p>
        </w:tc>
      </w:tr>
      <w:tr w:rsidR="006D6C03" w:rsidRPr="00050266" w14:paraId="632A66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68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9AD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8AA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C6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16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DF7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7D3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459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ФАФ</w:t>
            </w:r>
          </w:p>
        </w:tc>
      </w:tr>
      <w:tr w:rsidR="006D6C03" w:rsidRPr="00050266" w14:paraId="5EE3F7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915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20C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5D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CFA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FD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37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E0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E43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ФАФ</w:t>
            </w:r>
          </w:p>
        </w:tc>
      </w:tr>
      <w:tr w:rsidR="006D6C03" w:rsidRPr="00050266" w14:paraId="4ABDF8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92A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314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4A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20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87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77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C0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3F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455746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7D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74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2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79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681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68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B5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27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ТОЛОВИЦА ЕООД</w:t>
            </w:r>
          </w:p>
        </w:tc>
      </w:tr>
      <w:tr w:rsidR="006D6C03" w:rsidRPr="00050266" w14:paraId="350CA58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ED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786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881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569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B7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B8C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C1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B3E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МАОНАЛЕНД ЕООД</w:t>
            </w:r>
          </w:p>
        </w:tc>
      </w:tr>
      <w:tr w:rsidR="006D6C03" w:rsidRPr="00050266" w14:paraId="32EDC9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75D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DE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74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57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B64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DB9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6F0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6C4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ТЛН</w:t>
            </w:r>
          </w:p>
        </w:tc>
      </w:tr>
      <w:tr w:rsidR="006D6C03" w:rsidRPr="00050266" w14:paraId="14C974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3B3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19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7E0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DEB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24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0C0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048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E1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С.И.Г.  ООД</w:t>
            </w:r>
          </w:p>
        </w:tc>
      </w:tr>
      <w:tr w:rsidR="006D6C03" w:rsidRPr="00050266" w14:paraId="7C0DF8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2EA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DB1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8A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989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C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338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82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AE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НЙС</w:t>
            </w:r>
          </w:p>
        </w:tc>
      </w:tr>
      <w:tr w:rsidR="006D6C03" w:rsidRPr="00050266" w14:paraId="4BF29B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5C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52C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DE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B4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60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AB7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47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7E5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ЦГТ и др.</w:t>
            </w:r>
          </w:p>
        </w:tc>
      </w:tr>
      <w:tr w:rsidR="006D6C03" w:rsidRPr="00050266" w14:paraId="45E222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CC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88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F7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30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200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F9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E43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57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2ECF4C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E8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36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2B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8B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905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AA2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752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25.18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BE5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</w:t>
            </w:r>
          </w:p>
        </w:tc>
      </w:tr>
      <w:tr w:rsidR="006D6C03" w:rsidRPr="00050266" w14:paraId="18C65BA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788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4DF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15A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DA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88A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870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D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D97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623A7C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60A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6B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106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2C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21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E4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1B2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9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69C7E8A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CBF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54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D5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593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AE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E5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F50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1F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033CCB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4E6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06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28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784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408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475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C95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8B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3201F4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F02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90A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E6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0B2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5A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15A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81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11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ТИГ</w:t>
            </w:r>
          </w:p>
        </w:tc>
      </w:tr>
      <w:tr w:rsidR="006D6C03" w:rsidRPr="00050266" w14:paraId="659FEC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90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0B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D2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1E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107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F4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A11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A7A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7EC0B6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C0C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7B5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FFF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C2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F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EB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AD1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4E8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1BD627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09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73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17D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D22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8E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DF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2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52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54B445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39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BB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B03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2F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35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79A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B3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FA3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ЕЛГ</w:t>
            </w:r>
          </w:p>
        </w:tc>
      </w:tr>
      <w:tr w:rsidR="006D6C03" w:rsidRPr="00050266" w14:paraId="7563DBD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54A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F7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D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79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0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61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88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00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</w:t>
            </w:r>
          </w:p>
        </w:tc>
      </w:tr>
      <w:tr w:rsidR="006D6C03" w:rsidRPr="00050266" w14:paraId="7430E0A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4C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99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16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CE0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30E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E0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50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4B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5CA10C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808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F3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1C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36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A2F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5D8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0.484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714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146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БКК</w:t>
            </w:r>
          </w:p>
        </w:tc>
      </w:tr>
      <w:tr w:rsidR="006D6C03" w:rsidRPr="00050266" w14:paraId="75E7AAB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4B8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902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7AA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DE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28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D33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5.199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3E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67.59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EB9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ЗКВ</w:t>
            </w:r>
          </w:p>
        </w:tc>
      </w:tr>
      <w:tr w:rsidR="006D6C03" w:rsidRPr="00050266" w14:paraId="052304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36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F4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77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3B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1F4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30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9A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55.31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A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ВПС - ЛИЛИЯ  СИЕ ОНЦОВИ СД</w:t>
            </w:r>
          </w:p>
        </w:tc>
      </w:tr>
      <w:tr w:rsidR="006D6C03" w:rsidRPr="00050266" w14:paraId="37CAA82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66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D0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7DF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34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58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ED2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DC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E8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 и др.</w:t>
            </w:r>
          </w:p>
        </w:tc>
      </w:tr>
      <w:tr w:rsidR="006D6C03" w:rsidRPr="00050266" w14:paraId="4FF8455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26B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ABE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BB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AD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A73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FD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1B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B3D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НДА</w:t>
            </w:r>
          </w:p>
        </w:tc>
      </w:tr>
      <w:tr w:rsidR="006D6C03" w:rsidRPr="00050266" w14:paraId="3498A1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24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18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C8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FA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B79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47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3.649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5B8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47.44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14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ЗКВ</w:t>
            </w:r>
          </w:p>
        </w:tc>
      </w:tr>
      <w:tr w:rsidR="006D6C03" w:rsidRPr="00050266" w14:paraId="27B12C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A3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42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CAE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6F6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6C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053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22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41.25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FF9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ЗКВ</w:t>
            </w:r>
          </w:p>
        </w:tc>
      </w:tr>
      <w:tr w:rsidR="006D6C03" w:rsidRPr="00050266" w14:paraId="7C2A69A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682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1FD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AC3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070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6A0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B0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CF4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32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МНА</w:t>
            </w:r>
          </w:p>
        </w:tc>
      </w:tr>
      <w:tr w:rsidR="006D6C03" w:rsidRPr="00050266" w14:paraId="58DF44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65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69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864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55E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CC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91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D7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D92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212829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B96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36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05B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55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16C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39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51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57D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СМЛ</w:t>
            </w:r>
          </w:p>
        </w:tc>
      </w:tr>
      <w:tr w:rsidR="006D6C03" w:rsidRPr="00050266" w14:paraId="429CC45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ED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36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68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F2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4ED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73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BA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87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ЗДС</w:t>
            </w:r>
          </w:p>
        </w:tc>
      </w:tr>
      <w:tr w:rsidR="006D6C03" w:rsidRPr="00050266" w14:paraId="278A44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E0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C00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0C1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BC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456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54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84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481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ЕМШ</w:t>
            </w:r>
          </w:p>
        </w:tc>
      </w:tr>
      <w:tr w:rsidR="006D6C03" w:rsidRPr="00050266" w14:paraId="6D425F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86B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97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4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0A3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63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4A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D64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755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ЕБД</w:t>
            </w:r>
          </w:p>
        </w:tc>
      </w:tr>
      <w:tr w:rsidR="006D6C03" w:rsidRPr="00050266" w14:paraId="0CBE33B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2F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09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D5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4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1D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52E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AA7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827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НДВ</w:t>
            </w:r>
          </w:p>
        </w:tc>
      </w:tr>
      <w:tr w:rsidR="006D6C03" w:rsidRPr="00050266" w14:paraId="672A5B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55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C9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40B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8CE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5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229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D3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5E1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67195EA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32F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E80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283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7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EA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285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11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35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3D2897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20A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43A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1F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C6B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80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D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B62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265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7D917B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B2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61D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E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F50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E13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4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BC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3B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065871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107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08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31F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7A6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9E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5E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5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84E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ЧИТАЛИЩЕ ХР. БОТЕВ</w:t>
            </w:r>
          </w:p>
        </w:tc>
      </w:tr>
      <w:tr w:rsidR="006D6C03" w:rsidRPr="00050266" w14:paraId="1912D8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80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FAC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2AE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7E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8C9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55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2.620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E2F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34.06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3A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D6C03" w:rsidRPr="00050266" w14:paraId="02258D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AD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38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C0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17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CD4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FA0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CC8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27.74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8B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БГД и др.</w:t>
            </w:r>
          </w:p>
        </w:tc>
      </w:tr>
      <w:tr w:rsidR="006D6C03" w:rsidRPr="00050266" w14:paraId="3CD97C3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75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91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1B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76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ED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2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8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921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111D23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FEB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C8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F39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42A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0CC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8A2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DDA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13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2F3F8E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A31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D45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2D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6F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AFB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2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C6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C3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НКТ</w:t>
            </w:r>
          </w:p>
        </w:tc>
      </w:tr>
      <w:tr w:rsidR="006D6C03" w:rsidRPr="00050266" w14:paraId="6293D8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5D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72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C1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FF9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5ED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6C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5AF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9FD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ЗИМ</w:t>
            </w:r>
          </w:p>
        </w:tc>
      </w:tr>
      <w:tr w:rsidR="006D6C03" w:rsidRPr="00050266" w14:paraId="70C4B1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42E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C4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853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10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DA2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7AA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04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06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БГД и др.</w:t>
            </w:r>
          </w:p>
        </w:tc>
      </w:tr>
      <w:tr w:rsidR="006D6C03" w:rsidRPr="00050266" w14:paraId="477859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6A6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D9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A1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C3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77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E8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32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A3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ИПИ</w:t>
            </w:r>
          </w:p>
        </w:tc>
      </w:tr>
      <w:tr w:rsidR="006D6C03" w:rsidRPr="00050266" w14:paraId="10885C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4B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F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98B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266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D4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B20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2FD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49F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7E9221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7D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C70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48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85A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EF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C43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B99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516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ВГБ и др.</w:t>
            </w:r>
          </w:p>
        </w:tc>
      </w:tr>
      <w:tr w:rsidR="006D6C03" w:rsidRPr="00050266" w14:paraId="065495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618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D4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0D5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7C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762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075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E45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22.07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3F7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ЦБН и др.</w:t>
            </w:r>
          </w:p>
        </w:tc>
      </w:tr>
      <w:tr w:rsidR="006D6C03" w:rsidRPr="00050266" w14:paraId="7D1BA0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EDF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808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47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BE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5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54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1B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901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ЦЛВ</w:t>
            </w:r>
          </w:p>
        </w:tc>
      </w:tr>
      <w:tr w:rsidR="006D6C03" w:rsidRPr="00050266" w14:paraId="747E0C8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4C3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FB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F42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29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6A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39F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4FB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B0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РВР</w:t>
            </w:r>
          </w:p>
        </w:tc>
      </w:tr>
      <w:tr w:rsidR="006D6C03" w:rsidRPr="00050266" w14:paraId="0511F0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298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B5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DD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86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9A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E7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B0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10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ККП и др.</w:t>
            </w:r>
          </w:p>
        </w:tc>
      </w:tr>
      <w:tr w:rsidR="006D6C03" w:rsidRPr="00050266" w14:paraId="35D0A28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B2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5C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FF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D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4C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83F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D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99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ЕБК</w:t>
            </w:r>
          </w:p>
        </w:tc>
      </w:tr>
      <w:tr w:rsidR="006D6C03" w:rsidRPr="00050266" w14:paraId="7C2EC0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3B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DB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2E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D0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8B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3E0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8A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CF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ЛПВ</w:t>
            </w:r>
          </w:p>
        </w:tc>
      </w:tr>
      <w:tr w:rsidR="006D6C03" w:rsidRPr="00050266" w14:paraId="13000B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AC6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43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FD1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07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84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44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F5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67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ВЕИ</w:t>
            </w:r>
          </w:p>
        </w:tc>
      </w:tr>
      <w:tr w:rsidR="006D6C03" w:rsidRPr="00050266" w14:paraId="214E4E5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847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7A0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42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063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75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5B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A1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3B0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АМИ</w:t>
            </w:r>
          </w:p>
        </w:tc>
      </w:tr>
      <w:tr w:rsidR="006D6C03" w:rsidRPr="00050266" w14:paraId="77142E2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27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E54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FB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855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2D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79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CF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12F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ВЛГ и др.</w:t>
            </w:r>
          </w:p>
        </w:tc>
      </w:tr>
      <w:tr w:rsidR="006D6C03" w:rsidRPr="00050266" w14:paraId="50840E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A93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КИРИЛ ЛЪЧЕЗАРОВ КИРИЛОВ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C0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B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57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3A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355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41A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BEE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301F1C4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022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2E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026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A1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1580.392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BD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1A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177.888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E6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2312.54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335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021B02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C16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27B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9D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0E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EE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21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A5A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FF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482025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D74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47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F4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DF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40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F0E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E18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E14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6D6C03" w:rsidRPr="00050266" w14:paraId="072E54D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3D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5B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CD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F64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5D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36A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76D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40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ДАЗ</w:t>
            </w:r>
          </w:p>
        </w:tc>
      </w:tr>
      <w:tr w:rsidR="006D6C03" w:rsidRPr="00050266" w14:paraId="0A4D86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8EE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58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66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73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F9C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0F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F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1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3C11EB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D12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B3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CE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79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55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84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DF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51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7AAD65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3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F1F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D6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392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93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9A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B9D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E2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2C86F9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C96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4B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845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52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F15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B3B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DB2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09B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38E26A7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1E5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22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BC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FE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E1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28F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7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C41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58F44CD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06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3FA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7D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DE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F7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76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F3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8EE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50983F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5E2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059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9E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B5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025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888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E21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5CF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АКД</w:t>
            </w:r>
          </w:p>
        </w:tc>
      </w:tr>
      <w:tr w:rsidR="006D6C03" w:rsidRPr="00050266" w14:paraId="667BF1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EC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2E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6C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FC2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B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6B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F9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2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ЛСМ</w:t>
            </w:r>
          </w:p>
        </w:tc>
      </w:tr>
      <w:tr w:rsidR="006D6C03" w:rsidRPr="00050266" w14:paraId="7DDBD4D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C42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6E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0B1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C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01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23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17D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BE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26F14DE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1A4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C0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E1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B85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1F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5C3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90D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C8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ГБС и др.</w:t>
            </w:r>
          </w:p>
        </w:tc>
      </w:tr>
      <w:tr w:rsidR="006D6C03" w:rsidRPr="00050266" w14:paraId="0D08AB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6D7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582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967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C85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D1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521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7E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34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ПММ и др.</w:t>
            </w:r>
          </w:p>
        </w:tc>
      </w:tr>
      <w:tr w:rsidR="006D6C03" w:rsidRPr="00050266" w14:paraId="0C6B8EC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E51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E1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223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68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9F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875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E45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48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ВНН и др.</w:t>
            </w:r>
          </w:p>
        </w:tc>
      </w:tr>
      <w:tr w:rsidR="006D6C03" w:rsidRPr="00050266" w14:paraId="26A53D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E2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EF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B0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4F7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B2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2EF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F0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2E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0CBDBF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A16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D4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90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5DA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722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3A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8E1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18A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D6C03" w:rsidRPr="00050266" w14:paraId="12E238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CAA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26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541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0E9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28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ED3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C4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E3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7D0B678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8E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06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B86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35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68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3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F2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BB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ЗДС</w:t>
            </w:r>
          </w:p>
        </w:tc>
      </w:tr>
      <w:tr w:rsidR="006D6C03" w:rsidRPr="00050266" w14:paraId="68948D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EB3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553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EBF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325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066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C4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45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B86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НДВ</w:t>
            </w:r>
          </w:p>
        </w:tc>
      </w:tr>
      <w:tr w:rsidR="006D6C03" w:rsidRPr="00050266" w14:paraId="74333B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E4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075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DC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49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D3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99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50D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9.05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0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ЦБН и др.</w:t>
            </w:r>
          </w:p>
        </w:tc>
      </w:tr>
      <w:tr w:rsidR="006D6C03" w:rsidRPr="00050266" w14:paraId="1B83FE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63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44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C4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C6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364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119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71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A16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БТР</w:t>
            </w:r>
          </w:p>
        </w:tc>
      </w:tr>
      <w:tr w:rsidR="006D6C03" w:rsidRPr="00050266" w14:paraId="126188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19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7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3CE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A5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2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829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CD0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2C5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2DADE00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B79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8C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F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DE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22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6F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8F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C1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36B9AC3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FA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D9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79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CD9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EC9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57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0B8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EC9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ЛКГ</w:t>
            </w:r>
          </w:p>
        </w:tc>
      </w:tr>
      <w:tr w:rsidR="006D6C03" w:rsidRPr="00050266" w14:paraId="5BB2E10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13A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10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A3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32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8DD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51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E6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714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D6C03" w:rsidRPr="00050266" w14:paraId="68F8C0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0C5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2E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5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9D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426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31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A0A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DE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ЛММ</w:t>
            </w:r>
          </w:p>
        </w:tc>
      </w:tr>
      <w:tr w:rsidR="006D6C03" w:rsidRPr="00050266" w14:paraId="31227B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1DC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F1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BE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E17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E8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D52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FF1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8FC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СЗЛ и др.</w:t>
            </w:r>
          </w:p>
        </w:tc>
      </w:tr>
      <w:tr w:rsidR="006D6C03" w:rsidRPr="00050266" w14:paraId="5B9267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855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45C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F36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14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AA0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26E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2F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5B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4AD357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D31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34D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D7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644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59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881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FF2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A28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СНЕ</w:t>
            </w:r>
          </w:p>
        </w:tc>
      </w:tr>
      <w:tr w:rsidR="006D6C03" w:rsidRPr="00050266" w14:paraId="5CF26D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B7F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09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BA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127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06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DCB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D8E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1D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ГМД и др.</w:t>
            </w:r>
          </w:p>
        </w:tc>
      </w:tr>
      <w:tr w:rsidR="006D6C03" w:rsidRPr="00050266" w14:paraId="51112E1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90C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454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DD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BFB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CD2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27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325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740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БДЙ</w:t>
            </w:r>
          </w:p>
        </w:tc>
      </w:tr>
      <w:tr w:rsidR="006D6C03" w:rsidRPr="00050266" w14:paraId="617BF91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E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35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DD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0F1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7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BE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D42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0A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ВГГ и др.</w:t>
            </w:r>
          </w:p>
        </w:tc>
      </w:tr>
      <w:tr w:rsidR="006D6C03" w:rsidRPr="00050266" w14:paraId="2A170E2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F1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C4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8DF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3BB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14A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D7C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398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7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111ACB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755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C91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D5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D2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C6D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A8C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AD4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1DC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ЦВИ</w:t>
            </w:r>
          </w:p>
        </w:tc>
      </w:tr>
      <w:tr w:rsidR="006D6C03" w:rsidRPr="00050266" w14:paraId="329C4DA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C8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57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9B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DC8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07A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23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20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37C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ВБГ</w:t>
            </w:r>
          </w:p>
        </w:tc>
      </w:tr>
      <w:tr w:rsidR="006D6C03" w:rsidRPr="00050266" w14:paraId="3B83430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1C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82E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E44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380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9C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CEA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4F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14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ПББ</w:t>
            </w:r>
          </w:p>
        </w:tc>
      </w:tr>
      <w:tr w:rsidR="006D6C03" w:rsidRPr="00050266" w14:paraId="5D8BCA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008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64B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E0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A4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16A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8B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029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7C5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ММП</w:t>
            </w:r>
          </w:p>
        </w:tc>
      </w:tr>
      <w:tr w:rsidR="006D6C03" w:rsidRPr="00050266" w14:paraId="3EFE6E2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67E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4A9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B0D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27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143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285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63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890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ВВИ</w:t>
            </w:r>
          </w:p>
        </w:tc>
      </w:tr>
      <w:tr w:rsidR="006D6C03" w:rsidRPr="00050266" w14:paraId="066A99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577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880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9B5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E5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4A2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E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A3C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A8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5513EEB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0A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F2C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82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3A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9DC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9EB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5E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31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МВР</w:t>
            </w:r>
          </w:p>
        </w:tc>
      </w:tr>
      <w:tr w:rsidR="006D6C03" w:rsidRPr="00050266" w14:paraId="77EFDC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98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ED9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41E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488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DF8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A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D40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43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6D6C03" w:rsidRPr="00050266" w14:paraId="5A8D22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02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9FB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69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D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7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8C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587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795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D6C03" w:rsidRPr="00050266" w14:paraId="11DA646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22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31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9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CE3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89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DDF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CB6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23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01C66B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C2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A1E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227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44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A28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8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CD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0F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ЯПП</w:t>
            </w:r>
          </w:p>
        </w:tc>
      </w:tr>
      <w:tr w:rsidR="006D6C03" w:rsidRPr="00050266" w14:paraId="49E801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5D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90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C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46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2E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0DE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8C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C1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СЛМ и др.</w:t>
            </w:r>
          </w:p>
        </w:tc>
      </w:tr>
      <w:tr w:rsidR="006D6C03" w:rsidRPr="00050266" w14:paraId="5E7206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51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0D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80A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80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2F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B0D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BF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767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СМК</w:t>
            </w:r>
          </w:p>
        </w:tc>
      </w:tr>
      <w:tr w:rsidR="006D6C03" w:rsidRPr="00050266" w14:paraId="61F9E2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2E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D7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6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75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D3C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99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3A8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291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ПИМ</w:t>
            </w:r>
          </w:p>
        </w:tc>
      </w:tr>
      <w:tr w:rsidR="006D6C03" w:rsidRPr="00050266" w14:paraId="454D17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A4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DFE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C75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9D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D4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57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64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E53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19E32F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2A2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AD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40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71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4E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1D4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4E1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EF1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ВЕК</w:t>
            </w:r>
          </w:p>
        </w:tc>
      </w:tr>
      <w:tr w:rsidR="006D6C03" w:rsidRPr="00050266" w14:paraId="6C061E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CE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48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76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4C7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2CD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F7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E75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E1B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D6C03" w:rsidRPr="00050266" w14:paraId="7106A1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91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58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29F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37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0E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40C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A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F9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791C611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6A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DBE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65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FD9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A5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91F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DF2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09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МСК и др.</w:t>
            </w:r>
          </w:p>
        </w:tc>
      </w:tr>
      <w:tr w:rsidR="006D6C03" w:rsidRPr="00050266" w14:paraId="468B12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6B3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D92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53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34A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2CF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E8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A58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B5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6BC1F1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373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0D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AB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8F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AF6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BFE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9AC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3E9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2AF982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F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F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CEF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1C2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33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F92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0C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1F3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ЕБК</w:t>
            </w:r>
          </w:p>
        </w:tc>
      </w:tr>
      <w:tr w:rsidR="006D6C03" w:rsidRPr="00050266" w14:paraId="09496DD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4C2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4D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433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7D1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19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A00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57E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807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4991E1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DF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1FD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FA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1F0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B22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E1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A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521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ЕМШ</w:t>
            </w:r>
          </w:p>
        </w:tc>
      </w:tr>
      <w:tr w:rsidR="006D6C03" w:rsidRPr="00050266" w14:paraId="4B626A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344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261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27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FD1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F20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8D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B9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8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АЛС</w:t>
            </w:r>
          </w:p>
        </w:tc>
      </w:tr>
      <w:tr w:rsidR="006D6C03" w:rsidRPr="00050266" w14:paraId="55784F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D3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9F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CDE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0E6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6F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08B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DD4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F8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3AFFE45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93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0D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9F4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532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CB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7CC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75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D2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26D513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E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058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DD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433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1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22E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83D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F5A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08F03F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32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08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150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67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CCE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BD0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1C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7F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АМП</w:t>
            </w:r>
          </w:p>
        </w:tc>
      </w:tr>
      <w:tr w:rsidR="006D6C03" w:rsidRPr="00050266" w14:paraId="48BB123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60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68C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DA7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F5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7E0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08F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38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A0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6D6C03" w:rsidRPr="00050266" w14:paraId="1A1E4E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B3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302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DDE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DF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5C8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9F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CA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8D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КМГ и др.</w:t>
            </w:r>
          </w:p>
        </w:tc>
      </w:tr>
      <w:tr w:rsidR="006D6C03" w:rsidRPr="00050266" w14:paraId="2E1DFFC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D23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371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4E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A0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376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398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24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1E3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ЛМП и др.</w:t>
            </w:r>
          </w:p>
        </w:tc>
      </w:tr>
      <w:tr w:rsidR="006D6C03" w:rsidRPr="00050266" w14:paraId="51D88F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7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DFD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38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3B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10A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D1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89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E2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ВЛГ и др.</w:t>
            </w:r>
          </w:p>
        </w:tc>
      </w:tr>
      <w:tr w:rsidR="006D6C03" w:rsidRPr="00050266" w14:paraId="4ECEEF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E4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280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B7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4E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81B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9B1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7FB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26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 и др.</w:t>
            </w:r>
          </w:p>
        </w:tc>
      </w:tr>
      <w:tr w:rsidR="006D6C03" w:rsidRPr="00050266" w14:paraId="68820E3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408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E9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7B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A8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9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78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69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044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</w:t>
            </w:r>
          </w:p>
        </w:tc>
      </w:tr>
      <w:tr w:rsidR="006D6C03" w:rsidRPr="00050266" w14:paraId="5E18C8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8FD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5C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67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193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FC6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FD9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CE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AE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46943D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AD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679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F4D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291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4DB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94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3E5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0D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ЗИК</w:t>
            </w:r>
          </w:p>
        </w:tc>
      </w:tr>
      <w:tr w:rsidR="006D6C03" w:rsidRPr="00050266" w14:paraId="321B10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6D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F73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B9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D1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328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12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C44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11.91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60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ЕСГ и др.</w:t>
            </w:r>
          </w:p>
        </w:tc>
      </w:tr>
      <w:tr w:rsidR="006D6C03" w:rsidRPr="00050266" w14:paraId="18D043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B1C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0E0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4C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1B4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1B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116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BF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6C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34BCFB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C8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F24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C8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D4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055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B25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58C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6F0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ОКД и др.</w:t>
            </w:r>
          </w:p>
        </w:tc>
      </w:tr>
      <w:tr w:rsidR="006D6C03" w:rsidRPr="00050266" w14:paraId="1CAF76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E2D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56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DE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6AA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4F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F8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76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00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D6C03" w:rsidRPr="00050266" w14:paraId="49FE59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099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285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4C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42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15D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4B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E1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293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0F86EDC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1F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4DC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3A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1B0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3B0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1B8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46E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9.09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B4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ВВМ</w:t>
            </w:r>
          </w:p>
        </w:tc>
      </w:tr>
      <w:tr w:rsidR="006D6C03" w:rsidRPr="00050266" w14:paraId="5F807DE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D58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ADB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88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BC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DC8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113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D9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19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НБМ</w:t>
            </w:r>
          </w:p>
        </w:tc>
      </w:tr>
      <w:tr w:rsidR="006D6C03" w:rsidRPr="00050266" w14:paraId="3C6049A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BAC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C64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AE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416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0C9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65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13E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F2D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ИСС</w:t>
            </w:r>
          </w:p>
        </w:tc>
      </w:tr>
      <w:tr w:rsidR="006D6C03" w:rsidRPr="00050266" w14:paraId="169F59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A6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4C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4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28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7C3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E2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58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56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6D6C03" w:rsidRPr="00050266" w14:paraId="7B1D6C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189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86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DE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2C8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ECE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3F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4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E42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7C0EF1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AF1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6F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5DB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49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E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7C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AC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03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29FF08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5B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5A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F1F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C95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32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D4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888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70F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РММ</w:t>
            </w:r>
          </w:p>
        </w:tc>
      </w:tr>
      <w:tr w:rsidR="006D6C03" w:rsidRPr="00050266" w14:paraId="01E899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EC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C1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12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2F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AC4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36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C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A2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628FC1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09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9E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F3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781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CDD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C6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8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97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 и др.</w:t>
            </w:r>
          </w:p>
        </w:tc>
      </w:tr>
      <w:tr w:rsidR="006D6C03" w:rsidRPr="00050266" w14:paraId="5C4FC5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4F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48E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7C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0C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8.477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0A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9F0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E97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9A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ЦВИ</w:t>
            </w:r>
          </w:p>
        </w:tc>
      </w:tr>
      <w:tr w:rsidR="006D6C03" w:rsidRPr="00050266" w14:paraId="793135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79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E72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D0F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F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2DB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0C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775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63C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ГВФ и др.</w:t>
            </w:r>
          </w:p>
        </w:tc>
      </w:tr>
      <w:tr w:rsidR="006D6C03" w:rsidRPr="00050266" w14:paraId="74B9AC1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F3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53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3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AB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60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60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C9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EE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6C546A9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F3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556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39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12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8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5D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900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94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35A334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9E9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16A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D5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32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A1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6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A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64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ЕВТ</w:t>
            </w:r>
          </w:p>
        </w:tc>
      </w:tr>
      <w:tr w:rsidR="006D6C03" w:rsidRPr="00050266" w14:paraId="345F0D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622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2E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A6B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E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50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86D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60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ADC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ВНН и др.</w:t>
            </w:r>
          </w:p>
        </w:tc>
      </w:tr>
      <w:tr w:rsidR="006D6C03" w:rsidRPr="00050266" w14:paraId="79ED09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B0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04B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D88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14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B61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0DB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39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9FA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АЦА</w:t>
            </w:r>
          </w:p>
        </w:tc>
      </w:tr>
      <w:tr w:rsidR="006D6C03" w:rsidRPr="00050266" w14:paraId="54F04A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7F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C0E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1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B54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E6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F8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025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1C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БВБ и др.</w:t>
            </w:r>
          </w:p>
        </w:tc>
      </w:tr>
      <w:tr w:rsidR="006D6C03" w:rsidRPr="00050266" w14:paraId="43177E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C0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92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82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0F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00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A43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23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8A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ЕИК</w:t>
            </w:r>
          </w:p>
        </w:tc>
      </w:tr>
      <w:tr w:rsidR="006D6C03" w:rsidRPr="00050266" w14:paraId="055572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DB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FD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8E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EA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2AC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61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9A3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D8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ВРМ</w:t>
            </w:r>
          </w:p>
        </w:tc>
      </w:tr>
      <w:tr w:rsidR="006D6C03" w:rsidRPr="00050266" w14:paraId="5194FA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8E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F5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5C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93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26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88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A4E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DD2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377E8F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32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26C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94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48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B8E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DA5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820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0A9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05CF3E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FB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1A1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859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7B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FB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B3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E30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559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4774090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07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3C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C9D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2D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68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C79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33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18B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МГС</w:t>
            </w:r>
          </w:p>
        </w:tc>
      </w:tr>
      <w:tr w:rsidR="006D6C03" w:rsidRPr="00050266" w14:paraId="6CA7E6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35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3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F4D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243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D82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F96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4.333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CC8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56.33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F8E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D6C03" w:rsidRPr="00050266" w14:paraId="7BFC2FB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14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80C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DC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479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07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5A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88C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0E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3370908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3A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CB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D9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BC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A5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47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5F2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534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КДА</w:t>
            </w:r>
          </w:p>
        </w:tc>
      </w:tr>
      <w:tr w:rsidR="006D6C03" w:rsidRPr="00050266" w14:paraId="38599B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54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1C6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200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6A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C1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49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B57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3C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5A267C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44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50B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D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4FF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DCB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314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97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C2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57B58B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C5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DC5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54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3B6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A04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550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9CF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51.95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5A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ВЛГ и др.</w:t>
            </w:r>
          </w:p>
        </w:tc>
      </w:tr>
      <w:tr w:rsidR="006D6C03" w:rsidRPr="00050266" w14:paraId="048950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22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56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80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EE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7C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B16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0D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2B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3EC2B1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0BF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F04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8C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7B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FE5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7E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A56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09F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КВА и др.</w:t>
            </w:r>
          </w:p>
        </w:tc>
      </w:tr>
      <w:tr w:rsidR="006D6C03" w:rsidRPr="00050266" w14:paraId="1641CC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9E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8B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25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B6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6BF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32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1F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A9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ГБН</w:t>
            </w:r>
          </w:p>
        </w:tc>
      </w:tr>
      <w:tr w:rsidR="006D6C03" w:rsidRPr="00050266" w14:paraId="7D46E1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46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76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7D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36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A4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FD5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ED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D42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ГСМ и др.</w:t>
            </w:r>
          </w:p>
        </w:tc>
      </w:tr>
      <w:tr w:rsidR="006D6C03" w:rsidRPr="00050266" w14:paraId="3E8972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82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DA5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345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D4B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CF1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62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B8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C5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ВГВ и др.</w:t>
            </w:r>
          </w:p>
        </w:tc>
      </w:tr>
      <w:tr w:rsidR="006D6C03" w:rsidRPr="00050266" w14:paraId="096A5F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8D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2B1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5C4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5C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BB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CFB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AA3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E1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МДГ и др.</w:t>
            </w:r>
          </w:p>
        </w:tc>
      </w:tr>
      <w:tr w:rsidR="006D6C03" w:rsidRPr="00050266" w14:paraId="6A125E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562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5EB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A15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7F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36D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654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A97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40.30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C8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1061A3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8CC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CE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047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E1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DE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6B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07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32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ДАМ</w:t>
            </w:r>
          </w:p>
        </w:tc>
      </w:tr>
      <w:tr w:rsidR="006D6C03" w:rsidRPr="00050266" w14:paraId="2E55B5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97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62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85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D25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4B6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4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432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B5B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6D6C03" w:rsidRPr="00050266" w14:paraId="1358E9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17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F39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A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CF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85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9B4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535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E1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43E5874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6D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EC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50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49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8F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C8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07F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B89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МАЯ</w:t>
            </w:r>
          </w:p>
        </w:tc>
      </w:tr>
      <w:tr w:rsidR="006D6C03" w:rsidRPr="00050266" w14:paraId="2A2479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3A9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A8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30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5F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6C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180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E0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22C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ГАУ</w:t>
            </w:r>
          </w:p>
        </w:tc>
      </w:tr>
      <w:tr w:rsidR="006D6C03" w:rsidRPr="00050266" w14:paraId="18B87F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13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FEE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AD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A2F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81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D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4A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9EE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62B9620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E15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B32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DCB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99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07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40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65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52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ЦИИ и др.</w:t>
            </w:r>
          </w:p>
        </w:tc>
      </w:tr>
      <w:tr w:rsidR="006D6C03" w:rsidRPr="00050266" w14:paraId="1B85AF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B4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E0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644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26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72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B92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63D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DE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6D6C03" w:rsidRPr="00050266" w14:paraId="531719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F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4B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B07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CC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02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725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EE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6C9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КДД</w:t>
            </w:r>
          </w:p>
        </w:tc>
      </w:tr>
      <w:tr w:rsidR="006D6C03" w:rsidRPr="00050266" w14:paraId="11AF1B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FD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70C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845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4C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1D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0E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69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4F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6E5466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BED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DB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B90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C19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F3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B14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43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32.44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577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ВАЙ</w:t>
            </w:r>
          </w:p>
        </w:tc>
      </w:tr>
      <w:tr w:rsidR="006D6C03" w:rsidRPr="00050266" w14:paraId="47FFF1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A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CB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9D8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4D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5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F3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EBC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81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ВРВ</w:t>
            </w:r>
          </w:p>
        </w:tc>
      </w:tr>
      <w:tr w:rsidR="006D6C03" w:rsidRPr="00050266" w14:paraId="5C50C85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BC5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0AC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6D5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64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84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12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E5D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DB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РКС</w:t>
            </w:r>
          </w:p>
        </w:tc>
      </w:tr>
      <w:tr w:rsidR="006D6C03" w:rsidRPr="00050266" w14:paraId="5ACC9D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A4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DB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1D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B7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7B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627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23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B1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НВН и др.</w:t>
            </w:r>
          </w:p>
        </w:tc>
      </w:tr>
      <w:tr w:rsidR="006D6C03" w:rsidRPr="00050266" w14:paraId="679BB2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5BF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87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9E1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DB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36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0F2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3E7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DA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МБН и др.</w:t>
            </w:r>
          </w:p>
        </w:tc>
      </w:tr>
      <w:tr w:rsidR="006D6C03" w:rsidRPr="00050266" w14:paraId="370914A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8E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B8C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F7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88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E25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08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295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EE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ИАВ</w:t>
            </w:r>
          </w:p>
        </w:tc>
      </w:tr>
      <w:tr w:rsidR="006D6C03" w:rsidRPr="00050266" w14:paraId="67A77D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DF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75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FE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FC6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E5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A5C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58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1AA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18843E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46A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507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B58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8DE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F1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0E7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DC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89E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БЗМ</w:t>
            </w:r>
          </w:p>
        </w:tc>
      </w:tr>
      <w:tr w:rsidR="006D6C03" w:rsidRPr="00050266" w14:paraId="51F9F5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1B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AC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747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BEC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DE6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7BA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286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DE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40F6CFA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7BE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0B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11D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A0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2EA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AAD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DDB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9C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7640DD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8B5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58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A0C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C66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D9C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BA2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3E9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D3E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МГГ</w:t>
            </w:r>
          </w:p>
        </w:tc>
      </w:tr>
      <w:tr w:rsidR="006D6C03" w:rsidRPr="00050266" w14:paraId="73BDF2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C56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93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F93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9BE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BD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92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F54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B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7BE422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2AF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27C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D37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13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A6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6F3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7D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98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ОИХ</w:t>
            </w:r>
          </w:p>
        </w:tc>
      </w:tr>
      <w:tr w:rsidR="006D6C03" w:rsidRPr="00050266" w14:paraId="755208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F7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02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2B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E51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F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781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3C6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F7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ЙИП</w:t>
            </w:r>
          </w:p>
        </w:tc>
      </w:tr>
      <w:tr w:rsidR="006D6C03" w:rsidRPr="00050266" w14:paraId="6CA072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E2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09C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B0C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122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746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6F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B2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E0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483E6F1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D5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E3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53C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1F3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1F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A85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E1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C5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ОСМ</w:t>
            </w:r>
          </w:p>
        </w:tc>
      </w:tr>
      <w:tr w:rsidR="006D6C03" w:rsidRPr="00050266" w14:paraId="28BA54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7A1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3A8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E21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589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D53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DE5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5E9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F8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23AF0F0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4A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D8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013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A9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90E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4CC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59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400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4D979B4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BB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CD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B3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0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F50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CF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B69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94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044861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54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469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91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E6A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392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F32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D8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36C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0FF3221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86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693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F6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A89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84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C5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91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91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21107B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FA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2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4C1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081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E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6A9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D8B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D0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АСБ</w:t>
            </w:r>
          </w:p>
        </w:tc>
      </w:tr>
      <w:tr w:rsidR="006D6C03" w:rsidRPr="00050266" w14:paraId="1E83E7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60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66A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70D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05F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33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F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B0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F4A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2E8D61F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77F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3BC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1F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D9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185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9F2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DBC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75F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ЛПМ</w:t>
            </w:r>
          </w:p>
        </w:tc>
      </w:tr>
      <w:tr w:rsidR="006D6C03" w:rsidRPr="00050266" w14:paraId="22DFA0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A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77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76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1B0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D2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16D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8B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294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22DCFAD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B92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2DD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0D3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F6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47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8D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5D0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7DE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15BA1A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07D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04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A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1D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5B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E8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26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41.57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E3D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 и др.</w:t>
            </w:r>
          </w:p>
        </w:tc>
      </w:tr>
      <w:tr w:rsidR="006D6C03" w:rsidRPr="00050266" w14:paraId="40A838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2ED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27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AD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977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269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D5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49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6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2A66AD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6D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BA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F3D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BD0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8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DB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73F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D79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44E590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D95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6D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0B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22B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63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52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4C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940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7989018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1B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E79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E30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C8F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74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6F0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06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57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ВГВ и др.</w:t>
            </w:r>
          </w:p>
        </w:tc>
      </w:tr>
      <w:tr w:rsidR="006D6C03" w:rsidRPr="00050266" w14:paraId="119180F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BDA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B42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26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95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821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4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5D2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E8A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42AF4EE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75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77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2F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9B9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D3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3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6F3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83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29DDC3A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399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CB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3E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D98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52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10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B8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F5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ЕГУ</w:t>
            </w:r>
          </w:p>
        </w:tc>
      </w:tr>
      <w:tr w:rsidR="006D6C03" w:rsidRPr="00050266" w14:paraId="3ED93E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48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C67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D7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05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A2B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3C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56F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34F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2642E5D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3C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6BD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5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929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EB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C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1B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BC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ЛСМ</w:t>
            </w:r>
          </w:p>
        </w:tc>
      </w:tr>
      <w:tr w:rsidR="006D6C03" w:rsidRPr="00050266" w14:paraId="617FC3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A4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47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A43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ED1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FA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0D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B1C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B26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30BA1F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CE5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1EC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F1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94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0E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60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0B1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167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ХМС</w:t>
            </w:r>
          </w:p>
        </w:tc>
      </w:tr>
      <w:tr w:rsidR="006D6C03" w:rsidRPr="00050266" w14:paraId="4E3C423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54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BD6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8DA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CB5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0D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83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03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FAD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6D6C03" w:rsidRPr="00050266" w14:paraId="46CF9E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BA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02D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59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C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07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68E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C9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978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МАД</w:t>
            </w:r>
          </w:p>
        </w:tc>
      </w:tr>
      <w:tr w:rsidR="006D6C03" w:rsidRPr="00050266" w14:paraId="0E9024C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7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7D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477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AE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F0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572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64C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F45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БАД</w:t>
            </w:r>
          </w:p>
        </w:tc>
      </w:tr>
      <w:tr w:rsidR="006D6C03" w:rsidRPr="00050266" w14:paraId="7B37160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0BF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DB2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B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5E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BE5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AEC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3F9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6A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595B60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9E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2D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1F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94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F4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209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026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F48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ЕИЗ</w:t>
            </w:r>
          </w:p>
        </w:tc>
      </w:tr>
      <w:tr w:rsidR="006D6C03" w:rsidRPr="00050266" w14:paraId="33476E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969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4C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981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C01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FE6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78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5E6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4A1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ЦБН и др.</w:t>
            </w:r>
          </w:p>
        </w:tc>
      </w:tr>
      <w:tr w:rsidR="006D6C03" w:rsidRPr="00050266" w14:paraId="04BE84C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4A4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CD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31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F02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5BE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81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A9A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05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ЗСС</w:t>
            </w:r>
          </w:p>
        </w:tc>
      </w:tr>
      <w:tr w:rsidR="006D6C03" w:rsidRPr="00050266" w14:paraId="25BE9D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796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B5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A8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6C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51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1B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E7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02C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4777D7D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848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0B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F8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27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B8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43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49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2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МПЗ</w:t>
            </w:r>
          </w:p>
        </w:tc>
      </w:tr>
      <w:tr w:rsidR="006D6C03" w:rsidRPr="00050266" w14:paraId="5FB092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F2C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9AC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A1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CC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A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AAC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0BB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5F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КЛА</w:t>
            </w:r>
          </w:p>
        </w:tc>
      </w:tr>
      <w:tr w:rsidR="006D6C03" w:rsidRPr="00050266" w14:paraId="30A158D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6E7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54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21B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ED8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281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E8B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45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065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НБИ</w:t>
            </w:r>
          </w:p>
        </w:tc>
      </w:tr>
      <w:tr w:rsidR="006D6C03" w:rsidRPr="00050266" w14:paraId="4E00C3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4E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C4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AC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486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E3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7F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DED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63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6D6C03" w:rsidRPr="00050266" w14:paraId="60C8BAA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71D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83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5B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D03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2EC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E0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BE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16.78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F9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СКВ</w:t>
            </w:r>
          </w:p>
        </w:tc>
      </w:tr>
      <w:tr w:rsidR="006D6C03" w:rsidRPr="00050266" w14:paraId="783A14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C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C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79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BCE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C04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935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BA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05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АГС и др.</w:t>
            </w:r>
          </w:p>
        </w:tc>
      </w:tr>
      <w:tr w:rsidR="006D6C03" w:rsidRPr="00050266" w14:paraId="634F01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49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D9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E8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967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30F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49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E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B10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ГВМ</w:t>
            </w:r>
          </w:p>
        </w:tc>
      </w:tr>
      <w:tr w:rsidR="006D6C03" w:rsidRPr="00050266" w14:paraId="0F3C9A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A27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B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B8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47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50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95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09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C01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ЯБЙ и др.</w:t>
            </w:r>
          </w:p>
        </w:tc>
      </w:tr>
      <w:tr w:rsidR="006D6C03" w:rsidRPr="00050266" w14:paraId="0173BE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CE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0E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39D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92E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1D6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68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361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09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ДТА</w:t>
            </w:r>
          </w:p>
        </w:tc>
      </w:tr>
      <w:tr w:rsidR="006D6C03" w:rsidRPr="00050266" w14:paraId="31A3AD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28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FB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AA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E3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960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A25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85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D2B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13CBED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B31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A17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85A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97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966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414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5F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F78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0E462F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BC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128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2B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5F5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70B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F6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F5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5E3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ГНТ</w:t>
            </w:r>
          </w:p>
        </w:tc>
      </w:tr>
      <w:tr w:rsidR="006D6C03" w:rsidRPr="00050266" w14:paraId="0B2889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D0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D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49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8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D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CE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7B6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53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ЕИГ и др.</w:t>
            </w:r>
          </w:p>
        </w:tc>
      </w:tr>
      <w:tr w:rsidR="006D6C03" w:rsidRPr="00050266" w14:paraId="269E8D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78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403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1A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0E7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76E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3E2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E1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9FA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15FA98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27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54F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21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C11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89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56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E07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B7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46E58D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2FA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70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01F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5F9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50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788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4E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9C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649C2C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55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38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B6D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370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3A9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83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9C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95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ЦВИ</w:t>
            </w:r>
          </w:p>
        </w:tc>
      </w:tr>
      <w:tr w:rsidR="006D6C03" w:rsidRPr="00050266" w14:paraId="6DDBF9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97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20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15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B1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22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FDB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2B6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12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ВДЖ</w:t>
            </w:r>
          </w:p>
        </w:tc>
      </w:tr>
      <w:tr w:rsidR="006D6C03" w:rsidRPr="00050266" w14:paraId="292DADD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A70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1E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2A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251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6E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F3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E4A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BCB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ЯБЙ и др.</w:t>
            </w:r>
          </w:p>
        </w:tc>
      </w:tr>
      <w:tr w:rsidR="006D6C03" w:rsidRPr="00050266" w14:paraId="47E971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A7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CC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ED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0A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347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C65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A8D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24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36AA17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4D5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32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FF5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E3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B0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228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55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AC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4F2B3C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85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A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A0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F64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7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ACF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03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84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ББП</w:t>
            </w:r>
          </w:p>
        </w:tc>
      </w:tr>
      <w:tr w:rsidR="006D6C03" w:rsidRPr="00050266" w14:paraId="7675B5A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C0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2B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4A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41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17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CB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4C0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5B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ХДД</w:t>
            </w:r>
          </w:p>
        </w:tc>
      </w:tr>
      <w:tr w:rsidR="006D6C03" w:rsidRPr="00050266" w14:paraId="6309EE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A5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D9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C1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C89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2C6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3F9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00A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3C0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ГАУ</w:t>
            </w:r>
          </w:p>
        </w:tc>
      </w:tr>
      <w:tr w:rsidR="006D6C03" w:rsidRPr="00050266" w14:paraId="2E8CAD7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16D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68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EA8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2DA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F4A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2C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60F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EC7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</w:t>
            </w:r>
          </w:p>
        </w:tc>
      </w:tr>
      <w:tr w:rsidR="006D6C03" w:rsidRPr="00050266" w14:paraId="009156B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9C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92E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0F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91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E2F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DD8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96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CB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779AC91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8C6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A9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06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5F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EF1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B79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03D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0F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</w:t>
            </w:r>
          </w:p>
        </w:tc>
      </w:tr>
      <w:tr w:rsidR="006D6C03" w:rsidRPr="00050266" w14:paraId="5FE5B3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11F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A53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09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A4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EBB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7F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75C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76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ССГ и др.</w:t>
            </w:r>
          </w:p>
        </w:tc>
      </w:tr>
      <w:tr w:rsidR="006D6C03" w:rsidRPr="00050266" w14:paraId="71A29F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FDE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B0C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A1E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5A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4CD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DD3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7CF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35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5BDB7A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B9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4A1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F76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C4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C9C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2D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F3D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32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4F0847A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9F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5D3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4DE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5B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62C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F7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24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8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СМИ</w:t>
            </w:r>
          </w:p>
        </w:tc>
      </w:tr>
      <w:tr w:rsidR="006D6C03" w:rsidRPr="00050266" w14:paraId="1A59491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133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07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8B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40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EE4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84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5F0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3E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ГВС и др.</w:t>
            </w:r>
          </w:p>
        </w:tc>
      </w:tr>
      <w:tr w:rsidR="006D6C03" w:rsidRPr="00050266" w14:paraId="422D38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B1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EED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2E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4F7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25C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45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45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10.39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45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ВЯВ и др.</w:t>
            </w:r>
          </w:p>
        </w:tc>
      </w:tr>
      <w:tr w:rsidR="006D6C03" w:rsidRPr="00050266" w14:paraId="43D2C5D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EB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AE2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2D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58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62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AF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0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A1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01EEB0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F6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938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08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3D8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845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91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6B8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5E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АМВ</w:t>
            </w:r>
          </w:p>
        </w:tc>
      </w:tr>
      <w:tr w:rsidR="006D6C03" w:rsidRPr="00050266" w14:paraId="4F9878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FF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F3A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2D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F6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AEE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54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7C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1A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НАК и др.</w:t>
            </w:r>
          </w:p>
        </w:tc>
      </w:tr>
      <w:tr w:rsidR="006D6C03" w:rsidRPr="00050266" w14:paraId="269E20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8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12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3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6C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84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EE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37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B0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</w:t>
            </w:r>
          </w:p>
        </w:tc>
      </w:tr>
      <w:tr w:rsidR="006D6C03" w:rsidRPr="00050266" w14:paraId="6B5675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DBD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428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68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6DF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127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18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50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4E2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46CCC2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A5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1A7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607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DD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5D1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00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7F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72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6F5DD17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E50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28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015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9C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A41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1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10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DC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2E3643F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43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0E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CC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67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2C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13F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45A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9F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1A1B75A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9F5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CE4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D44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DD6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DD0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ACA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BDF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8AC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2AC40D0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CD6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2DA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E23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94A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044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ED7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CE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B93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6D6C03" w:rsidRPr="00050266" w14:paraId="427F74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449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F58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C30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3F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7EF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DDC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D7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E2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ВББ</w:t>
            </w:r>
          </w:p>
        </w:tc>
      </w:tr>
      <w:tr w:rsidR="006D6C03" w:rsidRPr="00050266" w14:paraId="2FBC77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05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AF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15C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9F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B4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61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0AD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9B3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КПЗ</w:t>
            </w:r>
          </w:p>
        </w:tc>
      </w:tr>
      <w:tr w:rsidR="006D6C03" w:rsidRPr="00050266" w14:paraId="6BAD4DA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CF0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E8B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65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C1C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9A9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B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7EB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C4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СЗЛ и др.</w:t>
            </w:r>
          </w:p>
        </w:tc>
      </w:tr>
      <w:tr w:rsidR="006D6C03" w:rsidRPr="00050266" w14:paraId="4599BBE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814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3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51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65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55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95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CE9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A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D6C03" w:rsidRPr="00050266" w14:paraId="210BDC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EB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ED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2D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504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A7C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C3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EC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EB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21CCF68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9E9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6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CA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BB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9A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5D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571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9D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ИНН</w:t>
            </w:r>
          </w:p>
        </w:tc>
      </w:tr>
      <w:tr w:rsidR="006D6C03" w:rsidRPr="00050266" w14:paraId="178E22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65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56A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2B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170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3C4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74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94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4BA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РНС</w:t>
            </w:r>
          </w:p>
        </w:tc>
      </w:tr>
      <w:tr w:rsidR="006D6C03" w:rsidRPr="00050266" w14:paraId="0D6151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1D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5B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5BA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38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DD2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44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CF9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CE5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3710FE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E7D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DF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A9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01E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4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85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A24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FA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СЛМ и др.</w:t>
            </w:r>
          </w:p>
        </w:tc>
      </w:tr>
      <w:tr w:rsidR="006D6C03" w:rsidRPr="00050266" w14:paraId="7C87CC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C58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4A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BB3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91E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27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92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FEF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04D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ЙГВ и др.</w:t>
            </w:r>
          </w:p>
        </w:tc>
      </w:tr>
      <w:tr w:rsidR="006D6C03" w:rsidRPr="00050266" w14:paraId="428708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E2A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52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32D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47D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DD0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B6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71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44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309D12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29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632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9BB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7A3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8B3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6D7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18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4B7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БАИ</w:t>
            </w:r>
          </w:p>
        </w:tc>
      </w:tr>
      <w:tr w:rsidR="006D6C03" w:rsidRPr="00050266" w14:paraId="036A4E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C4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D3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C1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C4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AA1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6F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D08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5A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6D6C03" w:rsidRPr="00050266" w14:paraId="49A332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466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6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72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616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DC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397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19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716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ЯБТ</w:t>
            </w:r>
          </w:p>
        </w:tc>
      </w:tr>
      <w:tr w:rsidR="006D6C03" w:rsidRPr="00050266" w14:paraId="1F84DC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824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70F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B7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D7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42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73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F5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484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ВЛГ и др.</w:t>
            </w:r>
          </w:p>
        </w:tc>
      </w:tr>
      <w:tr w:rsidR="006D6C03" w:rsidRPr="00050266" w14:paraId="1187927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335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45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C92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50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567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E4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BB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8CC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БВБ</w:t>
            </w:r>
          </w:p>
        </w:tc>
      </w:tr>
      <w:tr w:rsidR="006D6C03" w:rsidRPr="00050266" w14:paraId="5E35AA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BC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0CD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C8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CD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AB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7D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72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BE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D6C03" w:rsidRPr="00050266" w14:paraId="641C87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895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69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55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03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63F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F84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473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C10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26D43EA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23F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D9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AB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E0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57A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64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63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BE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6A38AFF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6E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CD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60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E20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6D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76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B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E40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РМВ</w:t>
            </w:r>
          </w:p>
        </w:tc>
      </w:tr>
      <w:tr w:rsidR="006D6C03" w:rsidRPr="00050266" w14:paraId="092337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71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80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E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F3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9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04F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E8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99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СГС</w:t>
            </w:r>
          </w:p>
        </w:tc>
      </w:tr>
      <w:tr w:rsidR="006D6C03" w:rsidRPr="00050266" w14:paraId="2418FA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F7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94F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8E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63C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6A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3E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10.805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0B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140.47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C3C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0B19B4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CD7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A6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4B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E15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DD3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803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FC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59D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4B6AFE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96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FB8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6C5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8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82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516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F77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2F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3BB38DB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43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CD7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75B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E4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D9F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E9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69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9F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212839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7C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D3D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B4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6B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BF4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0B3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CD1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101.37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7F4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ГАА</w:t>
            </w:r>
          </w:p>
        </w:tc>
      </w:tr>
      <w:tr w:rsidR="006D6C03" w:rsidRPr="00050266" w14:paraId="39E0FE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EC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F7E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FE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BA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6FC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835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24B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F4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04F0895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12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26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34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8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39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428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173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B6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7A9516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73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4CA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1D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6C6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F0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FE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FE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4D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02A741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B80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74A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89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977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139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80E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7F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2B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435209C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7A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65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8F3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8B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3B2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3F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34D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80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1FA913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D13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2F4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5ED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EAA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760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1A5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D6C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22D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3ABA50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07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CC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E8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5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D3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F8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6A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B2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29F410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8A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7E7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DD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32E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CC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E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5D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B9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СБИ</w:t>
            </w:r>
          </w:p>
        </w:tc>
      </w:tr>
      <w:tr w:rsidR="006D6C03" w:rsidRPr="00050266" w14:paraId="17C7CF6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AD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31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4F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29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10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308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9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E0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42FEE0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3A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73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403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8E6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4B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4F2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CC2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CF6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</w:t>
            </w:r>
          </w:p>
        </w:tc>
      </w:tr>
      <w:tr w:rsidR="006D6C03" w:rsidRPr="00050266" w14:paraId="7867B7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CC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EB8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3E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7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C9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DBC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1A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BF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1DCB4F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B93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22C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88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AFA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59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ED4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BB6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D0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767B70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D73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4D4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C7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51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AA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BA5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52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39.42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A27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39419EB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5E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A7D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81F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7B8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FB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2B2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893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804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1A35B4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229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479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01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47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C8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E8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6E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B94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1E9EC0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95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C3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98F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997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9FF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37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0D2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208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11D391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47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73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0B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ABF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96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0B5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EE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35.10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903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542D6A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89A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76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E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20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6FD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A4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2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35.10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2D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7CDD0A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FDD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383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C60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C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EB0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AE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1C1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6E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ОИХ</w:t>
            </w:r>
          </w:p>
        </w:tc>
      </w:tr>
      <w:tr w:rsidR="006D6C03" w:rsidRPr="00050266" w14:paraId="2577D9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61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DB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984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EC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47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9EB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FF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32.45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D1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172ADD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B1D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F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7FC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7B4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FF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D55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F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7B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ЙПТ</w:t>
            </w:r>
          </w:p>
        </w:tc>
      </w:tr>
      <w:tr w:rsidR="006D6C03" w:rsidRPr="00050266" w14:paraId="626792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43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4F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A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EE4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0A5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CA2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D1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F1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НПН</w:t>
            </w:r>
          </w:p>
        </w:tc>
      </w:tr>
      <w:tr w:rsidR="006D6C03" w:rsidRPr="00050266" w14:paraId="6CF88A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36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D91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889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023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5E1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4E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97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9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ТЕРА МИТИКА АД</w:t>
            </w:r>
          </w:p>
        </w:tc>
      </w:tr>
      <w:tr w:rsidR="006D6C03" w:rsidRPr="00050266" w14:paraId="551FED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75A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90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42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368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9CF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FB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490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B3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6D6C03" w:rsidRPr="00050266" w14:paraId="5D9C5C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69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69E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F4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E0C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201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1B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D40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93B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64DE57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044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D9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BBF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E0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3E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628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463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126.11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E6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6D6C03" w:rsidRPr="00050266" w14:paraId="242477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57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4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2F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237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8.685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BEF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8C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2F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9F2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ГВД и др.</w:t>
            </w:r>
          </w:p>
        </w:tc>
      </w:tr>
      <w:tr w:rsidR="006D6C03" w:rsidRPr="00050266" w14:paraId="19B0AC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41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57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AB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93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69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FE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50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B0F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7012B8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A22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AE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9A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06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43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D07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1D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A2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ЙНТ и др.</w:t>
            </w:r>
          </w:p>
        </w:tc>
      </w:tr>
      <w:tr w:rsidR="006D6C03" w:rsidRPr="00050266" w14:paraId="2E192E8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D9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7F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C5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59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F89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11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97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D94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</w:t>
            </w:r>
          </w:p>
        </w:tc>
      </w:tr>
      <w:tr w:rsidR="006D6C03" w:rsidRPr="00050266" w14:paraId="476827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A1C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3E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1C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69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5C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52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F10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C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435439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282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23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277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6E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FE6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0A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AF0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96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6B556F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27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78C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A1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34A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B4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80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EF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29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5312B53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51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A4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C5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50A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EC8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23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C7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57E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7D797A1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FBC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338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47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9F0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51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6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78A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CA4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МАЯ</w:t>
            </w:r>
          </w:p>
        </w:tc>
      </w:tr>
      <w:tr w:rsidR="006D6C03" w:rsidRPr="00050266" w14:paraId="0AAF357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DDF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C4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3E4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3E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DA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E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1E5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0E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МВГ</w:t>
            </w:r>
          </w:p>
        </w:tc>
      </w:tr>
      <w:tr w:rsidR="006D6C03" w:rsidRPr="00050266" w14:paraId="1291C1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1A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A1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390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B2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9B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BE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D4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BA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ККБ и др.</w:t>
            </w:r>
          </w:p>
        </w:tc>
      </w:tr>
      <w:tr w:rsidR="006D6C03" w:rsidRPr="00050266" w14:paraId="184FA61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63A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5D8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E88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564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972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EA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6C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F7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7250EA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A3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EF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CD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5C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75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9E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3B9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ADF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ВНМ</w:t>
            </w:r>
          </w:p>
        </w:tc>
      </w:tr>
      <w:tr w:rsidR="006D6C03" w:rsidRPr="00050266" w14:paraId="765672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A9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0C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C9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F7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70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76A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F6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27B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356C4E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D02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43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61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DD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D17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E3F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504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145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ЦММ</w:t>
            </w:r>
          </w:p>
        </w:tc>
      </w:tr>
      <w:tr w:rsidR="006D6C03" w:rsidRPr="00050266" w14:paraId="5DC882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8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2F1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CD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83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2DD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46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D4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E6B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ММТ</w:t>
            </w:r>
          </w:p>
        </w:tc>
      </w:tr>
      <w:tr w:rsidR="006D6C03" w:rsidRPr="00050266" w14:paraId="12272F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61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27C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349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7F9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DC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4F1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375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1D3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ЗИМ</w:t>
            </w:r>
          </w:p>
        </w:tc>
      </w:tr>
      <w:tr w:rsidR="006D6C03" w:rsidRPr="00050266" w14:paraId="24E24C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32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64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7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DC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09B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B90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36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36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НКТ</w:t>
            </w:r>
          </w:p>
        </w:tc>
      </w:tr>
      <w:tr w:rsidR="006D6C03" w:rsidRPr="00050266" w14:paraId="3931C2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3DC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F11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34A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B90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3EC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554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B4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27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МТТ</w:t>
            </w:r>
          </w:p>
        </w:tc>
      </w:tr>
      <w:tr w:rsidR="006D6C03" w:rsidRPr="00050266" w14:paraId="458E3E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E7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978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C5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D0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AD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C7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FF3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859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ИПИ</w:t>
            </w:r>
          </w:p>
        </w:tc>
      </w:tr>
      <w:tr w:rsidR="006D6C03" w:rsidRPr="00050266" w14:paraId="1BB25A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9B6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862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31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E3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434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C7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4F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56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ВСИ</w:t>
            </w:r>
          </w:p>
        </w:tc>
      </w:tr>
      <w:tr w:rsidR="006D6C03" w:rsidRPr="00050266" w14:paraId="588593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90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D8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F2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A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F47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14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8F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8B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БГД и др.</w:t>
            </w:r>
          </w:p>
        </w:tc>
      </w:tr>
      <w:tr w:rsidR="006D6C03" w:rsidRPr="00050266" w14:paraId="12379F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A59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7FD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68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382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34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8E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58E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410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03D8B0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CB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75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15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19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371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0F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7F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EC5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5543E5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697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016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C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D2E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23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D2E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1D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65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4E0E89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555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6B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4A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192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88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59F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1E0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123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ДИП</w:t>
            </w:r>
          </w:p>
        </w:tc>
      </w:tr>
      <w:tr w:rsidR="006D6C03" w:rsidRPr="00050266" w14:paraId="4E0B55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870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56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CB8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DD2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D8F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63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17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16B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ВНВ</w:t>
            </w:r>
          </w:p>
        </w:tc>
      </w:tr>
      <w:tr w:rsidR="006D6C03" w:rsidRPr="00050266" w14:paraId="160739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587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C4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399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0DB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61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0C1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BD9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1ED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ЛИИ</w:t>
            </w:r>
          </w:p>
        </w:tc>
      </w:tr>
      <w:tr w:rsidR="006D6C03" w:rsidRPr="00050266" w14:paraId="4D55E7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B53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80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FD8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73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822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A6A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263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12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 и др.</w:t>
            </w:r>
          </w:p>
        </w:tc>
      </w:tr>
      <w:tr w:rsidR="006D6C03" w:rsidRPr="00050266" w14:paraId="75A013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DE7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010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444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F2E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1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894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26A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22.69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0D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ГБП</w:t>
            </w:r>
          </w:p>
        </w:tc>
      </w:tr>
      <w:tr w:rsidR="006D6C03" w:rsidRPr="00050266" w14:paraId="15FC17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6A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CD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DA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7EE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B6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3D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A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C53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ВГБ и др.</w:t>
            </w:r>
          </w:p>
        </w:tc>
      </w:tr>
      <w:tr w:rsidR="006D6C03" w:rsidRPr="00050266" w14:paraId="5C34FB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7A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08D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CAB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9D9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20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29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38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D26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014BED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017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05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D6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C0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06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B4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73A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20.54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2D4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ЦБН и др.</w:t>
            </w:r>
          </w:p>
        </w:tc>
      </w:tr>
      <w:tr w:rsidR="006D6C03" w:rsidRPr="00050266" w14:paraId="091D0D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BB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90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78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D24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B7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E9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AA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16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ГМД и др.</w:t>
            </w:r>
          </w:p>
        </w:tc>
      </w:tr>
      <w:tr w:rsidR="006D6C03" w:rsidRPr="00050266" w14:paraId="5DC43B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FB1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80C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690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A71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999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CC7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77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6D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ССС</w:t>
            </w:r>
          </w:p>
        </w:tc>
      </w:tr>
      <w:tr w:rsidR="006D6C03" w:rsidRPr="00050266" w14:paraId="186A068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89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220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0D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BD7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507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B18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A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6D2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ККП и др.</w:t>
            </w:r>
          </w:p>
        </w:tc>
      </w:tr>
      <w:tr w:rsidR="006D6C03" w:rsidRPr="00050266" w14:paraId="706508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60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AFC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685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4FF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860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80F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0D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E5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РВР</w:t>
            </w:r>
          </w:p>
        </w:tc>
      </w:tr>
      <w:tr w:rsidR="006D6C03" w:rsidRPr="00050266" w14:paraId="67C3F8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EF9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8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516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F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DF3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714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49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F9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АМИ</w:t>
            </w:r>
          </w:p>
        </w:tc>
      </w:tr>
      <w:tr w:rsidR="006D6C03" w:rsidRPr="00050266" w14:paraId="4108D82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C3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902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B59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E87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833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93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5E2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4F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ЦЛВ</w:t>
            </w:r>
          </w:p>
        </w:tc>
      </w:tr>
      <w:tr w:rsidR="006D6C03" w:rsidRPr="00050266" w14:paraId="47C073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9E3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AA0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02B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53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96D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C6D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40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3BB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ВЕИ</w:t>
            </w:r>
          </w:p>
        </w:tc>
      </w:tr>
      <w:tr w:rsidR="006D6C03" w:rsidRPr="00050266" w14:paraId="4EA1319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CB0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46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69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585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251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E12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A0D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297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ЛПВ</w:t>
            </w:r>
          </w:p>
        </w:tc>
      </w:tr>
      <w:tr w:rsidR="006D6C03" w:rsidRPr="00050266" w14:paraId="6527E06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870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0A3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234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8F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4E8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EB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3B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F1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ЕБК</w:t>
            </w:r>
          </w:p>
        </w:tc>
      </w:tr>
      <w:tr w:rsidR="006D6C03" w:rsidRPr="00050266" w14:paraId="5CBA75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88A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30F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3C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E7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A7B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03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70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2F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МГН</w:t>
            </w:r>
          </w:p>
        </w:tc>
      </w:tr>
      <w:tr w:rsidR="006D6C03" w:rsidRPr="00050266" w14:paraId="10C242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7E0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B34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99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E54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72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D1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322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16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4340E9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6CA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КРАСИМИРА ТОДОРОВА КРЪСТАНОВА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8A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5E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77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E01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F7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962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2B3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ГВС и др.</w:t>
            </w:r>
          </w:p>
        </w:tc>
      </w:tr>
      <w:tr w:rsidR="006D6C03" w:rsidRPr="00050266" w14:paraId="65D4B3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E25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B6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0F0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5F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826.198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1A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6ED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95.029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ACC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1235.38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6BE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64EE46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B64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11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E7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5D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69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0B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EB4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3DF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МАПА ИНТЕРНЕШЕНЪЛ ЕООД</w:t>
            </w:r>
          </w:p>
        </w:tc>
      </w:tr>
      <w:tr w:rsidR="006D6C03" w:rsidRPr="00050266" w14:paraId="3BC48D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9E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170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754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AB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DE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33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F3C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5B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СБИ и др.</w:t>
            </w:r>
          </w:p>
        </w:tc>
      </w:tr>
      <w:tr w:rsidR="006D6C03" w:rsidRPr="00050266" w14:paraId="4DF1AAB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1EC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DB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65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721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CB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2F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CB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D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КБЛ</w:t>
            </w:r>
          </w:p>
        </w:tc>
      </w:tr>
      <w:tr w:rsidR="006D6C03" w:rsidRPr="00050266" w14:paraId="477974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F2A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47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AE4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E92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8F5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83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D0F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B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ВДП</w:t>
            </w:r>
          </w:p>
        </w:tc>
      </w:tr>
      <w:tr w:rsidR="006D6C03" w:rsidRPr="00050266" w14:paraId="63A507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B7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822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2F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5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001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4A1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558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220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ЛВВ</w:t>
            </w:r>
          </w:p>
        </w:tc>
      </w:tr>
      <w:tr w:rsidR="006D6C03" w:rsidRPr="00050266" w14:paraId="1C9245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18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9B4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7A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130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17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1D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CD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700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30F927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E3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41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7E5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DAC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B0F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C1F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ABE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2A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133047B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34E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75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36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EE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C9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A2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36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C65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ИПИ</w:t>
            </w:r>
          </w:p>
        </w:tc>
      </w:tr>
      <w:tr w:rsidR="006D6C03" w:rsidRPr="00050266" w14:paraId="651837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CC0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99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598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4BC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0C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7C6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9C2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E87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ТГК</w:t>
            </w:r>
          </w:p>
        </w:tc>
      </w:tr>
      <w:tr w:rsidR="006D6C03" w:rsidRPr="00050266" w14:paraId="0234F39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C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87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BC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D01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E17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129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0C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9F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D6C03" w:rsidRPr="00050266" w14:paraId="6D7DE6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1BB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C46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F9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EB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8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B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7BF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7DB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7EAD97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070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27C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0D7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B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7B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5CF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57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DA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1E7993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FD1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516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5C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19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4C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820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67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F7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4B9358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01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387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4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A8F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1D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12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81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A6A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415AD34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24B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BB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B4E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97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AD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908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98C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4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КИА</w:t>
            </w:r>
          </w:p>
        </w:tc>
      </w:tr>
      <w:tr w:rsidR="006D6C03" w:rsidRPr="00050266" w14:paraId="245442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7BF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51A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A2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D1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B06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D0E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EC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FA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МИГ</w:t>
            </w:r>
          </w:p>
        </w:tc>
      </w:tr>
      <w:tr w:rsidR="006D6C03" w:rsidRPr="00050266" w14:paraId="15DE91E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54F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61D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F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42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C7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A4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423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A9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ВКС</w:t>
            </w:r>
          </w:p>
        </w:tc>
      </w:tr>
      <w:tr w:rsidR="006D6C03" w:rsidRPr="00050266" w14:paraId="03BC49A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A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96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03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947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70B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73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CB5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95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МЛС</w:t>
            </w:r>
          </w:p>
        </w:tc>
      </w:tr>
      <w:tr w:rsidR="006D6C03" w:rsidRPr="00050266" w14:paraId="3F974C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A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84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609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EA7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6C3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44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58C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0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КАК</w:t>
            </w:r>
          </w:p>
        </w:tc>
      </w:tr>
      <w:tr w:rsidR="006D6C03" w:rsidRPr="00050266" w14:paraId="1AA560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18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89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C16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2F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E3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A6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CAB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CD1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7A33DC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CB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84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876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04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EE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33E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6A7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22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ХДД и др.</w:t>
            </w:r>
          </w:p>
        </w:tc>
      </w:tr>
      <w:tr w:rsidR="006D6C03" w:rsidRPr="00050266" w14:paraId="5E82FF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CA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72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DF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4F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60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FD8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60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F5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ИПИ</w:t>
            </w:r>
          </w:p>
        </w:tc>
      </w:tr>
      <w:tr w:rsidR="006D6C03" w:rsidRPr="00050266" w14:paraId="6DB0324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B3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278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B97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0C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21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74E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A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09E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116562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50B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371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16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AE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2E4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1E0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98A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00B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КДЙ</w:t>
            </w:r>
          </w:p>
        </w:tc>
      </w:tr>
      <w:tr w:rsidR="006D6C03" w:rsidRPr="00050266" w14:paraId="28FA08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A2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21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CA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8A2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67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5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CE4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228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ДАМ и др.</w:t>
            </w:r>
          </w:p>
        </w:tc>
      </w:tr>
      <w:tr w:rsidR="006D6C03" w:rsidRPr="00050266" w14:paraId="585915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A0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BB2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9C1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80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911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68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4D9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C6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РГЦ и др.</w:t>
            </w:r>
          </w:p>
        </w:tc>
      </w:tr>
      <w:tr w:rsidR="006D6C03" w:rsidRPr="00050266" w14:paraId="2B4105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438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C1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56A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01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B45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E69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F4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9C8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ПСК</w:t>
            </w:r>
          </w:p>
        </w:tc>
      </w:tr>
      <w:tr w:rsidR="006D6C03" w:rsidRPr="00050266" w14:paraId="614629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32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A5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CD9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CA0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F5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85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F3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A27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ВДД и др.</w:t>
            </w:r>
          </w:p>
        </w:tc>
      </w:tr>
      <w:tr w:rsidR="006D6C03" w:rsidRPr="00050266" w14:paraId="3122C57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D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44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C85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20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3A8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67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E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64.23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134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49D997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ED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53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AC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0A7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A71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F29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6F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539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299A05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03B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FF7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62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62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EE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8A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E3E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2B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6D6C03" w:rsidRPr="00050266" w14:paraId="160169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2F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423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4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B7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304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1A7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0A3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828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ИМС</w:t>
            </w:r>
          </w:p>
        </w:tc>
      </w:tr>
      <w:tr w:rsidR="006D6C03" w:rsidRPr="00050266" w14:paraId="3DFDFB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2F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EB6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0C4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BB1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365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172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4BA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073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6D6C03" w:rsidRPr="00050266" w14:paraId="43FEF3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48E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B73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CEB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4EA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C47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9F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43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441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14C522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55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8D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28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81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537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51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02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649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77BD3EA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755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B6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F2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77F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93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362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B95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1C8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3746BB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AC0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85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E1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59E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A59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39E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B7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2C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МБК</w:t>
            </w:r>
          </w:p>
        </w:tc>
      </w:tr>
      <w:tr w:rsidR="006D6C03" w:rsidRPr="00050266" w14:paraId="43392B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39C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1D1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C08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F45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23A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168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828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42.86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D71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ССП и др.</w:t>
            </w:r>
          </w:p>
        </w:tc>
      </w:tr>
      <w:tr w:rsidR="006D6C03" w:rsidRPr="00050266" w14:paraId="6B2237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59C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6F3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18E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6AC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23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FC7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C2B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F90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МБН и др.</w:t>
            </w:r>
          </w:p>
        </w:tc>
      </w:tr>
      <w:tr w:rsidR="006D6C03" w:rsidRPr="00050266" w14:paraId="5BDFA1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2C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4E7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0D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B4F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64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76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E12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008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ЯБТ</w:t>
            </w:r>
          </w:p>
        </w:tc>
      </w:tr>
      <w:tr w:rsidR="006D6C03" w:rsidRPr="00050266" w14:paraId="2ECAC2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C3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EF5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A2D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2C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69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69A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09E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06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ВБН</w:t>
            </w:r>
          </w:p>
        </w:tc>
      </w:tr>
      <w:tr w:rsidR="006D6C03" w:rsidRPr="00050266" w14:paraId="5A5B6B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A8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19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E0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B5B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C4A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51C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B1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6B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МЛК</w:t>
            </w:r>
          </w:p>
        </w:tc>
      </w:tr>
      <w:tr w:rsidR="006D6C03" w:rsidRPr="00050266" w14:paraId="2CB0F3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C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7B2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575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A10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277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FC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A6F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6E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ЕЛГ</w:t>
            </w:r>
          </w:p>
        </w:tc>
      </w:tr>
      <w:tr w:rsidR="006D6C03" w:rsidRPr="00050266" w14:paraId="175728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B8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81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41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C5C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2B9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97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45A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E22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СЛС</w:t>
            </w:r>
          </w:p>
        </w:tc>
      </w:tr>
      <w:tr w:rsidR="006D6C03" w:rsidRPr="00050266" w14:paraId="7C0F15A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4F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84F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648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900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425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4AC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76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1C4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6D6C03" w:rsidRPr="00050266" w14:paraId="1BBB2B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EDA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3B1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C4A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CC6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335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22F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CA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183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ИАВ</w:t>
            </w:r>
          </w:p>
        </w:tc>
      </w:tr>
      <w:tr w:rsidR="006D6C03" w:rsidRPr="00050266" w14:paraId="2B68CD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5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20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99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48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46B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CF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E4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ACA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49E46A6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98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C7E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BF8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F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D9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736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1.646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B9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56A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ТВЛ и др.</w:t>
            </w:r>
          </w:p>
        </w:tc>
      </w:tr>
      <w:tr w:rsidR="006D6C03" w:rsidRPr="00050266" w14:paraId="7744DB7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2DC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D6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D7B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B3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A58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847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86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EB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16BAD4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42B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24A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53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953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5E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3E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357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21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5F21DCC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41C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46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6AC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7C2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14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7D9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40D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69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76D849E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01B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DFF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9D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47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CD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CEE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7E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91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7202BC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94D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2B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680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33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B7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138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14F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16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3A6169A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8A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4C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E72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8B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7B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756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E6B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7A8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348B23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E8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C89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6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423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DC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15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6E6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F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6A1EFA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41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57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847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BFB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7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63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0C3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4F9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БПД и др.</w:t>
            </w:r>
          </w:p>
        </w:tc>
      </w:tr>
      <w:tr w:rsidR="006D6C03" w:rsidRPr="00050266" w14:paraId="75565F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8CA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B90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04C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B8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29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5A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AA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E4E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4DB116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A1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6CA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405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593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0B4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87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B1F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B2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ИДВ</w:t>
            </w:r>
          </w:p>
        </w:tc>
      </w:tr>
      <w:tr w:rsidR="006D6C03" w:rsidRPr="00050266" w14:paraId="34CF908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F6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2E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D4C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FA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B3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EF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2F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3F4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2D338D2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7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C88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8C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BD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01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251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27A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F0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0995A0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BB7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9D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49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CA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FA2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902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B8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811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СПВ и др.</w:t>
            </w:r>
          </w:p>
        </w:tc>
      </w:tr>
      <w:tr w:rsidR="006D6C03" w:rsidRPr="00050266" w14:paraId="344EED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49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1E5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484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33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5D6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B83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CD1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B2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ВЙЗ</w:t>
            </w:r>
          </w:p>
        </w:tc>
      </w:tr>
      <w:tr w:rsidR="006D6C03" w:rsidRPr="00050266" w14:paraId="6476072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1B3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E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1E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08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86B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0E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73F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F70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24C318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C86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D22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3E5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77E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CB5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EDC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CE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F7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СЙР и др.</w:t>
            </w:r>
          </w:p>
        </w:tc>
      </w:tr>
      <w:tr w:rsidR="006D6C03" w:rsidRPr="00050266" w14:paraId="7B5710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90E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0AA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6FD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634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9C7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FF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FC7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AE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75B4EFD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9DF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1DB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B8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A39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4D5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89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BC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B91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D6C03" w:rsidRPr="00050266" w14:paraId="052A2C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298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F3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BE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74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B4D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32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739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31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ИГМ</w:t>
            </w:r>
          </w:p>
        </w:tc>
      </w:tr>
      <w:tr w:rsidR="006D6C03" w:rsidRPr="00050266" w14:paraId="694DC9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10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371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E5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565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857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57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4B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32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ИТГ</w:t>
            </w:r>
          </w:p>
        </w:tc>
      </w:tr>
      <w:tr w:rsidR="006D6C03" w:rsidRPr="00050266" w14:paraId="3CB5F9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2DB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8B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DB5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F68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587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36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04D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99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СГА и др.</w:t>
            </w:r>
          </w:p>
        </w:tc>
      </w:tr>
      <w:tr w:rsidR="006D6C03" w:rsidRPr="00050266" w14:paraId="2C4F398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B08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8A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D7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61A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D2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AE7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9DC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A4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ВЕИ и др.</w:t>
            </w:r>
          </w:p>
        </w:tc>
      </w:tr>
      <w:tr w:rsidR="006D6C03" w:rsidRPr="00050266" w14:paraId="6C0E55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F3A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412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29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37D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7EB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9F3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2.051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B5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26.66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FD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ВПВ</w:t>
            </w:r>
          </w:p>
        </w:tc>
      </w:tr>
      <w:tr w:rsidR="006D6C03" w:rsidRPr="00050266" w14:paraId="5A8C6C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43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F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CE9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6E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F7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B5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BF6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3FD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АНС</w:t>
            </w:r>
          </w:p>
        </w:tc>
      </w:tr>
      <w:tr w:rsidR="006D6C03" w:rsidRPr="00050266" w14:paraId="4E39B11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37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BF2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6C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C6F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61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34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3E9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FB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24DEAF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50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C2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41B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814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E9B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5BA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2C8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548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РГЦ и др.</w:t>
            </w:r>
          </w:p>
        </w:tc>
      </w:tr>
      <w:tr w:rsidR="006D6C03" w:rsidRPr="00050266" w14:paraId="3B285C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40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FD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15E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8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9CD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69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E6B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A5E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ВЯВ</w:t>
            </w:r>
          </w:p>
        </w:tc>
      </w:tr>
      <w:tr w:rsidR="006D6C03" w:rsidRPr="00050266" w14:paraId="43B2701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5C2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4F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D7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A02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0B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49D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38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DAD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МНП и др.</w:t>
            </w:r>
          </w:p>
        </w:tc>
      </w:tr>
      <w:tr w:rsidR="006D6C03" w:rsidRPr="00050266" w14:paraId="1693037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3A9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B0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7CD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D8D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5E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66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7AE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401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ОСМ</w:t>
            </w:r>
          </w:p>
        </w:tc>
      </w:tr>
      <w:tr w:rsidR="006D6C03" w:rsidRPr="00050266" w14:paraId="07AECC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84C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03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E70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901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9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0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9D5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730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ЙВЯ</w:t>
            </w:r>
          </w:p>
        </w:tc>
      </w:tr>
      <w:tr w:rsidR="006D6C03" w:rsidRPr="00050266" w14:paraId="6F7FF5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DD0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C5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2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32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83E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41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36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406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АПС</w:t>
            </w:r>
          </w:p>
        </w:tc>
      </w:tr>
      <w:tr w:rsidR="006D6C03" w:rsidRPr="00050266" w14:paraId="321756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CAC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C51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82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3C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01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71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845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2C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79964D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CA4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D7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32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88C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E1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6C8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C7E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26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СМЛ</w:t>
            </w:r>
          </w:p>
        </w:tc>
      </w:tr>
      <w:tr w:rsidR="006D6C03" w:rsidRPr="00050266" w14:paraId="1E7062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62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81A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FA7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DED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D6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DF7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485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0EE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6D6C03" w:rsidRPr="00050266" w14:paraId="0000A8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27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3B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61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0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05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F9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F5B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F4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0BDF6E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6F2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FBC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8E3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5C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56F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BC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BBC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6A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20C94A6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C0A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FDC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DC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5D9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66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29F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A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8B0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ЕВТ</w:t>
            </w:r>
          </w:p>
        </w:tc>
      </w:tr>
      <w:tr w:rsidR="006D6C03" w:rsidRPr="00050266" w14:paraId="0B59A3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89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4B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533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F3E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D7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E3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54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BA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КМА</w:t>
            </w:r>
          </w:p>
        </w:tc>
      </w:tr>
      <w:tr w:rsidR="006D6C03" w:rsidRPr="00050266" w14:paraId="2C71E4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F2D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0A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4D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3A1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17F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B3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A2D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A58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ВРМ</w:t>
            </w:r>
          </w:p>
        </w:tc>
      </w:tr>
      <w:tr w:rsidR="006D6C03" w:rsidRPr="00050266" w14:paraId="22D84C5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AA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12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1DB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685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AC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88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54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5F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МКВ</w:t>
            </w:r>
          </w:p>
        </w:tc>
      </w:tr>
      <w:tr w:rsidR="006D6C03" w:rsidRPr="00050266" w14:paraId="0E3814F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A2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534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45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30B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791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673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B1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D0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КОКРЕЛ ООД и др.</w:t>
            </w:r>
          </w:p>
        </w:tc>
      </w:tr>
      <w:tr w:rsidR="006D6C03" w:rsidRPr="00050266" w14:paraId="0AD4272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967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D7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CA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A0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9B1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9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7F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AF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ЛГМ</w:t>
            </w:r>
          </w:p>
        </w:tc>
      </w:tr>
      <w:tr w:rsidR="006D6C03" w:rsidRPr="00050266" w14:paraId="5FB103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F8A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17C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80C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D1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9E9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C1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2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E48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66DC80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680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9FA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90D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E4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EC1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9F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AF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BC1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127C53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E72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E81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79D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975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A6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EE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C1A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B87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31BB59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342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CF5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F7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DE9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A6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A3A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6F1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59.99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4C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АКД</w:t>
            </w:r>
          </w:p>
        </w:tc>
      </w:tr>
      <w:tr w:rsidR="006D6C03" w:rsidRPr="00050266" w14:paraId="17618F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5DF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EA0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EA7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FB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905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EB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67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E2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МГМ</w:t>
            </w:r>
          </w:p>
        </w:tc>
      </w:tr>
      <w:tr w:rsidR="006D6C03" w:rsidRPr="00050266" w14:paraId="34EA57E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1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A39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65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CBB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4A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34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359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080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ВАА</w:t>
            </w:r>
          </w:p>
        </w:tc>
      </w:tr>
      <w:tr w:rsidR="006D6C03" w:rsidRPr="00050266" w14:paraId="2EF2C70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A9E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36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8A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BEE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E0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F95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EDD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5.13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F3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ЦКН и др.</w:t>
            </w:r>
          </w:p>
        </w:tc>
      </w:tr>
      <w:tr w:rsidR="006D6C03" w:rsidRPr="00050266" w14:paraId="1A3085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91B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0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2F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EA3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C6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DA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FE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2A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7DCDED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5ED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51C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1E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7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350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E2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760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F0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МСС</w:t>
            </w:r>
          </w:p>
        </w:tc>
      </w:tr>
      <w:tr w:rsidR="006D6C03" w:rsidRPr="00050266" w14:paraId="615D8A4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EF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F0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BD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6EE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90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C24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39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8DC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53C30D0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EEC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57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0D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B9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29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EC0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B2D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ACC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182974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6D1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27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15F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6BB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2D5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E8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3F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CB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ТГК</w:t>
            </w:r>
          </w:p>
        </w:tc>
      </w:tr>
      <w:tr w:rsidR="006D6C03" w:rsidRPr="00050266" w14:paraId="08C3220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7C6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80E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B7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D0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3C6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35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907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EE4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ЙМП</w:t>
            </w:r>
          </w:p>
        </w:tc>
      </w:tr>
      <w:tr w:rsidR="006D6C03" w:rsidRPr="00050266" w14:paraId="48259A2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38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54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E5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8E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78E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21D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C2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C9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ММК и др.</w:t>
            </w:r>
          </w:p>
        </w:tc>
      </w:tr>
      <w:tr w:rsidR="006D6C03" w:rsidRPr="00050266" w14:paraId="7AD8A3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E6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00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0A0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52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405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EC6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E94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6F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ААГ</w:t>
            </w:r>
          </w:p>
        </w:tc>
      </w:tr>
      <w:tr w:rsidR="006D6C03" w:rsidRPr="00050266" w14:paraId="218DFAD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EC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260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D7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F7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05D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9E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0.948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C2E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837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ИСП</w:t>
            </w:r>
          </w:p>
        </w:tc>
      </w:tr>
      <w:tr w:rsidR="006D6C03" w:rsidRPr="00050266" w14:paraId="46744E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BD2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A25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C3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7FA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B6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DB7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3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5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D6C03" w:rsidRPr="00050266" w14:paraId="430C16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EC0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12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F6E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C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01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E9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CF2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192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ССВ</w:t>
            </w:r>
          </w:p>
        </w:tc>
      </w:tr>
      <w:tr w:rsidR="006D6C03" w:rsidRPr="00050266" w14:paraId="2D7006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274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786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EDC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010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3FD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E7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C9B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D77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ССЧ</w:t>
            </w:r>
          </w:p>
        </w:tc>
      </w:tr>
      <w:tr w:rsidR="006D6C03" w:rsidRPr="00050266" w14:paraId="4531791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C69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CC5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6E5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20A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83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E9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439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C5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МЙГ</w:t>
            </w:r>
          </w:p>
        </w:tc>
      </w:tr>
      <w:tr w:rsidR="006D6C03" w:rsidRPr="00050266" w14:paraId="57081B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06A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00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8B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D65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D0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E9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323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92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СКМ</w:t>
            </w:r>
          </w:p>
        </w:tc>
      </w:tr>
      <w:tr w:rsidR="006D6C03" w:rsidRPr="00050266" w14:paraId="027412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4B2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D9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88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70C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15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94F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C93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E12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ПЛВ</w:t>
            </w:r>
          </w:p>
        </w:tc>
      </w:tr>
      <w:tr w:rsidR="006D6C03" w:rsidRPr="00050266" w14:paraId="5FF35F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F89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109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C48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7E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A01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AA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CC9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C1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04D42D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A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05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F8C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8B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E37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84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F5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F79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5D4BBF7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6C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220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11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50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CB5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DE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8D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491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4E955B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C18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13D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2CB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C2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223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813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69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83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ВПВ и др.</w:t>
            </w:r>
          </w:p>
        </w:tc>
      </w:tr>
      <w:tr w:rsidR="006D6C03" w:rsidRPr="00050266" w14:paraId="03E704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F77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31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A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A4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30F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12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0.596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77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157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0D0E564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26A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5F9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BD4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4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B5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B0F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DF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EC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ИНТ и др.</w:t>
            </w:r>
          </w:p>
        </w:tc>
      </w:tr>
      <w:tr w:rsidR="006D6C03" w:rsidRPr="00050266" w14:paraId="621652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24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EC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0FF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0D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E5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51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F5B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ABA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418948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FD3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275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3F6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7A7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34B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A2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4B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18.30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8D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77D8E6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220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758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D38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F48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7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A33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29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74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ИАВ</w:t>
            </w:r>
          </w:p>
        </w:tc>
      </w:tr>
      <w:tr w:rsidR="006D6C03" w:rsidRPr="00050266" w14:paraId="36AE0F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F52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D0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ED9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07C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1B0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AD9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9C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BC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75D66D0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40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218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47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008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B4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63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8A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70A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44C31A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0A5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ЛИЛЯНА ВАЛЕНТИНОВА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C7C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7A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C8B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01E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19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17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E3E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79BD3C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CD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6DB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33D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48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335.932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A5D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9B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29.213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2F3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379.76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512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176E97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9D6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D1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A0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232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C4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557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D3D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FD5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ВИШ и др.</w:t>
            </w:r>
          </w:p>
        </w:tc>
      </w:tr>
      <w:tr w:rsidR="006D6C03" w:rsidRPr="00050266" w14:paraId="775E8D2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4E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52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73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C88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3BF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C65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46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75B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КВД</w:t>
            </w:r>
          </w:p>
        </w:tc>
      </w:tr>
      <w:tr w:rsidR="006D6C03" w:rsidRPr="00050266" w14:paraId="217036B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A8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1F6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EA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579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F9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ADC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9.098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7A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118.27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FDD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ИГТ</w:t>
            </w:r>
          </w:p>
        </w:tc>
      </w:tr>
      <w:tr w:rsidR="006D6C03" w:rsidRPr="00050266" w14:paraId="6CE8A9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6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0B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88D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A27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A6C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5A1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AE6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FB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246105B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30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9AD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24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1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C6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D8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DC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05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51994B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61E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72F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FBD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249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4C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AE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0E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871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14343AF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49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F58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9CD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027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8.096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86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0AA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F74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414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5C48D3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699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C5A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A1A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E6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6CB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5D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6DB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97.50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61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6D6C03" w:rsidRPr="00050266" w14:paraId="2DD61E7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8BA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CE7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94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68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5D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17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FBD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A7D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АРА</w:t>
            </w:r>
          </w:p>
        </w:tc>
      </w:tr>
      <w:tr w:rsidR="006D6C03" w:rsidRPr="00050266" w14:paraId="67EB74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C4C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6C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38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3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31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730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6.101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70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79.31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A82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НАК и др.</w:t>
            </w:r>
          </w:p>
        </w:tc>
      </w:tr>
      <w:tr w:rsidR="006D6C03" w:rsidRPr="00050266" w14:paraId="67F58EE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B4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99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F79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BA4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E28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36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3F6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6B5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МНА</w:t>
            </w:r>
          </w:p>
        </w:tc>
      </w:tr>
      <w:tr w:rsidR="006D6C03" w:rsidRPr="00050266" w14:paraId="45444AB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56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1F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DFA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A54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1D5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A90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6E5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EE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ММК и др.</w:t>
            </w:r>
          </w:p>
        </w:tc>
      </w:tr>
      <w:tr w:rsidR="006D6C03" w:rsidRPr="00050266" w14:paraId="1060245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08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19A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F31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6DF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11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4A0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BE7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A67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АЖД и др.</w:t>
            </w:r>
          </w:p>
        </w:tc>
      </w:tr>
      <w:tr w:rsidR="006D6C03" w:rsidRPr="00050266" w14:paraId="4939A96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E6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4C5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26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FC8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41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8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53F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A24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ММК</w:t>
            </w:r>
          </w:p>
        </w:tc>
      </w:tr>
      <w:tr w:rsidR="006D6C03" w:rsidRPr="00050266" w14:paraId="0E8955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40C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743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D1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0DC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844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4B4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DE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673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ЕМЗ и др.</w:t>
            </w:r>
          </w:p>
        </w:tc>
      </w:tr>
      <w:tr w:rsidR="006D6C03" w:rsidRPr="00050266" w14:paraId="231D0CD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BF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1BA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188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FEA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121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5F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E39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1C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ГМД и др.</w:t>
            </w:r>
          </w:p>
        </w:tc>
      </w:tr>
      <w:tr w:rsidR="006D6C03" w:rsidRPr="00050266" w14:paraId="0F2C53A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379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F40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A75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FD5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5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26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B6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5AE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ЕВД</w:t>
            </w:r>
          </w:p>
        </w:tc>
      </w:tr>
      <w:tr w:rsidR="006D6C03" w:rsidRPr="00050266" w14:paraId="487702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14D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18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9B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1FA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B5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438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4.925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E4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64.03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0B7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26DDBE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A54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D65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16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B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74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372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CFE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B0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6C705C5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BF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337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2DC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88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9C4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41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C0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ABB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ВВП</w:t>
            </w:r>
          </w:p>
        </w:tc>
      </w:tr>
      <w:tr w:rsidR="006D6C03" w:rsidRPr="00050266" w14:paraId="622C618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D6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AA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03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ADC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E0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049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23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919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ВРМ</w:t>
            </w:r>
          </w:p>
        </w:tc>
      </w:tr>
      <w:tr w:rsidR="006D6C03" w:rsidRPr="00050266" w14:paraId="7102B2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BF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DE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E8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74E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217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65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08A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D3E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ДАМ</w:t>
            </w:r>
          </w:p>
        </w:tc>
      </w:tr>
      <w:tr w:rsidR="006D6C03" w:rsidRPr="00050266" w14:paraId="360311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109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CB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15C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AF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58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8D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73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4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11D6D73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0F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CE6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12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DFC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A6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95E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12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892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5D1A53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D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2A8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939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E30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11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A3E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04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548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166E81C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4F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46C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469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CF4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A5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DB3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6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1D6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358C815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7D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93D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FD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9C4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30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2CD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64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DC0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653A1F6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CF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3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47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FA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E99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AEF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B01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36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СМБ и др.</w:t>
            </w:r>
          </w:p>
        </w:tc>
      </w:tr>
      <w:tr w:rsidR="006D6C03" w:rsidRPr="00050266" w14:paraId="16498E4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9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7CC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EF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8C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D15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E8B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E92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8A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ЕИК и др.</w:t>
            </w:r>
          </w:p>
        </w:tc>
      </w:tr>
      <w:tr w:rsidR="006D6C03" w:rsidRPr="00050266" w14:paraId="19BB17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FC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D42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4B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949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AE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FE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12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26F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ФВТ</w:t>
            </w:r>
          </w:p>
        </w:tc>
      </w:tr>
      <w:tr w:rsidR="006D6C03" w:rsidRPr="00050266" w14:paraId="337B7A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18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9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29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87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95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08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D70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DA7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317FDCD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EAC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A8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486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3A9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12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787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E6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692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ДБЯ и др.</w:t>
            </w:r>
          </w:p>
        </w:tc>
      </w:tr>
      <w:tr w:rsidR="006D6C03" w:rsidRPr="00050266" w14:paraId="5DC09A8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76A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E9D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67F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2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B24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A1F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84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F6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ДАМ</w:t>
            </w:r>
          </w:p>
        </w:tc>
      </w:tr>
      <w:tr w:rsidR="006D6C03" w:rsidRPr="00050266" w14:paraId="185B5C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41D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A2F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F66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97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E55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2E7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44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B94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ВИВ и др.</w:t>
            </w:r>
          </w:p>
        </w:tc>
      </w:tr>
      <w:tr w:rsidR="006D6C03" w:rsidRPr="00050266" w14:paraId="677F977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D92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007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6FD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E6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CFE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0F5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626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8A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3B8813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88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589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CBB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2C9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EB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708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AC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DCE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ПКС</w:t>
            </w:r>
          </w:p>
        </w:tc>
      </w:tr>
      <w:tr w:rsidR="006D6C03" w:rsidRPr="00050266" w14:paraId="6E3A4AD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DC7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DFF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9C7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07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46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1A7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12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E9D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3133433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F0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83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43A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89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BFC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C3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D9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FF4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МАБ</w:t>
            </w:r>
          </w:p>
        </w:tc>
      </w:tr>
      <w:tr w:rsidR="006D6C03" w:rsidRPr="00050266" w14:paraId="463DF2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54A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5F8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98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8FE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94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4B8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73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504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41E26C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20E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D1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6AE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56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EF0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3E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14F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AC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ВСЧ и др.</w:t>
            </w:r>
          </w:p>
        </w:tc>
      </w:tr>
      <w:tr w:rsidR="006D6C03" w:rsidRPr="00050266" w14:paraId="3AE1C73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56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59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8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EF7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F58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0F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01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1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609EDB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438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C4D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7D1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0D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21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667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1DD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23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ССС и др.</w:t>
            </w:r>
          </w:p>
        </w:tc>
      </w:tr>
      <w:tr w:rsidR="006D6C03" w:rsidRPr="00050266" w14:paraId="302798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17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F1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AA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556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557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1EF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C16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79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278BB1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6C4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2E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E6A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340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B00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DC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A23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CCC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5FB2C0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209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6D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B98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FF2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9F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06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92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E40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АКД</w:t>
            </w:r>
          </w:p>
        </w:tc>
      </w:tr>
      <w:tr w:rsidR="006D6C03" w:rsidRPr="00050266" w14:paraId="519032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E51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E8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C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B9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9E5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BC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17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A7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0EC70D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05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AFF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FD7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7D8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983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056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F7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A7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D6C03" w:rsidRPr="00050266" w14:paraId="0B2B151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F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E89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A52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77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77F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38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72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1E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ВСИ</w:t>
            </w:r>
          </w:p>
        </w:tc>
      </w:tr>
      <w:tr w:rsidR="006D6C03" w:rsidRPr="00050266" w14:paraId="2D1F2F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597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0E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A69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29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C44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C1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270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A61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БЗМ</w:t>
            </w:r>
          </w:p>
        </w:tc>
      </w:tr>
      <w:tr w:rsidR="006D6C03" w:rsidRPr="00050266" w14:paraId="1D8F7C4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00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53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6BA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41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5C3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E14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1B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C7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РБЙ и др.</w:t>
            </w:r>
          </w:p>
        </w:tc>
      </w:tr>
      <w:tr w:rsidR="006D6C03" w:rsidRPr="00050266" w14:paraId="0592CC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32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59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9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F35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50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BD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B5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25E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КМГ и др.</w:t>
            </w:r>
          </w:p>
        </w:tc>
      </w:tr>
      <w:tr w:rsidR="006D6C03" w:rsidRPr="00050266" w14:paraId="3FE9A2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0E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ED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ED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A21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B1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FDF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D7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64.92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096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6D6C03" w:rsidRPr="00050266" w14:paraId="4F70C98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95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25B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E6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EB2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9A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E59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5F4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B54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 и др.</w:t>
            </w:r>
          </w:p>
        </w:tc>
      </w:tr>
      <w:tr w:rsidR="006D6C03" w:rsidRPr="00050266" w14:paraId="0BF806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F71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A27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0B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364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79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D7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53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35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НИЗ</w:t>
            </w:r>
          </w:p>
        </w:tc>
      </w:tr>
      <w:tr w:rsidR="006D6C03" w:rsidRPr="00050266" w14:paraId="6C012AC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C02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326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03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1D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52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F2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3C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D0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541452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2C7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9E3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94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752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9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CC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5B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5A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АКД</w:t>
            </w:r>
          </w:p>
        </w:tc>
      </w:tr>
      <w:tr w:rsidR="006D6C03" w:rsidRPr="00050266" w14:paraId="2A8B378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C0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98C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A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E5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D56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213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E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A28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635B70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E5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B1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3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DE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EA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10E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6CE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CF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</w:tr>
      <w:tr w:rsidR="006D6C03" w:rsidRPr="00050266" w14:paraId="7231FA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4B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90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8B7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5E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241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46E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D9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692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ВВИ</w:t>
            </w:r>
          </w:p>
        </w:tc>
      </w:tr>
      <w:tr w:rsidR="006D6C03" w:rsidRPr="00050266" w14:paraId="319A76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41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2A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71C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E8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9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814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9D2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7A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588C11F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8D8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D1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93F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8E4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718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D18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AD8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E6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СВК</w:t>
            </w:r>
          </w:p>
        </w:tc>
      </w:tr>
      <w:tr w:rsidR="006D6C03" w:rsidRPr="00050266" w14:paraId="6460AB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AD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0F7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11B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6A4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8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A9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C52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59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670793D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9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806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80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D5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84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D8A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9A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3ED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3B74D1B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3A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F40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31D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103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27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FA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526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E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7C9F7B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EE7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4B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85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83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1F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732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DE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85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2A654E5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4D5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2F5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8F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521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94E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4F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4F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D55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МЛЛ</w:t>
            </w:r>
          </w:p>
        </w:tc>
      </w:tr>
      <w:tr w:rsidR="006D6C03" w:rsidRPr="00050266" w14:paraId="29CBD55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4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F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FB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2E2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4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FD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6F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C80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4E851FE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384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106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B22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34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85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B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E0B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10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5E1DB15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4E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3EA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24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129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CE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209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478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1D2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СВМ</w:t>
            </w:r>
          </w:p>
        </w:tc>
      </w:tr>
      <w:tr w:rsidR="006D6C03" w:rsidRPr="00050266" w14:paraId="085BEC5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8F0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206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EDA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56F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E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708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32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365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НПА</w:t>
            </w:r>
          </w:p>
        </w:tc>
      </w:tr>
      <w:tr w:rsidR="006D6C03" w:rsidRPr="00050266" w14:paraId="393982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5E2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90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79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58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71A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3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A5E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29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МКК</w:t>
            </w:r>
          </w:p>
        </w:tc>
      </w:tr>
      <w:tr w:rsidR="006D6C03" w:rsidRPr="00050266" w14:paraId="0E03796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55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C2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93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F9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6D0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67E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8D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AC0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ИХК</w:t>
            </w:r>
          </w:p>
        </w:tc>
      </w:tr>
      <w:tr w:rsidR="006D6C03" w:rsidRPr="00050266" w14:paraId="0B0719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4F2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5D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74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27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32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667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521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79E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5AEF7D1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BF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10C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578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5E5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5A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466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85C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04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КВА и др.</w:t>
            </w:r>
          </w:p>
        </w:tc>
      </w:tr>
      <w:tr w:rsidR="006D6C03" w:rsidRPr="00050266" w14:paraId="4E8DF18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1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A5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8D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6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00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F20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0F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5F1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МНМ</w:t>
            </w:r>
          </w:p>
        </w:tc>
      </w:tr>
      <w:tr w:rsidR="006D6C03" w:rsidRPr="00050266" w14:paraId="351549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34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E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A40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9CD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7C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E43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96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DB2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114847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9B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DD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CA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2A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27A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9F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EF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457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ПМС</w:t>
            </w:r>
          </w:p>
        </w:tc>
      </w:tr>
      <w:tr w:rsidR="006D6C03" w:rsidRPr="00050266" w14:paraId="5F3F8CB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C31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D42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835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89E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883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B6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A18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40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D6C03" w:rsidRPr="00050266" w14:paraId="598A48B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47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2D5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21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FCA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263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C45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58E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8F5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ЗВЗ</w:t>
            </w:r>
          </w:p>
        </w:tc>
      </w:tr>
      <w:tr w:rsidR="006D6C03" w:rsidRPr="00050266" w14:paraId="7250548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4F4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CAA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B49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9D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595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9B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C8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44A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ЙМП</w:t>
            </w:r>
          </w:p>
        </w:tc>
      </w:tr>
      <w:tr w:rsidR="006D6C03" w:rsidRPr="00050266" w14:paraId="17D74E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04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E07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6E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3A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475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D72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F2A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89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ВИБ</w:t>
            </w:r>
          </w:p>
        </w:tc>
      </w:tr>
      <w:tr w:rsidR="006D6C03" w:rsidRPr="00050266" w14:paraId="7BE992B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BDE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C1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07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19A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D99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D01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9D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1D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ЛВС</w:t>
            </w:r>
          </w:p>
        </w:tc>
      </w:tr>
      <w:tr w:rsidR="006D6C03" w:rsidRPr="00050266" w14:paraId="119CCB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6E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77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E22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D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10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F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01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B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ЙМП</w:t>
            </w:r>
          </w:p>
        </w:tc>
      </w:tr>
      <w:tr w:rsidR="006D6C03" w:rsidRPr="00050266" w14:paraId="6A1577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DD2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455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E12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426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8E5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B33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589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48.09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CA2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РТП и др.</w:t>
            </w:r>
          </w:p>
        </w:tc>
      </w:tr>
      <w:tr w:rsidR="006D6C03" w:rsidRPr="00050266" w14:paraId="6EC8431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5D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D9E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B0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E7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79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CE6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ABF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6D3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4F5C0D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2F0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201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E58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936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2D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51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7A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B7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ПГЦ</w:t>
            </w:r>
          </w:p>
        </w:tc>
      </w:tr>
      <w:tr w:rsidR="006D6C03" w:rsidRPr="00050266" w14:paraId="72671E0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34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22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6A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34C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F8A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25B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42C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9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29D7870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787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74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96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47E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B81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39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28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64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 и др.</w:t>
            </w:r>
          </w:p>
        </w:tc>
      </w:tr>
      <w:tr w:rsidR="006D6C03" w:rsidRPr="00050266" w14:paraId="21CFEA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39A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865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20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36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DD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DA7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E6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105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ЕХГ</w:t>
            </w:r>
          </w:p>
        </w:tc>
      </w:tr>
      <w:tr w:rsidR="006D6C03" w:rsidRPr="00050266" w14:paraId="5E484D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E6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82F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DBC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E51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7C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080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91B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682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ММК и др.</w:t>
            </w:r>
          </w:p>
        </w:tc>
      </w:tr>
      <w:tr w:rsidR="006D6C03" w:rsidRPr="00050266" w14:paraId="256702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6BB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9EF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49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8D5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6AF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BA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F5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D0D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КВВ</w:t>
            </w:r>
          </w:p>
        </w:tc>
      </w:tr>
      <w:tr w:rsidR="006D6C03" w:rsidRPr="00050266" w14:paraId="0EC85A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D49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A8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52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C08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78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10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F9C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9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2F56A8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D7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47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B5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A59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53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98C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A58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21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МИМ и др.</w:t>
            </w:r>
          </w:p>
        </w:tc>
      </w:tr>
      <w:tr w:rsidR="006D6C03" w:rsidRPr="00050266" w14:paraId="17C425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70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D40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79B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9D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5B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2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78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F00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СМВ</w:t>
            </w:r>
          </w:p>
        </w:tc>
      </w:tr>
      <w:tr w:rsidR="006D6C03" w:rsidRPr="00050266" w14:paraId="34918A2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54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1E6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4E5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90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772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99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1.382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21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17.97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8A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АКД</w:t>
            </w:r>
          </w:p>
        </w:tc>
      </w:tr>
      <w:tr w:rsidR="006D6C03" w:rsidRPr="00050266" w14:paraId="1005F9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04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6F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74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762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24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BF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6FF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E85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2B1B1A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B7F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C1E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CC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16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05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D0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9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280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ВЯВ и др.</w:t>
            </w:r>
          </w:p>
        </w:tc>
      </w:tr>
      <w:tr w:rsidR="006D6C03" w:rsidRPr="00050266" w14:paraId="4E1574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551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A57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D4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A91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159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B19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4A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CF8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</w:t>
            </w:r>
          </w:p>
        </w:tc>
      </w:tr>
      <w:tr w:rsidR="006D6C03" w:rsidRPr="00050266" w14:paraId="09247A3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7A2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142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AC7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596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051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542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142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CCD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722942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A4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309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F7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BFB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2C2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A0B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776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73D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КТГ</w:t>
            </w:r>
          </w:p>
        </w:tc>
      </w:tr>
      <w:tr w:rsidR="006D6C03" w:rsidRPr="00050266" w14:paraId="686D25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E5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D7C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E7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084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9E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56A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23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B2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5FD60AD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6A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75A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F4B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ABB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78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0E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7F6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90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ПВВ</w:t>
            </w:r>
          </w:p>
        </w:tc>
      </w:tr>
      <w:tr w:rsidR="006D6C03" w:rsidRPr="00050266" w14:paraId="0737F3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B95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97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B7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C3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A2B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6A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0B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10.41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E36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2428A64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782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9A0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F82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BC7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2F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2DC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D4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2BF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34C738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0F0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F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BC3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60E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00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9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F27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AD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ГБМ</w:t>
            </w:r>
          </w:p>
        </w:tc>
      </w:tr>
      <w:tr w:rsidR="006D6C03" w:rsidRPr="00050266" w14:paraId="59857EC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3CA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D5D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37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E6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1DC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B8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AB9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D4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ПВД</w:t>
            </w:r>
          </w:p>
        </w:tc>
      </w:tr>
      <w:tr w:rsidR="006D6C03" w:rsidRPr="00050266" w14:paraId="6099BCF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E4F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8B6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BA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0C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4E4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AD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62D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7.79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FD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ИДА</w:t>
            </w:r>
          </w:p>
        </w:tc>
      </w:tr>
      <w:tr w:rsidR="006D6C03" w:rsidRPr="00050266" w14:paraId="7BDA4AA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294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7F9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3C6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16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49F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142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43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E0E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АЙЖ</w:t>
            </w:r>
          </w:p>
        </w:tc>
      </w:tr>
      <w:tr w:rsidR="006D6C03" w:rsidRPr="00050266" w14:paraId="1F47FAA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EB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4B8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6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458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B12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05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208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BA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6495301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846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D8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C21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427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7D6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84A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107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8F5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БЙЖ</w:t>
            </w:r>
          </w:p>
        </w:tc>
      </w:tr>
      <w:tr w:rsidR="006D6C03" w:rsidRPr="00050266" w14:paraId="67C0D0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62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C7D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DD7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39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5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1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3F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52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ЙВВ</w:t>
            </w:r>
          </w:p>
        </w:tc>
      </w:tr>
      <w:tr w:rsidR="006D6C03" w:rsidRPr="00050266" w14:paraId="3F93CC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BD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6A9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F43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91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A4F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C9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89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0DB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ВСИ</w:t>
            </w:r>
          </w:p>
        </w:tc>
      </w:tr>
      <w:tr w:rsidR="006D6C03" w:rsidRPr="00050266" w14:paraId="321E6E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604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53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FF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75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A8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9D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98E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18.64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6D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ДМИ</w:t>
            </w:r>
          </w:p>
        </w:tc>
      </w:tr>
      <w:tr w:rsidR="006D6C03" w:rsidRPr="00050266" w14:paraId="4F2D56E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4AC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C3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C1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08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FA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00E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3A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C4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19A46B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C83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FB9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B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10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C4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FA0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4A5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53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ССР</w:t>
            </w:r>
          </w:p>
        </w:tc>
      </w:tr>
      <w:tr w:rsidR="006D6C03" w:rsidRPr="00050266" w14:paraId="64C6F2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B56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B8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9B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E9E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26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55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F5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8F6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МАБ</w:t>
            </w:r>
          </w:p>
        </w:tc>
      </w:tr>
      <w:tr w:rsidR="006D6C03" w:rsidRPr="00050266" w14:paraId="53DF9B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83F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МАРГАРИТА МЛАДЕНОВА ВИДОВА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64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173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BD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EB5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A9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60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5B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ВАЙ</w:t>
            </w:r>
          </w:p>
        </w:tc>
      </w:tr>
      <w:tr w:rsidR="006D6C03" w:rsidRPr="00050266" w14:paraId="720E81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E7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53F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F91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C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299.467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419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6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48.968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A24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636.59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D9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2F841F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65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6A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39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9C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18.782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EF4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713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887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FC0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МЯП</w:t>
            </w:r>
          </w:p>
        </w:tc>
      </w:tr>
      <w:tr w:rsidR="006D6C03" w:rsidRPr="00050266" w14:paraId="435041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4E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B85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A0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7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24B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E7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A7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008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0562BA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50F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21D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D8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B2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68C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87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2D9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E7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ГБМ</w:t>
            </w:r>
          </w:p>
        </w:tc>
      </w:tr>
      <w:tr w:rsidR="006D6C03" w:rsidRPr="00050266" w14:paraId="24FB61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F3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0E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850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EA2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DD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E99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1.373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8E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17.85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9EE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7FB3C62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7DB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181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B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D82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DF7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4D3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427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6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6BC6B2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6C4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C6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B5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D2C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A11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2AD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0E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22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ПВВ</w:t>
            </w:r>
          </w:p>
        </w:tc>
      </w:tr>
      <w:tr w:rsidR="006D6C03" w:rsidRPr="00050266" w14:paraId="430AA3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B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2AE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EFB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181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AA7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CE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3B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1B1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ССГ и др.</w:t>
            </w:r>
          </w:p>
        </w:tc>
      </w:tr>
      <w:tr w:rsidR="006D6C03" w:rsidRPr="00050266" w14:paraId="237223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1E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EB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FE6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ED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CB4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32B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1D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34.92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FD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 ПЛЮС ООД</w:t>
            </w:r>
          </w:p>
        </w:tc>
      </w:tr>
      <w:tr w:rsidR="006D6C03" w:rsidRPr="00050266" w14:paraId="070A131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31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691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AF6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38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3.883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27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17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40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E26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ГСК</w:t>
            </w:r>
          </w:p>
        </w:tc>
      </w:tr>
      <w:tr w:rsidR="006D6C03" w:rsidRPr="00050266" w14:paraId="23786A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A1A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1B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C4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6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EC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C7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25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C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ИАД</w:t>
            </w:r>
          </w:p>
        </w:tc>
      </w:tr>
      <w:tr w:rsidR="006D6C03" w:rsidRPr="00050266" w14:paraId="47533E0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CFE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9E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86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F1E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E4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BF7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CE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C4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ЦАП</w:t>
            </w:r>
          </w:p>
        </w:tc>
      </w:tr>
      <w:tr w:rsidR="006D6C03" w:rsidRPr="00050266" w14:paraId="57BE39B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9E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47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11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940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6AD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10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64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E8C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0653673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84B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239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AE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79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530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80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1D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BF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7DC6D5D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A0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A71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09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F58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58B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279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2.259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AA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29.37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A7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МЦК и др.</w:t>
            </w:r>
          </w:p>
        </w:tc>
      </w:tr>
      <w:tr w:rsidR="006D6C03" w:rsidRPr="00050266" w14:paraId="21F847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6E1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2C0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84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6A0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0E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9B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673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7.07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10F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ВПС - ЛИЛИЯ  СИЕ ОНЦОВИ СД</w:t>
            </w:r>
          </w:p>
        </w:tc>
      </w:tr>
      <w:tr w:rsidR="006D6C03" w:rsidRPr="00050266" w14:paraId="16CF63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36D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F4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969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D35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2F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21.48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D95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4.461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CC6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58.00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CC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 и др.</w:t>
            </w:r>
          </w:p>
        </w:tc>
      </w:tr>
      <w:tr w:rsidR="006D6C03" w:rsidRPr="00050266" w14:paraId="16689E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0E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08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FE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B0C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FAF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9E7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472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CA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1B4F37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085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8D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5A5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AD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BD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169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1A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76A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41CFADE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3B9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2A2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EDF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ED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A5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EE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26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C6A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781F48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63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C79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3D0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D7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F7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F8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0.514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8CB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6.68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C9C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01EF208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EA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A0E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E6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A08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FC4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63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0.486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0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8C5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ЛНЙ и др.</w:t>
            </w:r>
          </w:p>
        </w:tc>
      </w:tr>
      <w:tr w:rsidR="006D6C03" w:rsidRPr="00050266" w14:paraId="6D94B42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F0A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DF9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8F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A0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2E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2A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0.378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23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AF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КДД</w:t>
            </w:r>
          </w:p>
        </w:tc>
      </w:tr>
      <w:tr w:rsidR="006D6C03" w:rsidRPr="00050266" w14:paraId="0D52B1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C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069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DAA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FC5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B70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08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ABF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AA2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СБИ</w:t>
            </w:r>
          </w:p>
        </w:tc>
      </w:tr>
      <w:tr w:rsidR="006D6C03" w:rsidRPr="00050266" w14:paraId="75416A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06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A8D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2C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DF9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F3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30C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B6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8C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БВВ</w:t>
            </w:r>
          </w:p>
        </w:tc>
      </w:tr>
      <w:tr w:rsidR="006D6C03" w:rsidRPr="00050266" w14:paraId="1EB58EC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4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E1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50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9A4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8E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1B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B2B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42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23981A8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5F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2B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42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C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E2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13F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D5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9F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67F114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EF2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83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95A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E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1A5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768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D72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03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38B886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F14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4C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0C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264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89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84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5.332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63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69.32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A31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АСБ</w:t>
            </w:r>
          </w:p>
        </w:tc>
      </w:tr>
      <w:tr w:rsidR="006D6C03" w:rsidRPr="00050266" w14:paraId="5C99A28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C29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88C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8D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DB6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715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18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64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EE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3B8268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CB7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015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C1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ED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AD0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C03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4C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E6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НАП и др.</w:t>
            </w:r>
          </w:p>
        </w:tc>
      </w:tr>
      <w:tr w:rsidR="006D6C03" w:rsidRPr="00050266" w14:paraId="4118E1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D7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20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31A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B5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961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8BC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EDB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D3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39BF93A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547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08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11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A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85E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08B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65B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3C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D6C03" w:rsidRPr="00050266" w14:paraId="0D58F1B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12D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AA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5F2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84F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94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1D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128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E0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6786CA4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9A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E7F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199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8C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68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18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305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5A1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5E802D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AB4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926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00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1D3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56F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D9A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079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C2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D6C03" w:rsidRPr="00050266" w14:paraId="6A9F5B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E00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E9F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8C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F4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BA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F92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1.235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F3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16.05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9E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ЯСК</w:t>
            </w:r>
          </w:p>
        </w:tc>
      </w:tr>
      <w:tr w:rsidR="006D6C03" w:rsidRPr="00050266" w14:paraId="6CBD49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89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039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32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062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5F7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324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D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55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МАК</w:t>
            </w:r>
          </w:p>
        </w:tc>
      </w:tr>
      <w:tr w:rsidR="006D6C03" w:rsidRPr="00050266" w14:paraId="52FBCB7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FC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6B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9F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CE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6C9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D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E08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54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0C7444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A9C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40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5C0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91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41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8B6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F19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12.40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1E3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1DAF5E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597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18E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966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3F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FBB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1C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DD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38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0DFE32F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F59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1CB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BB4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CFC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F5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8F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2.292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08C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D7F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КМИ</w:t>
            </w:r>
          </w:p>
        </w:tc>
      </w:tr>
      <w:tr w:rsidR="006D6C03" w:rsidRPr="00050266" w14:paraId="6905E6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4F8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D51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C0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5F3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875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E9B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6B6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F6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ГВС и др.</w:t>
            </w:r>
          </w:p>
        </w:tc>
      </w:tr>
      <w:tr w:rsidR="006D6C03" w:rsidRPr="00050266" w14:paraId="756B641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50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23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8E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45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31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E3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A06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78A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768750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BC5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2E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96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8BC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047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15F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7E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9F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34D66E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32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D6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3A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EE4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350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50C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8F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922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6A0CB1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77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88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28B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ED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E80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2A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3A5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678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КДД</w:t>
            </w:r>
          </w:p>
        </w:tc>
      </w:tr>
      <w:tr w:rsidR="006D6C03" w:rsidRPr="00050266" w14:paraId="671CF60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D2D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05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026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0B6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EA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78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A47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6A7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ЦСМ и др.</w:t>
            </w:r>
          </w:p>
        </w:tc>
      </w:tr>
      <w:tr w:rsidR="006D6C03" w:rsidRPr="00050266" w14:paraId="700C6E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7C0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9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3BE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50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EC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4EC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25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1D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НВН</w:t>
            </w:r>
          </w:p>
        </w:tc>
      </w:tr>
      <w:tr w:rsidR="006D6C03" w:rsidRPr="00050266" w14:paraId="280BC1E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AC3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81A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83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FB2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24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08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06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56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37F748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B7B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95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B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03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48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A96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46A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5C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ТЛВ</w:t>
            </w:r>
          </w:p>
        </w:tc>
      </w:tr>
      <w:tr w:rsidR="006D6C03" w:rsidRPr="00050266" w14:paraId="2F6C5A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25D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4A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E0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7B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4F2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DE4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DF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0AD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БТР</w:t>
            </w:r>
          </w:p>
        </w:tc>
      </w:tr>
      <w:tr w:rsidR="006D6C03" w:rsidRPr="00050266" w14:paraId="2BD843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003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BB7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429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B22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861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9DE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74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3E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ЙПД</w:t>
            </w:r>
          </w:p>
        </w:tc>
      </w:tr>
      <w:tr w:rsidR="006D6C03" w:rsidRPr="00050266" w14:paraId="085651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822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02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CF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84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52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D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23B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49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АЛС</w:t>
            </w:r>
          </w:p>
        </w:tc>
      </w:tr>
      <w:tr w:rsidR="006D6C03" w:rsidRPr="00050266" w14:paraId="2E7B7D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B4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85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C60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15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4A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4B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55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C6E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58293FA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917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A3F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A2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FE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01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C4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3FC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FA4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773F4C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59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8A0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AF4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73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29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32C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CF5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1FE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ЛФП</w:t>
            </w:r>
          </w:p>
        </w:tc>
      </w:tr>
      <w:tr w:rsidR="006D6C03" w:rsidRPr="00050266" w14:paraId="559A0D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4A3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A1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7EA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35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DD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23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56E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38E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1A71E1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02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МЕТОДИ МЛАДЕНОВ СТОИЧКОВ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C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44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5F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795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185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30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58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7B14E53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5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06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EDA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C4E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149.306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AEC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13D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24.069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6C4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312.90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786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7B87F7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A44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D39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4D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16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E6C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90B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A6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55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ИМЯ</w:t>
            </w:r>
          </w:p>
        </w:tc>
      </w:tr>
      <w:tr w:rsidR="006D6C03" w:rsidRPr="00050266" w14:paraId="6D85031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C4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E17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13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95E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E0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589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D2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38.99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12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ИБВ</w:t>
            </w:r>
          </w:p>
        </w:tc>
      </w:tr>
      <w:tr w:rsidR="006D6C03" w:rsidRPr="00050266" w14:paraId="7E0C55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F9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A43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CD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3BC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805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05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33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2C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7401B9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7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B21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99A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19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C9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FF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4A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085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64D38F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9A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797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398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48E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FB7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C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F08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C96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ЕМА</w:t>
            </w:r>
          </w:p>
        </w:tc>
      </w:tr>
      <w:tr w:rsidR="006D6C03" w:rsidRPr="00050266" w14:paraId="322E544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3C4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4A5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D42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BCE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3A9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9BF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EFD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DB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СМС</w:t>
            </w:r>
          </w:p>
        </w:tc>
      </w:tr>
      <w:tr w:rsidR="006D6C03" w:rsidRPr="00050266" w14:paraId="17EECF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77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663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5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5E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5DB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F8C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B4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6B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ВМА</w:t>
            </w:r>
          </w:p>
        </w:tc>
      </w:tr>
      <w:tr w:rsidR="006D6C03" w:rsidRPr="00050266" w14:paraId="56000FE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3A6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E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9E7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97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BBD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CA4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EE2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948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5E7101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C9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05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902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2B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7A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83D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1A0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27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1D850BB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E2D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1A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80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D7C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2AC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771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5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6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МКВ</w:t>
            </w:r>
          </w:p>
        </w:tc>
      </w:tr>
      <w:tr w:rsidR="006D6C03" w:rsidRPr="00050266" w14:paraId="79A1ED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05B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8AC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B0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DA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03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AB5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6A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186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ВСИ</w:t>
            </w:r>
          </w:p>
        </w:tc>
      </w:tr>
      <w:tr w:rsidR="006D6C03" w:rsidRPr="00050266" w14:paraId="69D30E6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35D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41B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913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A42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27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98A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5DB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39.00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97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ССЗ</w:t>
            </w:r>
          </w:p>
        </w:tc>
      </w:tr>
      <w:tr w:rsidR="006D6C03" w:rsidRPr="00050266" w14:paraId="694CD6E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00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DC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3B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0A7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D1F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8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5EC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B4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59A569B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D3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EAB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479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8D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280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79A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E0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14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45BBD29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5DC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917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3DF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9E5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0C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BDE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2.537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4CB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AC2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ВАМ</w:t>
            </w:r>
          </w:p>
        </w:tc>
      </w:tr>
      <w:tr w:rsidR="006D6C03" w:rsidRPr="00050266" w14:paraId="240C61B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BD3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A3F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2DD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C0F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D1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DDE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6C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32.49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26F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0E6C85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E61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172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109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15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1C3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AC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99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85B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ЕСГ</w:t>
            </w:r>
          </w:p>
        </w:tc>
      </w:tr>
      <w:tr w:rsidR="006D6C03" w:rsidRPr="00050266" w14:paraId="057E14A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C1D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40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E98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85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015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753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AC0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90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ПКП</w:t>
            </w:r>
          </w:p>
        </w:tc>
      </w:tr>
      <w:tr w:rsidR="006D6C03" w:rsidRPr="00050266" w14:paraId="7A927E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AFF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80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F71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16D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CFB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DA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AC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CD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ТАС</w:t>
            </w:r>
          </w:p>
        </w:tc>
      </w:tr>
      <w:tr w:rsidR="006D6C03" w:rsidRPr="00050266" w14:paraId="51EDAD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E49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47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30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76E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AC1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C2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0C2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89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ВАК</w:t>
            </w:r>
          </w:p>
        </w:tc>
      </w:tr>
      <w:tr w:rsidR="006D6C03" w:rsidRPr="00050266" w14:paraId="19FD8C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01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890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432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64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E0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9F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2B0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682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НСР</w:t>
            </w:r>
          </w:p>
        </w:tc>
      </w:tr>
      <w:tr w:rsidR="006D6C03" w:rsidRPr="00050266" w14:paraId="6687CD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22E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A0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A39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4C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1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89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43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6F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МСК</w:t>
            </w:r>
          </w:p>
        </w:tc>
      </w:tr>
      <w:tr w:rsidR="006D6C03" w:rsidRPr="00050266" w14:paraId="5EEDF49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3A7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C58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BBB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45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37D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0C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2D2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F1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47C3D46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D9C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24A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CC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6DA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B06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B0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F0B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41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САН</w:t>
            </w:r>
          </w:p>
        </w:tc>
      </w:tr>
      <w:tr w:rsidR="006D6C03" w:rsidRPr="00050266" w14:paraId="57B1EB8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8A0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BE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02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9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AF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95B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31F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0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ЙПТ</w:t>
            </w:r>
          </w:p>
        </w:tc>
      </w:tr>
      <w:tr w:rsidR="006D6C03" w:rsidRPr="00050266" w14:paraId="70C78C9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D4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B0A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E84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1E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39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900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B0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94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АДХ</w:t>
            </w:r>
          </w:p>
        </w:tc>
      </w:tr>
      <w:tr w:rsidR="006D6C03" w:rsidRPr="00050266" w14:paraId="543C71F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93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E17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BC0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EA4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DDC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0E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08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F56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2F2433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D62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545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A66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B5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6D1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1CF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F48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99E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ЛББ</w:t>
            </w:r>
          </w:p>
        </w:tc>
      </w:tr>
      <w:tr w:rsidR="006D6C03" w:rsidRPr="00050266" w14:paraId="7A3B277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85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1D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C82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DB4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375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4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48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0C3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772A9F3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4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0B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690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79C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FB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A0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D8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9C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0714E0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CF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456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4B9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50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59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A7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0.128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57D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7AE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БГД и др.</w:t>
            </w:r>
          </w:p>
        </w:tc>
      </w:tr>
      <w:tr w:rsidR="006D6C03" w:rsidRPr="00050266" w14:paraId="2C789A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1EC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B27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22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8E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78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3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9B9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CF5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НКТ</w:t>
            </w:r>
          </w:p>
        </w:tc>
      </w:tr>
      <w:tr w:rsidR="006D6C03" w:rsidRPr="00050266" w14:paraId="5775706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A2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85E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D0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18.1059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A7B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EA8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63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B3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7F7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ЗИМ</w:t>
            </w:r>
          </w:p>
        </w:tc>
      </w:tr>
      <w:tr w:rsidR="006D6C03" w:rsidRPr="00050266" w14:paraId="4F6095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C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62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BC8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9CE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704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18.269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93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0.054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5AD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62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ЦБН и др.</w:t>
            </w:r>
          </w:p>
        </w:tc>
      </w:tr>
      <w:tr w:rsidR="006D6C03" w:rsidRPr="00050266" w14:paraId="5343CBB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F9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EAE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627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358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2F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7BB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4B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DA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7098925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0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EF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57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0A1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047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674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B8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A4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ЯТД</w:t>
            </w:r>
          </w:p>
        </w:tc>
      </w:tr>
      <w:tr w:rsidR="006D6C03" w:rsidRPr="00050266" w14:paraId="042FA8A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3A3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505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027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AA5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9A9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D6D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12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32.53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6E0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РИВ</w:t>
            </w:r>
          </w:p>
        </w:tc>
      </w:tr>
      <w:tr w:rsidR="006D6C03" w:rsidRPr="00050266" w14:paraId="57ADBB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16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65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77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02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D2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68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3F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C9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АСБ</w:t>
            </w:r>
          </w:p>
        </w:tc>
      </w:tr>
      <w:tr w:rsidR="006D6C03" w:rsidRPr="00050266" w14:paraId="2ED73A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44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E0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B0E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EE7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949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64A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CB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237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МГН</w:t>
            </w:r>
          </w:p>
        </w:tc>
      </w:tr>
      <w:tr w:rsidR="006D6C03" w:rsidRPr="00050266" w14:paraId="251B9D9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EF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3DF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23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09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372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EB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1.034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F99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13.44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463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ЕКЗ и др.</w:t>
            </w:r>
          </w:p>
        </w:tc>
      </w:tr>
      <w:tr w:rsidR="006D6C03" w:rsidRPr="00050266" w14:paraId="147D8B1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D5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8A1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27D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31.26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A17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322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79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FDD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C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АНС</w:t>
            </w:r>
          </w:p>
        </w:tc>
      </w:tr>
      <w:tr w:rsidR="006D6C03" w:rsidRPr="00050266" w14:paraId="74A78E0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DBE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4E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F08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8C0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5EE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50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3E5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BD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БМГ</w:t>
            </w:r>
          </w:p>
        </w:tc>
      </w:tr>
      <w:tr w:rsidR="006D6C03" w:rsidRPr="00050266" w14:paraId="606198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141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599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602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DE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905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02C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23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76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ВИВ</w:t>
            </w:r>
          </w:p>
        </w:tc>
      </w:tr>
      <w:tr w:rsidR="006D6C03" w:rsidRPr="00050266" w14:paraId="1A215B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1E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862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B4A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A42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3C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8D8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BA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28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ВИВ</w:t>
            </w:r>
          </w:p>
        </w:tc>
      </w:tr>
      <w:tr w:rsidR="006D6C03" w:rsidRPr="00050266" w14:paraId="298E431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37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44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C6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34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381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B8E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A2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08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МСС</w:t>
            </w:r>
          </w:p>
        </w:tc>
      </w:tr>
      <w:tr w:rsidR="006D6C03" w:rsidRPr="00050266" w14:paraId="54BD01B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A7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FF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6A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847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52E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1C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54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EC5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НМС</w:t>
            </w:r>
          </w:p>
        </w:tc>
      </w:tr>
      <w:tr w:rsidR="006D6C03" w:rsidRPr="00050266" w14:paraId="74D806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79F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F8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4B5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42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30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CED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9AB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BBE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ДМС</w:t>
            </w:r>
          </w:p>
        </w:tc>
      </w:tr>
      <w:tr w:rsidR="006D6C03" w:rsidRPr="00050266" w14:paraId="655BDC6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47F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26C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48C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193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30C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74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0.341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4B7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8F6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ИМА</w:t>
            </w:r>
          </w:p>
        </w:tc>
      </w:tr>
      <w:tr w:rsidR="006D6C03" w:rsidRPr="00050266" w14:paraId="7DEAF7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626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НАЙДЕН ЕВТИМОВ ПЕТРОВ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622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1F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3B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F7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948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A9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41C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5B2D382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E4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69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1F1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B1A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96.452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F3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02B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18.044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39B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234.58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564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0D44E0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FFC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F7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EAB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46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7A9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928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EE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28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ППГ</w:t>
            </w:r>
          </w:p>
        </w:tc>
      </w:tr>
      <w:tr w:rsidR="006D6C03" w:rsidRPr="00050266" w14:paraId="4A132BD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95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BE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1D4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AA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8E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3D6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2BE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7B4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РСВ и др.</w:t>
            </w:r>
          </w:p>
        </w:tc>
      </w:tr>
      <w:tr w:rsidR="006D6C03" w:rsidRPr="00050266" w14:paraId="7D6B390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5BE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BEE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F1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E4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3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7C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40B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941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ИПИ</w:t>
            </w:r>
          </w:p>
        </w:tc>
      </w:tr>
      <w:tr w:rsidR="006D6C03" w:rsidRPr="00050266" w14:paraId="3AA71D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FE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C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E3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24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3D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3A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466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F54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ВГА и др.</w:t>
            </w:r>
          </w:p>
        </w:tc>
      </w:tr>
      <w:tr w:rsidR="006D6C03" w:rsidRPr="00050266" w14:paraId="0F447A7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E8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4A0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F1F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96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700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2D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04D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1E3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АДБ</w:t>
            </w:r>
          </w:p>
        </w:tc>
      </w:tr>
      <w:tr w:rsidR="006D6C03" w:rsidRPr="00050266" w14:paraId="016C40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B9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A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891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1C2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09E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30C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23E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CD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0285A21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3A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B8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5F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9DE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28F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89A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19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01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78CF09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8C4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AC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861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01F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C9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844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EA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C5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КМГ и др.</w:t>
            </w:r>
          </w:p>
        </w:tc>
      </w:tr>
      <w:tr w:rsidR="006D6C03" w:rsidRPr="00050266" w14:paraId="2FC9DCD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5F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0C4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F09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99F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D1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C6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0.581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4B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7.55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A8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7397515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995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2A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60C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F2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469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16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48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59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ЗСС</w:t>
            </w:r>
          </w:p>
        </w:tc>
      </w:tr>
      <w:tr w:rsidR="006D6C03" w:rsidRPr="00050266" w14:paraId="164E42F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C1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F3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FE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E9A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DE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AE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830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6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3DA523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B7A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6F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160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84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11E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793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2F4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EA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НВН и др.</w:t>
            </w:r>
          </w:p>
        </w:tc>
      </w:tr>
      <w:tr w:rsidR="006D6C03" w:rsidRPr="00050266" w14:paraId="289E78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CDF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8B4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81C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80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92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87B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568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899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ПГА</w:t>
            </w:r>
          </w:p>
        </w:tc>
      </w:tr>
      <w:tr w:rsidR="006D6C03" w:rsidRPr="00050266" w14:paraId="157ABA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F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F0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C4C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29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3B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116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41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3A9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635D2ED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631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E1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7C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EA2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3AA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3C0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E40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F9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БВМ</w:t>
            </w:r>
          </w:p>
        </w:tc>
      </w:tr>
      <w:tr w:rsidR="006D6C03" w:rsidRPr="00050266" w14:paraId="4DCB2CB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18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17C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5B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750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D2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7C7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244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879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МСД</w:t>
            </w:r>
          </w:p>
        </w:tc>
      </w:tr>
      <w:tr w:rsidR="006D6C03" w:rsidRPr="00050266" w14:paraId="620BD2E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76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FB5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3E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2CF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677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EB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6D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3E3E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ПКС</w:t>
            </w:r>
          </w:p>
        </w:tc>
      </w:tr>
      <w:tr w:rsidR="006D6C03" w:rsidRPr="00050266" w14:paraId="550500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73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6C2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6E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8B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FC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C99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77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750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3E8BAA2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28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A8E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C71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43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7A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C0A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6DC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2A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4142F68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A3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B71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DF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CE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B26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F41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45D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743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05AE69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64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BCC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9E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FE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E42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68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113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991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6EC3897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8F6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7D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21A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873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9AE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909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0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E98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19318BC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EC1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368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01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01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463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710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0.129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F1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F2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ЦМИ</w:t>
            </w:r>
          </w:p>
        </w:tc>
      </w:tr>
      <w:tr w:rsidR="006D6C03" w:rsidRPr="00050266" w14:paraId="59DAA44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CBD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0C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96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76F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A1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12.187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67A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0.119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5C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1.55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4A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ДДД</w:t>
            </w:r>
          </w:p>
        </w:tc>
      </w:tr>
      <w:tr w:rsidR="006D6C03" w:rsidRPr="00050266" w14:paraId="0AA01CD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CA6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FE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9AB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A81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29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DFD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83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453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ВИВ и др.</w:t>
            </w:r>
          </w:p>
        </w:tc>
      </w:tr>
      <w:tr w:rsidR="006D6C03" w:rsidRPr="00050266" w14:paraId="016BBF5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E57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26B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267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703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C57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4CE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184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33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ЛГК</w:t>
            </w:r>
          </w:p>
        </w:tc>
      </w:tr>
      <w:tr w:rsidR="006D6C03" w:rsidRPr="00050266" w14:paraId="564182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7A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71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1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A9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CCA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336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6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E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ММГ</w:t>
            </w:r>
          </w:p>
        </w:tc>
      </w:tr>
      <w:tr w:rsidR="006D6C03" w:rsidRPr="00050266" w14:paraId="3269E78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EB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43A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16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677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144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602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7DD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771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 и др.</w:t>
            </w:r>
          </w:p>
        </w:tc>
      </w:tr>
      <w:tr w:rsidR="006D6C03" w:rsidRPr="00050266" w14:paraId="06D991B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09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02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EC5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E0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5A7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81D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8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708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ЯБТ и др.</w:t>
            </w:r>
          </w:p>
        </w:tc>
      </w:tr>
      <w:tr w:rsidR="006D6C03" w:rsidRPr="00050266" w14:paraId="2EE0997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6F8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3B3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CDE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DD5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7B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0A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5.680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0F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73.84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91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28AA6B9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22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4C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095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AA0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DF8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60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F0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41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ТСП</w:t>
            </w:r>
          </w:p>
        </w:tc>
      </w:tr>
      <w:tr w:rsidR="006D6C03" w:rsidRPr="00050266" w14:paraId="6B6587D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8C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716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C9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EAF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E81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8D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D83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7E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НЯП</w:t>
            </w:r>
          </w:p>
        </w:tc>
      </w:tr>
      <w:tr w:rsidR="006D6C03" w:rsidRPr="00050266" w14:paraId="70D818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834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C32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515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EF7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B29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89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35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44.29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BEA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66E4EF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FB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C0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D44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238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00F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855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0.831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83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421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БЕРНО ЕООД</w:t>
            </w:r>
          </w:p>
        </w:tc>
      </w:tr>
      <w:tr w:rsidR="006D6C03" w:rsidRPr="00050266" w14:paraId="3A41E3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6C9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9D5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082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055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D1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05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1.908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72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24.80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C3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ЛАЙФ ЕСЕНШЪЛ ЕООД</w:t>
            </w:r>
          </w:p>
        </w:tc>
      </w:tr>
      <w:tr w:rsidR="006D6C03" w:rsidRPr="00050266" w14:paraId="6E10F51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72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D1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D5D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19E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D7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29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FB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589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233DA23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1E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BF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55B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D3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728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B19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0A1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18E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ВВП</w:t>
            </w:r>
          </w:p>
        </w:tc>
      </w:tr>
      <w:tr w:rsidR="006D6C03" w:rsidRPr="00050266" w14:paraId="6B350C4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91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E7C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B0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701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460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84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80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34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ПСН</w:t>
            </w:r>
          </w:p>
        </w:tc>
      </w:tr>
      <w:tr w:rsidR="006D6C03" w:rsidRPr="00050266" w14:paraId="65FEAAC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4B7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7C8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A66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7D3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1A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2024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F40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1CA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КЯП</w:t>
            </w:r>
          </w:p>
        </w:tc>
      </w:tr>
      <w:tr w:rsidR="006D6C03" w:rsidRPr="00050266" w14:paraId="634809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D7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9A3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5E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57B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48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09C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3B3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B0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МАБ</w:t>
            </w:r>
          </w:p>
        </w:tc>
      </w:tr>
      <w:tr w:rsidR="006D6C03" w:rsidRPr="00050266" w14:paraId="0ED6D2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09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94A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71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87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641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F7C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42B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67E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ДАМ</w:t>
            </w:r>
          </w:p>
        </w:tc>
      </w:tr>
      <w:tr w:rsidR="006D6C03" w:rsidRPr="00050266" w14:paraId="7C42707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D4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028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82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0D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665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118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9AE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D3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ГТМ</w:t>
            </w:r>
          </w:p>
        </w:tc>
      </w:tr>
      <w:tr w:rsidR="006D6C03" w:rsidRPr="00050266" w14:paraId="0A72B80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9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C0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551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9A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75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29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15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505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ВЗГ</w:t>
            </w:r>
          </w:p>
        </w:tc>
      </w:tr>
      <w:tr w:rsidR="006D6C03" w:rsidRPr="00050266" w14:paraId="7E0F632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A18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785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22E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E72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222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F57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C54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BC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ЛМС и др.</w:t>
            </w:r>
          </w:p>
        </w:tc>
      </w:tr>
      <w:tr w:rsidR="006D6C03" w:rsidRPr="00050266" w14:paraId="4C0DC7D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AB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39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BDB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54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7E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4F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61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B94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25B5513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E7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2C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06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B2E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D02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02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72A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CA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2198C69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A4A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269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37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0BA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DC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B10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37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71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2066E5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CC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793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5FA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F10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D7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76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20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E58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БТИ и др.</w:t>
            </w:r>
          </w:p>
        </w:tc>
      </w:tr>
      <w:tr w:rsidR="006D6C03" w:rsidRPr="00050266" w14:paraId="162897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72D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453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34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DC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B8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81D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57C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9C9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ПКС</w:t>
            </w:r>
          </w:p>
        </w:tc>
      </w:tr>
      <w:tr w:rsidR="006D6C03" w:rsidRPr="00050266" w14:paraId="45F6F38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3C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B4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242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51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DD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25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6F6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92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7D51E30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A89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757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1F1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B5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560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85E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4E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736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05C0137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7C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D4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FE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FD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F2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76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4CA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12E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ГБМ</w:t>
            </w:r>
          </w:p>
        </w:tc>
      </w:tr>
      <w:tr w:rsidR="006D6C03" w:rsidRPr="00050266" w14:paraId="56578CB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E2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7BF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A18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CE7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C21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01E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A6C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FA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РАХ</w:t>
            </w:r>
          </w:p>
        </w:tc>
      </w:tr>
      <w:tr w:rsidR="006D6C03" w:rsidRPr="00050266" w14:paraId="566D9C8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F35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7A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751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78F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A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AA05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21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70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СЗР</w:t>
            </w:r>
          </w:p>
        </w:tc>
      </w:tr>
      <w:tr w:rsidR="006D6C03" w:rsidRPr="00050266" w14:paraId="3628E40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D1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3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B8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25.50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2E2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F82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9A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F1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84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ГВБ</w:t>
            </w:r>
          </w:p>
        </w:tc>
      </w:tr>
      <w:tr w:rsidR="006D6C03" w:rsidRPr="00050266" w14:paraId="0B2E83C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17A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8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248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098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EE0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691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1F8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5C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4C4CB1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2B3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296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64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E55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F3C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EF9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3D4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EBD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ТМВ</w:t>
            </w:r>
          </w:p>
        </w:tc>
      </w:tr>
      <w:tr w:rsidR="006D6C03" w:rsidRPr="00050266" w14:paraId="783B9C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80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6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5E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76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79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27C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B6F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8B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ПНТ</w:t>
            </w:r>
          </w:p>
        </w:tc>
      </w:tr>
      <w:tr w:rsidR="006D6C03" w:rsidRPr="00050266" w14:paraId="671F381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29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32A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2C7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67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4C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F6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DCD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01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КТГ и др.</w:t>
            </w:r>
          </w:p>
        </w:tc>
      </w:tr>
      <w:tr w:rsidR="006D6C03" w:rsidRPr="00050266" w14:paraId="7283415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756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0E9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6DB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BEE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9E7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8EC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B11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C47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НБМ</w:t>
            </w:r>
          </w:p>
        </w:tc>
      </w:tr>
      <w:tr w:rsidR="006D6C03" w:rsidRPr="00050266" w14:paraId="49111BE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DB4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E7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3CF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12A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46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F4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AF5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218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РГГ</w:t>
            </w:r>
          </w:p>
        </w:tc>
      </w:tr>
      <w:tr w:rsidR="006D6C03" w:rsidRPr="00050266" w14:paraId="7C17DB5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7AE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418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3A7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31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252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22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AC2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97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117569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774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893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5A9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B2C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4AC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47D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96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ADE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АПИ</w:t>
            </w:r>
          </w:p>
        </w:tc>
      </w:tr>
      <w:tr w:rsidR="006D6C03" w:rsidRPr="00050266" w14:paraId="66EDAC3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80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E1B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CF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59D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A19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24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547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426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МСГ</w:t>
            </w:r>
          </w:p>
        </w:tc>
      </w:tr>
      <w:tr w:rsidR="006D6C03" w:rsidRPr="00050266" w14:paraId="1BE0805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B3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481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A87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F58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3F7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90D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E7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1E6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5FE395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988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743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01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567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FA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17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B7B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95F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620A316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35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227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800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A9E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2B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347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2D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EC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ПДД</w:t>
            </w:r>
          </w:p>
        </w:tc>
      </w:tr>
      <w:tr w:rsidR="006D6C03" w:rsidRPr="00050266" w14:paraId="38AF519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9E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6A2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85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3A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22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A9A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1D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45.50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5EC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БПВ</w:t>
            </w:r>
          </w:p>
        </w:tc>
      </w:tr>
      <w:tr w:rsidR="006D6C03" w:rsidRPr="00050266" w14:paraId="748782B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A9D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36F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903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1E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67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F03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13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428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АЛС</w:t>
            </w:r>
          </w:p>
        </w:tc>
      </w:tr>
      <w:tr w:rsidR="006D6C03" w:rsidRPr="00050266" w14:paraId="14A182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01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F6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D8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020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EB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F9A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A6D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D8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5D89792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B1E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4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F39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988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07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931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279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C5C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ГАУ</w:t>
            </w:r>
          </w:p>
        </w:tc>
      </w:tr>
      <w:tr w:rsidR="006D6C03" w:rsidRPr="00050266" w14:paraId="756AEDE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A53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F3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A1B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E8C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45D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30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16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8F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ЕВД</w:t>
            </w:r>
          </w:p>
        </w:tc>
      </w:tr>
      <w:tr w:rsidR="006D6C03" w:rsidRPr="00050266" w14:paraId="4818F8A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5B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DB0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942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812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415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B9A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83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04F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НЕА и др.</w:t>
            </w:r>
          </w:p>
        </w:tc>
      </w:tr>
      <w:tr w:rsidR="006D6C03" w:rsidRPr="00050266" w14:paraId="134EBEC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7AF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463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F48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AA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45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76B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D37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0B0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ММТ</w:t>
            </w:r>
          </w:p>
        </w:tc>
      </w:tr>
      <w:tr w:rsidR="006D6C03" w:rsidRPr="00050266" w14:paraId="2F698D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30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B3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EC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47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AFE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2B2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2.568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082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33.38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5B3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АСБ</w:t>
            </w:r>
          </w:p>
        </w:tc>
      </w:tr>
      <w:tr w:rsidR="006D6C03" w:rsidRPr="00050266" w14:paraId="3BBE9AE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B0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424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BF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B41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B46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BC9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2.494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06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32.42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829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ЕММ</w:t>
            </w:r>
          </w:p>
        </w:tc>
      </w:tr>
      <w:tr w:rsidR="006D6C03" w:rsidRPr="00050266" w14:paraId="3A2D00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91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E4B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5D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DB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0C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56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9B0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D7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ВЕД</w:t>
            </w:r>
          </w:p>
        </w:tc>
      </w:tr>
      <w:tr w:rsidR="006D6C03" w:rsidRPr="00050266" w14:paraId="17849ED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E8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D6E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654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8D2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D6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CB3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42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003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БЕС</w:t>
            </w:r>
          </w:p>
        </w:tc>
      </w:tr>
      <w:tr w:rsidR="006D6C03" w:rsidRPr="00050266" w14:paraId="20FF33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DC8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5F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93E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E983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377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45E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B4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0B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ТОК</w:t>
            </w:r>
          </w:p>
        </w:tc>
      </w:tr>
      <w:tr w:rsidR="006D6C03" w:rsidRPr="00050266" w14:paraId="4E2649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07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FFF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D51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2AE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DC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6B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1D8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564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ФВТ</w:t>
            </w:r>
          </w:p>
        </w:tc>
      </w:tr>
      <w:tr w:rsidR="006D6C03" w:rsidRPr="00050266" w14:paraId="2FD095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F1D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A79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7CB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350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384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D0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2.085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883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C3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ГСМ и др.</w:t>
            </w:r>
          </w:p>
        </w:tc>
      </w:tr>
      <w:tr w:rsidR="006D6C03" w:rsidRPr="00050266" w14:paraId="5E709D9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606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92B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68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B39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BB1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82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E14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26.03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03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МЦГ</w:t>
            </w:r>
          </w:p>
        </w:tc>
      </w:tr>
      <w:tr w:rsidR="006D6C03" w:rsidRPr="00050266" w14:paraId="247E6BC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BCA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C1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03A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D225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49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5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E6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9AE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ТЛВ</w:t>
            </w:r>
          </w:p>
        </w:tc>
      </w:tr>
      <w:tr w:rsidR="006D6C03" w:rsidRPr="00050266" w14:paraId="0F35773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977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2EA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C2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05E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AE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50A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D6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22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ЗСС</w:t>
            </w:r>
          </w:p>
        </w:tc>
      </w:tr>
      <w:tr w:rsidR="006D6C03" w:rsidRPr="00050266" w14:paraId="276A27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75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FF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A0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94B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76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E5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A75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598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ССР</w:t>
            </w:r>
          </w:p>
        </w:tc>
      </w:tr>
      <w:tr w:rsidR="006D6C03" w:rsidRPr="00050266" w14:paraId="53949FD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272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A83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78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59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D2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B96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1.756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790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22.83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24A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 ТРАНС 90 ЕООД</w:t>
            </w:r>
          </w:p>
        </w:tc>
      </w:tr>
      <w:tr w:rsidR="006D6C03" w:rsidRPr="00050266" w14:paraId="390AF18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76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15C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CD0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16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A9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40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3F1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58B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ПНА и др.</w:t>
            </w:r>
          </w:p>
        </w:tc>
      </w:tr>
      <w:tr w:rsidR="006D6C03" w:rsidRPr="00050266" w14:paraId="5A5E9BA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CB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2EB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BA3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B9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64D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F1D8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D30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27C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0EE1490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70D3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301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C6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A0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E2C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10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E0C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9D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ГБП</w:t>
            </w:r>
          </w:p>
        </w:tc>
      </w:tr>
      <w:tr w:rsidR="006D6C03" w:rsidRPr="00050266" w14:paraId="61C77CE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C81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BF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1C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5B6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34D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60CE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8E3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AA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 и др.</w:t>
            </w:r>
          </w:p>
        </w:tc>
      </w:tr>
      <w:tr w:rsidR="006D6C03" w:rsidRPr="00050266" w14:paraId="52F6EA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EDF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8F7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4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B1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10E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8F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B93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BBA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ПЛВ</w:t>
            </w:r>
          </w:p>
        </w:tc>
      </w:tr>
      <w:tr w:rsidR="006D6C03" w:rsidRPr="00050266" w14:paraId="3DE9C4E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E73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D84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37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8B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41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EE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7E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51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4BF46EF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413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A10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9F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DD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E0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494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C3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F2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284AFA6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2C9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FD1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AC41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96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EC3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755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B63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19.50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7F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ТВБ</w:t>
            </w:r>
          </w:p>
        </w:tc>
      </w:tr>
      <w:tr w:rsidR="006D6C03" w:rsidRPr="00050266" w14:paraId="5C3FD6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6A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1B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5F7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95B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66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67A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F5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B84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3489AD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39F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E5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55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326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DD3F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89C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0B7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128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КДА</w:t>
            </w:r>
          </w:p>
        </w:tc>
      </w:tr>
      <w:tr w:rsidR="006D6C03" w:rsidRPr="00050266" w14:paraId="1A806DF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04C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B6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ABB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F1D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59E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0AE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771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FE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1C06A1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5C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3A30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5D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1FB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BCD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C7B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C1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A60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МКВ</w:t>
            </w:r>
          </w:p>
        </w:tc>
      </w:tr>
      <w:tr w:rsidR="006D6C03" w:rsidRPr="00050266" w14:paraId="2E5A579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F46C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A60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EDB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9D6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38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9DB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3F1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747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ГСВ</w:t>
            </w:r>
          </w:p>
        </w:tc>
      </w:tr>
      <w:tr w:rsidR="006D6C03" w:rsidRPr="00050266" w14:paraId="730733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FF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A6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152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00B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17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D9D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58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EB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778286C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CA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232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832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923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AAF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22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08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4C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АСВ</w:t>
            </w:r>
          </w:p>
        </w:tc>
      </w:tr>
      <w:tr w:rsidR="006D6C03" w:rsidRPr="00050266" w14:paraId="3CCCD45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861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89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E32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A36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C22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FE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37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DD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ВДК</w:t>
            </w:r>
          </w:p>
        </w:tc>
      </w:tr>
      <w:tr w:rsidR="006D6C03" w:rsidRPr="00050266" w14:paraId="7A59E56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B09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56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E1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4D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4F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0E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59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8DE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ТИХ</w:t>
            </w:r>
          </w:p>
        </w:tc>
      </w:tr>
      <w:tr w:rsidR="006D6C03" w:rsidRPr="00050266" w14:paraId="4C59029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99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A586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E5D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181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D1C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96F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9AB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6A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БГС</w:t>
            </w:r>
          </w:p>
        </w:tc>
      </w:tr>
      <w:tr w:rsidR="006D6C03" w:rsidRPr="00050266" w14:paraId="7DC0C3B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621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E9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503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A03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90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13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EF5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F46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МСМ</w:t>
            </w:r>
          </w:p>
        </w:tc>
      </w:tr>
      <w:tr w:rsidR="006D6C03" w:rsidRPr="00050266" w14:paraId="220D5DC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F1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FF0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96B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051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FD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D5B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40E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D6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КСМ</w:t>
            </w:r>
          </w:p>
        </w:tc>
      </w:tr>
      <w:tr w:rsidR="006D6C03" w:rsidRPr="00050266" w14:paraId="1D2331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46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542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9A9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92B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0.877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5AC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3F4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57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289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2DA44E7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A6F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E76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3F7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A3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957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0E0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0.706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FF8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9.18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E3C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НСМ</w:t>
            </w:r>
          </w:p>
        </w:tc>
      </w:tr>
      <w:tr w:rsidR="006D6C03" w:rsidRPr="00050266" w14:paraId="4EAD9A1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4C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9B9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03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EF6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6F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F0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67A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AE1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ДТА</w:t>
            </w:r>
          </w:p>
        </w:tc>
      </w:tr>
      <w:tr w:rsidR="006D6C03" w:rsidRPr="00050266" w14:paraId="1E67731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CAF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6CC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BC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DC0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538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43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4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1D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ААС</w:t>
            </w:r>
          </w:p>
        </w:tc>
      </w:tr>
      <w:tr w:rsidR="006D6C03" w:rsidRPr="00050266" w14:paraId="00D55EF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7F3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F21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A1A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C1D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BB0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4CA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46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937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МТВ</w:t>
            </w:r>
          </w:p>
        </w:tc>
      </w:tr>
      <w:tr w:rsidR="006D6C03" w:rsidRPr="00050266" w14:paraId="62F0353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BE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6DB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AC4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EF8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2D8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FB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F42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35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МТТ</w:t>
            </w:r>
          </w:p>
        </w:tc>
      </w:tr>
      <w:tr w:rsidR="006D6C03" w:rsidRPr="00050266" w14:paraId="613DD3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6D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62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16D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466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D0DC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05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75F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7F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МАБ</w:t>
            </w:r>
          </w:p>
        </w:tc>
      </w:tr>
      <w:tr w:rsidR="006D6C03" w:rsidRPr="00050266" w14:paraId="66F33DA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502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29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DB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F56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91A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3CA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38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70B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СЙЖ</w:t>
            </w:r>
          </w:p>
        </w:tc>
      </w:tr>
      <w:tr w:rsidR="006D6C03" w:rsidRPr="00050266" w14:paraId="2BB6F3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24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CA9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E1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4F8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15.997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911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19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DD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BB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ВКМ</w:t>
            </w:r>
          </w:p>
        </w:tc>
      </w:tr>
      <w:tr w:rsidR="006D6C03" w:rsidRPr="00050266" w14:paraId="07F7933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32C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6E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127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95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61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7A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44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029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БЗМ и др.</w:t>
            </w:r>
          </w:p>
        </w:tc>
      </w:tr>
      <w:tr w:rsidR="006D6C03" w:rsidRPr="00050266" w14:paraId="4D4601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782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D4A0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D30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2F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09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A9B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91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75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МЛИ</w:t>
            </w:r>
          </w:p>
        </w:tc>
      </w:tr>
      <w:tr w:rsidR="006D6C03" w:rsidRPr="00050266" w14:paraId="698B880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AF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1A3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B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29.71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7CC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105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79D5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39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BF8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ЦСС</w:t>
            </w:r>
          </w:p>
        </w:tc>
      </w:tr>
      <w:tr w:rsidR="006D6C03" w:rsidRPr="00050266" w14:paraId="1F49F59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E349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503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27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B8D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A53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95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01A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C7B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 и др.</w:t>
            </w:r>
          </w:p>
        </w:tc>
      </w:tr>
      <w:tr w:rsidR="006D6C03" w:rsidRPr="00050266" w14:paraId="055189F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006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DCE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0087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0FE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45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85C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3D3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2A5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ДТА</w:t>
            </w:r>
          </w:p>
        </w:tc>
      </w:tr>
      <w:tr w:rsidR="006D6C03" w:rsidRPr="00050266" w14:paraId="6242EE3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A6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C5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5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F63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813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35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61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E2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1F16FB9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A47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101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5956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0A7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8A6F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B263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581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728D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РБЙ и др.</w:t>
            </w:r>
          </w:p>
        </w:tc>
      </w:tr>
      <w:tr w:rsidR="006D6C03" w:rsidRPr="00050266" w14:paraId="4032EF4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22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E0D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85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8D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0BD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4BA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5A3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D68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ЦММ</w:t>
            </w:r>
          </w:p>
        </w:tc>
      </w:tr>
      <w:tr w:rsidR="006D6C03" w:rsidRPr="00050266" w14:paraId="6AE0207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32C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F8D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FF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1E0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DAA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364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5E3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87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СГП</w:t>
            </w:r>
          </w:p>
        </w:tc>
      </w:tr>
      <w:tr w:rsidR="006D6C03" w:rsidRPr="00050266" w14:paraId="558BD1D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9CC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НИКОЛАЙ ЙОРДАНОВ КРЪСТАНОВ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738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C2F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30.164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7A8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6A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A16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E1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68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МТТ</w:t>
            </w:r>
          </w:p>
        </w:tc>
      </w:tr>
      <w:tr w:rsidR="006D6C03" w:rsidRPr="00050266" w14:paraId="5F642E9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E6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E6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D79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D73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296.287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7A2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0EB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30.764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42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399.94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549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6D6C03" w:rsidRPr="00050266" w14:paraId="17CC89D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C8C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0F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50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57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9F8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6AD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D6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B11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ИМЗ</w:t>
            </w:r>
          </w:p>
        </w:tc>
      </w:tr>
      <w:tr w:rsidR="006D6C03" w:rsidRPr="00050266" w14:paraId="230618E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FD0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385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5D7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A8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DD1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AB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88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375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ЦБН и др.</w:t>
            </w:r>
          </w:p>
        </w:tc>
      </w:tr>
      <w:tr w:rsidR="006D6C03" w:rsidRPr="00050266" w14:paraId="107F5D4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62B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DF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37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9FD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919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E0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F2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7D1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ПМК</w:t>
            </w:r>
          </w:p>
        </w:tc>
      </w:tr>
      <w:tr w:rsidR="006D6C03" w:rsidRPr="00050266" w14:paraId="66D9F22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AF2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21D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C24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2A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39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4314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260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CF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НСН и др.</w:t>
            </w:r>
          </w:p>
        </w:tc>
      </w:tr>
      <w:tr w:rsidR="006D6C03" w:rsidRPr="00050266" w14:paraId="259BEA0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0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E99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84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CD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DF7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7B4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0F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78B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ССВ</w:t>
            </w:r>
          </w:p>
        </w:tc>
      </w:tr>
      <w:tr w:rsidR="006D6C03" w:rsidRPr="00050266" w14:paraId="488476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D05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170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1C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A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D91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657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2.840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F10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36.93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2E1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БГД и др.</w:t>
            </w:r>
          </w:p>
        </w:tc>
      </w:tr>
      <w:tr w:rsidR="006D6C03" w:rsidRPr="00050266" w14:paraId="23B466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64F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9E4F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0A1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D8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148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58E4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FBF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671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60A1D33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519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663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8E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A4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E83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22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EE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48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РВР</w:t>
            </w:r>
          </w:p>
        </w:tc>
      </w:tr>
      <w:tr w:rsidR="006D6C03" w:rsidRPr="00050266" w14:paraId="5FF206C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04D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73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4C1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C62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C0A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E22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20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E48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ЗКМ</w:t>
            </w:r>
          </w:p>
        </w:tc>
      </w:tr>
      <w:tr w:rsidR="006D6C03" w:rsidRPr="00050266" w14:paraId="09EA2B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B1C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28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E20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B83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27F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FF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7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D7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ДГС</w:t>
            </w:r>
          </w:p>
        </w:tc>
      </w:tr>
      <w:tr w:rsidR="006D6C03" w:rsidRPr="00050266" w14:paraId="3486E5B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FDF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lastRenderedPageBreak/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8C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A78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7BD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B7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4C1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0.760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AF3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9.88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CC3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СИС</w:t>
            </w:r>
          </w:p>
        </w:tc>
      </w:tr>
      <w:tr w:rsidR="006D6C03" w:rsidRPr="00050266" w14:paraId="05BEC54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69F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AA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5EB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6A8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8BE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AC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E4F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7D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РАХ</w:t>
            </w:r>
          </w:p>
        </w:tc>
      </w:tr>
      <w:tr w:rsidR="006D6C03" w:rsidRPr="00050266" w14:paraId="7437DEF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57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10A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4D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72C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FF6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F73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40.445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EA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525.79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961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УЧИЛИЩЕ С. ГУРМАЗОВО</w:t>
            </w:r>
          </w:p>
        </w:tc>
      </w:tr>
      <w:tr w:rsidR="006D6C03" w:rsidRPr="00050266" w14:paraId="34B49B7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5A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771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F48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7E6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16.038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0E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F6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022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1213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50D181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D05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B3D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AB0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963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1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86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87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1F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МСТ</w:t>
            </w:r>
          </w:p>
        </w:tc>
      </w:tr>
      <w:tr w:rsidR="006D6C03" w:rsidRPr="00050266" w14:paraId="1B5F0A8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2F3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5AD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85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338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A54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C6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89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DE4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ПМЗ</w:t>
            </w:r>
          </w:p>
        </w:tc>
      </w:tr>
      <w:tr w:rsidR="006D6C03" w:rsidRPr="00050266" w14:paraId="53839A4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39B2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3D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CF2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A731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24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F2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1B5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D5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ФЛВ</w:t>
            </w:r>
          </w:p>
        </w:tc>
      </w:tr>
      <w:tr w:rsidR="006D6C03" w:rsidRPr="00050266" w14:paraId="144430E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2094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ADC3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C6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204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E79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30F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5.115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985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66.50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D8D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РСК и др.</w:t>
            </w:r>
          </w:p>
        </w:tc>
      </w:tr>
      <w:tr w:rsidR="006D6C03" w:rsidRPr="00050266" w14:paraId="5FDF52C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F2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3C3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0CD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CC3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7F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1D5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EF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B7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МАБ</w:t>
            </w:r>
          </w:p>
        </w:tc>
      </w:tr>
      <w:tr w:rsidR="006D6C03" w:rsidRPr="00050266" w14:paraId="52AAA1F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7C9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9777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7D9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95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FC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97BF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53E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65.00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F6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ТСМ</w:t>
            </w:r>
          </w:p>
        </w:tc>
      </w:tr>
      <w:tr w:rsidR="006D6C03" w:rsidRPr="00050266" w14:paraId="606ACA2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506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FC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AD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080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C68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EF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BB2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5A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АЛП</w:t>
            </w:r>
          </w:p>
        </w:tc>
      </w:tr>
      <w:tr w:rsidR="006D6C03" w:rsidRPr="00050266" w14:paraId="3B29836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16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6E3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6EC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94B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53E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8A9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31F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64.99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8B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МДХ</w:t>
            </w:r>
          </w:p>
        </w:tc>
      </w:tr>
      <w:tr w:rsidR="006D6C03" w:rsidRPr="00050266" w14:paraId="0713601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1B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48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63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69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941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82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DB9A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076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ВАЙ</w:t>
            </w:r>
          </w:p>
        </w:tc>
      </w:tr>
      <w:tr w:rsidR="006D6C03" w:rsidRPr="00050266" w14:paraId="47CB43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42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CC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56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328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AE0A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82F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0743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AE6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ВАС</w:t>
            </w:r>
          </w:p>
        </w:tc>
      </w:tr>
      <w:tr w:rsidR="006D6C03" w:rsidRPr="00050266" w14:paraId="5D19571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DA67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D9C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8A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1B78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9AD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E9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5D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D6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КВА и др.</w:t>
            </w:r>
          </w:p>
        </w:tc>
      </w:tr>
      <w:tr w:rsidR="006D6C03" w:rsidRPr="00050266" w14:paraId="5A1980C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51F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8628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6B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40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301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723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4.993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D8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64.91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21E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ВЯВ и др.</w:t>
            </w:r>
          </w:p>
        </w:tc>
      </w:tr>
      <w:tr w:rsidR="006D6C03" w:rsidRPr="00050266" w14:paraId="5FF16BB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198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06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1B8B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6F5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60F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F7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4.843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D16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62.96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E850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РНС</w:t>
            </w:r>
          </w:p>
        </w:tc>
      </w:tr>
      <w:tr w:rsidR="006D6C03" w:rsidRPr="00050266" w14:paraId="5D5C5B1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9B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B1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596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D56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6D7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3ED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8017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C7A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МНГ и др.</w:t>
            </w:r>
          </w:p>
        </w:tc>
      </w:tr>
      <w:tr w:rsidR="006D6C03" w:rsidRPr="00050266" w14:paraId="5953D44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DD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2BE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4F8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653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AA5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4A1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1BF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5F2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ВМВ и др.</w:t>
            </w:r>
          </w:p>
        </w:tc>
      </w:tr>
      <w:tr w:rsidR="006D6C03" w:rsidRPr="00050266" w14:paraId="4B13BB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48C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D08F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E3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303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0EB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523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32C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51.98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2D4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ВТЖ</w:t>
            </w:r>
          </w:p>
        </w:tc>
      </w:tr>
      <w:tr w:rsidR="006D6C03" w:rsidRPr="00050266" w14:paraId="0DF7EDD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40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804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F10B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192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43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498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F8B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47.67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90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ВТЖ</w:t>
            </w:r>
          </w:p>
        </w:tc>
      </w:tr>
      <w:tr w:rsidR="006D6C03" w:rsidRPr="00050266" w14:paraId="17211532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B6F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47A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2E9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E58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E24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BAB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5EF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47.67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51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ВТЖ</w:t>
            </w:r>
          </w:p>
        </w:tc>
      </w:tr>
      <w:tr w:rsidR="006D6C03" w:rsidRPr="00050266" w14:paraId="7CC4303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6D3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10D9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264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6B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79C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DC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3.667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47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47.66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AD3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ВТЖ</w:t>
            </w:r>
          </w:p>
        </w:tc>
      </w:tr>
      <w:tr w:rsidR="006D6C03" w:rsidRPr="00050266" w14:paraId="7CED49E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FF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DDF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0EB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CC6D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60F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FC3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699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FA5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ВГН</w:t>
            </w:r>
          </w:p>
        </w:tc>
      </w:tr>
      <w:tr w:rsidR="006D6C03" w:rsidRPr="00050266" w14:paraId="43C1940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07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96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F58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E4EA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BB5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B29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CA1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0EC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ББЯ</w:t>
            </w:r>
          </w:p>
        </w:tc>
      </w:tr>
      <w:tr w:rsidR="006D6C03" w:rsidRPr="00050266" w14:paraId="2661FE6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993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B0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1E9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D6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BE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9F0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BB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6DD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ЮТП</w:t>
            </w:r>
          </w:p>
        </w:tc>
      </w:tr>
      <w:tr w:rsidR="006D6C03" w:rsidRPr="00050266" w14:paraId="6A4D1D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A0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39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DA4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16D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C14E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A65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0C77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C1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МТК</w:t>
            </w:r>
          </w:p>
        </w:tc>
      </w:tr>
      <w:tr w:rsidR="006D6C03" w:rsidRPr="00050266" w14:paraId="7E53762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371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4D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6AD6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85A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B75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98D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303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F1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ТКГ и др.</w:t>
            </w:r>
          </w:p>
        </w:tc>
      </w:tr>
      <w:tr w:rsidR="006D6C03" w:rsidRPr="00050266" w14:paraId="6669AB6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0FC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32B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5D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390D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FD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A65B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1.321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109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17.17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18A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ЕАБ</w:t>
            </w:r>
          </w:p>
        </w:tc>
      </w:tr>
      <w:tr w:rsidR="006D6C03" w:rsidRPr="00050266" w14:paraId="2F06FFF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1B4A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79B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40B5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27.116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323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3EA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127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22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B9C4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РПЗ</w:t>
            </w:r>
          </w:p>
        </w:tc>
      </w:tr>
      <w:tr w:rsidR="006D6C03" w:rsidRPr="00050266" w14:paraId="196BC074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6C5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0DB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6B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9B8C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328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263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404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B8B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ПВБ и др.</w:t>
            </w:r>
          </w:p>
        </w:tc>
      </w:tr>
      <w:tr w:rsidR="006D6C03" w:rsidRPr="00050266" w14:paraId="341D72F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2D4D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D21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5C90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B5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EDD0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12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8.902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0C3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115.73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AB4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D6C03" w:rsidRPr="00050266" w14:paraId="172C392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35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D3C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806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871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187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D7E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7.915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4C0E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102.90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903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НМГ</w:t>
            </w:r>
          </w:p>
        </w:tc>
      </w:tr>
      <w:tr w:rsidR="006D6C03" w:rsidRPr="00050266" w14:paraId="1701330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9AA4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D5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594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D24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6AE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87B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C22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D3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ВРР</w:t>
            </w:r>
          </w:p>
        </w:tc>
      </w:tr>
      <w:tr w:rsidR="006D6C03" w:rsidRPr="00050266" w14:paraId="4B28FA6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7D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F86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52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C5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6.528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3E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3564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2E83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80A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ТЛН</w:t>
            </w:r>
          </w:p>
        </w:tc>
      </w:tr>
      <w:tr w:rsidR="006D6C03" w:rsidRPr="00050266" w14:paraId="562B674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B63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BE85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2EB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46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E10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6C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417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4BF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ИПК и др.</w:t>
            </w:r>
          </w:p>
        </w:tc>
      </w:tr>
      <w:tr w:rsidR="006D6C03" w:rsidRPr="00050266" w14:paraId="672CC8F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F02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9D39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72B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EAB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4.376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69B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FD78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BBFB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6A4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ОПЛЕТИЯ ЕООД</w:t>
            </w:r>
          </w:p>
        </w:tc>
      </w:tr>
      <w:tr w:rsidR="006D6C03" w:rsidRPr="00050266" w14:paraId="5A2774D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7BB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ECD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D024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DAE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CA70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1CA3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7327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8BA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ТГК</w:t>
            </w:r>
          </w:p>
        </w:tc>
      </w:tr>
      <w:tr w:rsidR="006D6C03" w:rsidRPr="00050266" w14:paraId="41FC7EA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6BA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159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125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7FA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9EA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01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F1B9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39A1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ВЛАХОВО ЕООД</w:t>
            </w:r>
          </w:p>
        </w:tc>
      </w:tr>
      <w:tr w:rsidR="006D6C03" w:rsidRPr="00050266" w14:paraId="1F465CB6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40C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86A7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A75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60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9102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D0FB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1BD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45AA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ИБА</w:t>
            </w:r>
          </w:p>
        </w:tc>
      </w:tr>
      <w:tr w:rsidR="006D6C03" w:rsidRPr="00050266" w14:paraId="672F90CE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F73C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891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B68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82DE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688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808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9514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01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БЦЙ и др.</w:t>
            </w:r>
          </w:p>
        </w:tc>
      </w:tr>
      <w:tr w:rsidR="006D6C03" w:rsidRPr="00050266" w14:paraId="28934E91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25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BF4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993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41D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2.652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26A1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D70D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FAD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51C8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ЯКК и др.</w:t>
            </w:r>
          </w:p>
        </w:tc>
      </w:tr>
      <w:tr w:rsidR="006D6C03" w:rsidRPr="00050266" w14:paraId="673A4F8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9D2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85C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4A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3CE1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59E2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1CDC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2.000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05CA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26.00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F5B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ТИГ</w:t>
            </w:r>
          </w:p>
        </w:tc>
      </w:tr>
      <w:tr w:rsidR="006D6C03" w:rsidRPr="00050266" w14:paraId="51D9375C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AB8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B1E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EF72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C7B0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83F3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F7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982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6D5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ЕЛГ</w:t>
            </w:r>
          </w:p>
        </w:tc>
      </w:tr>
      <w:tr w:rsidR="006D6C03" w:rsidRPr="00050266" w14:paraId="31FB5A03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DAA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0D3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2DEE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1B8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1.502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6EAC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AC0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9C5A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096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ПКС</w:t>
            </w:r>
          </w:p>
        </w:tc>
      </w:tr>
      <w:tr w:rsidR="006D6C03" w:rsidRPr="00050266" w14:paraId="614B9A2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8FBE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5C74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E01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9E2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8A3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4B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0274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CDD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НМК</w:t>
            </w:r>
          </w:p>
        </w:tc>
      </w:tr>
      <w:tr w:rsidR="006D6C03" w:rsidRPr="00050266" w14:paraId="09B201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BD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D46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9B7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2E42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5D0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699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60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8F9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АСВ</w:t>
            </w:r>
          </w:p>
        </w:tc>
      </w:tr>
      <w:tr w:rsidR="006D6C03" w:rsidRPr="00050266" w14:paraId="6E009D25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925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F9B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56AE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1FB7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50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4FF4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25C3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14.29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7F1B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ОКС</w:t>
            </w:r>
          </w:p>
        </w:tc>
      </w:tr>
      <w:tr w:rsidR="006D6C03" w:rsidRPr="00050266" w14:paraId="3B5164E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7FF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EF36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BC9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CFCC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92AC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A72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1.016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8B4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13.21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69B5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БКК</w:t>
            </w:r>
          </w:p>
        </w:tc>
      </w:tr>
      <w:tr w:rsidR="006D6C03" w:rsidRPr="00050266" w14:paraId="1D7ED14B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953D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1B84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7EBA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7B69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57C2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9AD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0.557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A6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7.24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C6EA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АГРО ДИМИТРИОС ЕООД</w:t>
            </w:r>
          </w:p>
        </w:tc>
      </w:tr>
      <w:tr w:rsidR="006D6C03" w:rsidRPr="00050266" w14:paraId="29B59D5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FA0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62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92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E84D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BC33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DFE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6B9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C9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ТГВ</w:t>
            </w:r>
          </w:p>
        </w:tc>
      </w:tr>
      <w:tr w:rsidR="006D6C03" w:rsidRPr="00050266" w14:paraId="4F036F90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5B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822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005E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F772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A5C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F18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D24E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849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ГВВ</w:t>
            </w:r>
          </w:p>
        </w:tc>
      </w:tr>
      <w:tr w:rsidR="006D6C03" w:rsidRPr="00050266" w14:paraId="240FA5B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BCCB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872E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B2A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BB8A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81F3C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313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37D0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0EC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ХРВ</w:t>
            </w:r>
          </w:p>
        </w:tc>
      </w:tr>
      <w:tr w:rsidR="006D6C03" w:rsidRPr="00050266" w14:paraId="176F7BD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58E1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C0B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583A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82B1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98BD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5737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925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117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ПНТ</w:t>
            </w:r>
          </w:p>
        </w:tc>
      </w:tr>
      <w:tr w:rsidR="006D6C03" w:rsidRPr="00050266" w14:paraId="343FE70A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964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856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E539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A019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1.920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55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5FA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779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4C7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ПМА</w:t>
            </w:r>
          </w:p>
        </w:tc>
      </w:tr>
      <w:tr w:rsidR="006D6C03" w:rsidRPr="00050266" w14:paraId="0632816D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F38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FC9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A29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8591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F9AB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DE2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6F0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B4C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МВС</w:t>
            </w:r>
          </w:p>
        </w:tc>
      </w:tr>
      <w:tr w:rsidR="006D6C03" w:rsidRPr="00050266" w14:paraId="1BEAEB7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BF67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BC4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CED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2E6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1.655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507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04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BBD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285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ХВК</w:t>
            </w:r>
          </w:p>
        </w:tc>
      </w:tr>
      <w:tr w:rsidR="006D6C03" w:rsidRPr="00050266" w14:paraId="6ECB3F69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822F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2962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4A8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4FA8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BC1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51E91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2731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586E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МВВ</w:t>
            </w:r>
          </w:p>
        </w:tc>
      </w:tr>
      <w:tr w:rsidR="006D6C03" w:rsidRPr="00050266" w14:paraId="056A0858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9BF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890F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816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79AFF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FA2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C25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0.069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AA6CD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0.90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DD1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ЕАБ</w:t>
            </w:r>
          </w:p>
        </w:tc>
      </w:tr>
      <w:tr w:rsidR="006D6C03" w:rsidRPr="00050266" w14:paraId="3349646F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D55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СТЕФАН ГЕОРГИЕВ АЛЕКСАНДРОВ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B150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20CF4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28.165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9F98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0.025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2517A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C8532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E9AC3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4359B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sz w:val="16"/>
                <w:szCs w:val="16"/>
              </w:rPr>
              <w:t>ИГИ</w:t>
            </w:r>
          </w:p>
        </w:tc>
      </w:tr>
      <w:tr w:rsidR="006D6C03" w:rsidRPr="00050266" w14:paraId="51C46937" w14:textId="77777777" w:rsidTr="001D78E6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ECA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D76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7EB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0BC00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189.475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90219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5877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106.875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8AFD6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050266">
              <w:rPr>
                <w:rFonts w:ascii="Arial" w:hAnsi="Arial" w:cs="Arial"/>
                <w:b/>
                <w:bCs/>
                <w:sz w:val="16"/>
                <w:szCs w:val="16"/>
              </w:rPr>
              <w:t>1389.37</w:t>
            </w:r>
          </w:p>
        </w:tc>
        <w:tc>
          <w:tcPr>
            <w:tcW w:w="21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8015" w14:textId="77777777" w:rsidR="006D6C03" w:rsidRPr="00050266" w:rsidRDefault="006D6C03" w:rsidP="006D6C03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770536AC" w14:textId="77777777" w:rsidR="006D6C03" w:rsidRDefault="006D6C03" w:rsidP="006D6C03"/>
    <w:p w14:paraId="075E98E9" w14:textId="77777777" w:rsidR="0097789C" w:rsidRPr="00CE78CA" w:rsidRDefault="0097789C" w:rsidP="0097789C">
      <w:pPr>
        <w:ind w:firstLine="720"/>
        <w:jc w:val="both"/>
        <w:textAlignment w:val="center"/>
        <w:rPr>
          <w:lang w:val="bg-BG"/>
        </w:rPr>
      </w:pPr>
      <w:r w:rsidRPr="00CE78CA">
        <w:rPr>
          <w:lang w:val="bg-BG"/>
        </w:rPr>
        <w:t>Н</w:t>
      </w:r>
      <w:r w:rsidRPr="00CE78CA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Pr="00CE78CA">
        <w:rPr>
          <w:lang w:val="bg-BG"/>
        </w:rPr>
        <w:t>“</w:t>
      </w:r>
    </w:p>
    <w:p w14:paraId="531CC6AF" w14:textId="77777777" w:rsidR="0097789C" w:rsidRPr="002725F6" w:rsidRDefault="0097789C" w:rsidP="0097789C">
      <w:pPr>
        <w:jc w:val="both"/>
        <w:textAlignment w:val="center"/>
        <w:rPr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Pr="00CE78CA">
        <w:rPr>
          <w:lang w:val="ru-RU"/>
        </w:rPr>
        <w:t>Заповедта може да бъде обжалвана в 14-дневен срок по реда на Административно</w:t>
      </w:r>
      <w:r>
        <w:rPr>
          <w:lang w:val="ru-RU"/>
        </w:rPr>
        <w:t>-</w:t>
      </w:r>
      <w:r w:rsidRPr="00CE78CA">
        <w:rPr>
          <w:lang w:val="ru-RU"/>
        </w:rPr>
        <w:t>процесуалния кодекс.Обжалването на заповедта не спира изпълнението й.</w:t>
      </w:r>
    </w:p>
    <w:p w14:paraId="11FF0F94" w14:textId="1AE75AA3" w:rsidR="0097789C" w:rsidRPr="00992DF8" w:rsidRDefault="0097789C" w:rsidP="0097789C">
      <w:pPr>
        <w:jc w:val="both"/>
        <w:rPr>
          <w:b/>
          <w:lang w:val="ru-RU"/>
        </w:rPr>
      </w:pPr>
      <w:r>
        <w:rPr>
          <w:lang w:val="ru-RU"/>
        </w:rPr>
        <w:t xml:space="preserve">    </w:t>
      </w:r>
      <w:r>
        <w:rPr>
          <w:lang w:val="ru-RU"/>
        </w:rPr>
        <w:tab/>
      </w:r>
      <w:r w:rsidR="00EB1C5F">
        <w:rPr>
          <w:lang w:val="ru-RU"/>
        </w:rPr>
        <w:t>Ползвателите на земеделски земи са длъжни да внес</w:t>
      </w:r>
      <w:r w:rsidR="00EB1C5F">
        <w:rPr>
          <w:lang w:val="bg-BG"/>
        </w:rPr>
        <w:t>а</w:t>
      </w:r>
      <w:r w:rsidR="00EB1C5F">
        <w:rPr>
          <w:lang w:val="ru-RU"/>
        </w:rPr>
        <w:t>т по сметка за чужди средства в областна дирекция "Земеделие" – София област</w:t>
      </w:r>
      <w:r w:rsidR="00EB1C5F">
        <w:rPr>
          <w:b/>
          <w:lang w:val="ru-RU"/>
        </w:rPr>
        <w:t xml:space="preserve">, Банка: УниКредитБулбанк, </w:t>
      </w:r>
      <w:r w:rsidR="00EB1C5F">
        <w:rPr>
          <w:b/>
        </w:rPr>
        <w:t>BIC</w:t>
      </w:r>
      <w:r w:rsidR="00EB1C5F">
        <w:rPr>
          <w:b/>
          <w:lang w:val="ru-RU"/>
        </w:rPr>
        <w:t xml:space="preserve">: </w:t>
      </w:r>
      <w:r w:rsidR="00EB1C5F">
        <w:rPr>
          <w:b/>
        </w:rPr>
        <w:t>UNCRBGSF</w:t>
      </w:r>
      <w:r w:rsidR="00EB1C5F">
        <w:rPr>
          <w:b/>
          <w:lang w:val="ru-RU"/>
        </w:rPr>
        <w:t xml:space="preserve">, </w:t>
      </w:r>
      <w:r w:rsidR="00EB1C5F">
        <w:rPr>
          <w:b/>
        </w:rPr>
        <w:t>IBAN</w:t>
      </w:r>
      <w:r w:rsidR="00EB1C5F">
        <w:rPr>
          <w:b/>
          <w:lang w:val="ru-RU"/>
        </w:rPr>
        <w:t xml:space="preserve">: </w:t>
      </w:r>
      <w:r w:rsidR="00EB1C5F">
        <w:rPr>
          <w:b/>
        </w:rPr>
        <w:t>BG</w:t>
      </w:r>
      <w:r w:rsidR="00EB1C5F">
        <w:rPr>
          <w:b/>
          <w:lang w:val="ru-RU"/>
        </w:rPr>
        <w:t xml:space="preserve">67 </w:t>
      </w:r>
      <w:r w:rsidR="00EB1C5F">
        <w:rPr>
          <w:b/>
        </w:rPr>
        <w:t>UNCR</w:t>
      </w:r>
      <w:r w:rsidR="00EB1C5F">
        <w:rPr>
          <w:b/>
          <w:lang w:val="ru-RU"/>
        </w:rPr>
        <w:t xml:space="preserve"> 7000 3319 7337 51</w:t>
      </w:r>
      <w:r w:rsidR="00EB1C5F">
        <w:rPr>
          <w:lang w:val="ru-RU"/>
        </w:rPr>
        <w:t xml:space="preserve">, сумата в размер на средното годишно рентно плащане за землището </w:t>
      </w:r>
      <w:r w:rsidR="00EB1C5F">
        <w:rPr>
          <w:b/>
          <w:lang w:val="ru-RU"/>
        </w:rPr>
        <w:t>в срок до три месеца</w:t>
      </w:r>
      <w:r w:rsidR="00EB1C5F">
        <w:rPr>
          <w:lang w:val="ru-RU"/>
        </w:rPr>
        <w:t xml:space="preserve"> от публикуване на заповедта.</w:t>
      </w:r>
    </w:p>
    <w:p w14:paraId="010558BE" w14:textId="3411D973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 </w:t>
      </w:r>
      <w:r>
        <w:rPr>
          <w:i/>
          <w:lang w:val="ru-RU"/>
        </w:rPr>
        <w:tab/>
      </w:r>
      <w:r w:rsidR="005B3FA7" w:rsidRPr="00EB1C5F">
        <w:rPr>
          <w:i/>
          <w:lang w:val="ru-RU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="005B3FA7" w:rsidRPr="00EB1C5F">
        <w:rPr>
          <w:b/>
          <w:i/>
          <w:lang w:val="ru-RU"/>
        </w:rPr>
        <w:t>се прилага чл. 37в, ал. 7 от ЗСПЗЗ.</w:t>
      </w:r>
    </w:p>
    <w:p w14:paraId="452A1870" w14:textId="77777777" w:rsidR="0097789C" w:rsidRPr="004A35CC" w:rsidRDefault="0097789C" w:rsidP="0097789C">
      <w:pPr>
        <w:jc w:val="both"/>
        <w:rPr>
          <w:i/>
          <w:lang w:val="ru-RU"/>
        </w:rPr>
      </w:pPr>
      <w:r w:rsidRPr="004A35CC">
        <w:rPr>
          <w:i/>
          <w:lang w:val="ru-RU"/>
        </w:rPr>
        <w:t xml:space="preserve">     </w:t>
      </w:r>
      <w:r>
        <w:rPr>
          <w:i/>
          <w:lang w:val="ru-RU"/>
        </w:rPr>
        <w:tab/>
      </w:r>
      <w:r w:rsidRPr="004A35CC">
        <w:rPr>
          <w:i/>
          <w:lang w:val="ru-RU"/>
        </w:rPr>
        <w:t>Заповедта влиза в сила по отношение на съответния ползвател при изпълнение на условието по чл.72 ал.1 от ППЗСПЗЗ.</w:t>
      </w:r>
    </w:p>
    <w:p w14:paraId="12D9C5D2" w14:textId="11350C17" w:rsidR="00DC12F3" w:rsidRDefault="0097789C" w:rsidP="00DC12F3">
      <w:pPr>
        <w:ind w:firstLine="709"/>
        <w:jc w:val="both"/>
        <w:rPr>
          <w:lang w:val="ru-RU"/>
        </w:rPr>
      </w:pPr>
      <w:r>
        <w:rPr>
          <w:lang w:val="ru-RU"/>
        </w:rPr>
        <w:t xml:space="preserve"> </w:t>
      </w:r>
      <w:r w:rsidR="00DC12F3" w:rsidRPr="00CE78CA">
        <w:rPr>
          <w:lang w:val="ru-RU"/>
        </w:rPr>
        <w:t>Копие от заповедта да бъд</w:t>
      </w:r>
      <w:r w:rsidR="00DC12F3">
        <w:rPr>
          <w:lang w:val="ru-RU"/>
        </w:rPr>
        <w:t>е връчена на началника на ОСЗ –</w:t>
      </w:r>
      <w:r w:rsidR="006D6C03">
        <w:rPr>
          <w:lang w:val="ru-RU"/>
        </w:rPr>
        <w:t>Божурище</w:t>
      </w:r>
      <w:r w:rsidR="00DC12F3" w:rsidRPr="00CE78CA">
        <w:rPr>
          <w:lang w:val="ru-RU"/>
        </w:rPr>
        <w:t xml:space="preserve"> и на представителите на община</w:t>
      </w:r>
      <w:r w:rsidR="00DC12F3">
        <w:rPr>
          <w:lang w:val="ru-RU"/>
        </w:rPr>
        <w:t xml:space="preserve"> Бо</w:t>
      </w:r>
      <w:r w:rsidR="006D6C03">
        <w:rPr>
          <w:lang w:val="ru-RU"/>
        </w:rPr>
        <w:t>журище</w:t>
      </w:r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и кметс</w:t>
      </w:r>
      <w:r w:rsidR="000E478C">
        <w:rPr>
          <w:lang w:val="ru-RU"/>
        </w:rPr>
        <w:t>тво</w:t>
      </w:r>
      <w:r w:rsidR="00DC12F3">
        <w:rPr>
          <w:lang w:val="ru-RU"/>
        </w:rPr>
        <w:t xml:space="preserve"> </w:t>
      </w:r>
      <w:r w:rsidR="00DC12F3" w:rsidRPr="00CE78CA">
        <w:rPr>
          <w:lang w:val="ru-RU"/>
        </w:rPr>
        <w:t>с</w:t>
      </w:r>
      <w:r w:rsidR="00DC12F3">
        <w:rPr>
          <w:lang w:val="ru-RU"/>
        </w:rPr>
        <w:t>.</w:t>
      </w:r>
      <w:r w:rsidR="006D6C03">
        <w:rPr>
          <w:lang w:val="bg-BG"/>
        </w:rPr>
        <w:t>Гурмазо</w:t>
      </w:r>
      <w:r w:rsidR="00FD0F5D">
        <w:rPr>
          <w:lang w:val="bg-BG"/>
        </w:rPr>
        <w:t>во</w:t>
      </w:r>
      <w:r w:rsidR="00DC12F3" w:rsidRPr="00CE78CA">
        <w:rPr>
          <w:lang w:val="ru-RU"/>
        </w:rPr>
        <w:t>, участници в комисията – за сведение и изпълнение.</w:t>
      </w:r>
    </w:p>
    <w:p w14:paraId="458FF37E" w14:textId="67D35B7E" w:rsidR="00EB1C5F" w:rsidRDefault="00EB1C5F" w:rsidP="00EB1C5F">
      <w:pPr>
        <w:ind w:firstLine="709"/>
        <w:jc w:val="both"/>
        <w:rPr>
          <w:lang w:val="bg-BG"/>
        </w:rPr>
      </w:pPr>
      <w:r w:rsidRPr="0083710E">
        <w:rPr>
          <w:lang w:val="bg-BG"/>
        </w:rPr>
        <w:t>Контрола по изпълнение на настоящата заповед ще упражнява</w:t>
      </w:r>
      <w:r>
        <w:rPr>
          <w:lang w:val="bg-BG"/>
        </w:rPr>
        <w:t>м</w:t>
      </w:r>
      <w:r w:rsidRPr="0083710E">
        <w:rPr>
          <w:lang w:val="bg-BG"/>
        </w:rPr>
        <w:t xml:space="preserve"> </w:t>
      </w:r>
      <w:r>
        <w:rPr>
          <w:lang w:val="bg-BG"/>
        </w:rPr>
        <w:t>лично</w:t>
      </w:r>
      <w:r w:rsidRPr="0083710E">
        <w:rPr>
          <w:lang w:val="bg-BG"/>
        </w:rPr>
        <w:t>.</w:t>
      </w:r>
      <w:r w:rsidRPr="00535D58">
        <w:rPr>
          <w:lang w:val="bg-BG"/>
        </w:rPr>
        <w:t xml:space="preserve"> </w:t>
      </w:r>
    </w:p>
    <w:p w14:paraId="3E7D0EFA" w14:textId="77777777" w:rsidR="00EB1C5F" w:rsidRDefault="00EB1C5F" w:rsidP="00EB1C5F">
      <w:pPr>
        <w:jc w:val="both"/>
        <w:rPr>
          <w:lang w:val="bg-BG"/>
        </w:rPr>
      </w:pPr>
    </w:p>
    <w:p w14:paraId="5EB45D5E" w14:textId="77777777" w:rsidR="00EB1C5F" w:rsidRPr="00535D58" w:rsidRDefault="00EB1C5F" w:rsidP="00EB1C5F">
      <w:pPr>
        <w:jc w:val="both"/>
        <w:rPr>
          <w:lang w:val="bg-BG"/>
        </w:rPr>
      </w:pPr>
    </w:p>
    <w:p w14:paraId="486EC31A" w14:textId="77777777" w:rsidR="00EB1C5F" w:rsidRPr="00CE78CA" w:rsidRDefault="00EB1C5F" w:rsidP="00EB1C5F">
      <w:pPr>
        <w:ind w:firstLine="709"/>
        <w:jc w:val="both"/>
        <w:rPr>
          <w:u w:val="single"/>
          <w:lang w:val="bg-BG"/>
        </w:rPr>
      </w:pPr>
    </w:p>
    <w:p w14:paraId="5C3FA21F" w14:textId="5AE55705" w:rsidR="00EB1C5F" w:rsidRPr="00CE78CA" w:rsidRDefault="00EB1C5F" w:rsidP="00EB1C5F">
      <w:pPr>
        <w:rPr>
          <w:b/>
          <w:lang w:val="bg-BG"/>
        </w:rPr>
      </w:pPr>
      <w:r>
        <w:rPr>
          <w:b/>
          <w:lang w:val="bg-BG"/>
        </w:rPr>
        <w:t>ЕМИЛ АТАНАСОВ</w:t>
      </w:r>
      <w:r w:rsidR="008935A9">
        <w:rPr>
          <w:b/>
          <w:lang w:val="bg-BG"/>
        </w:rPr>
        <w:t xml:space="preserve">   /П/</w:t>
      </w:r>
      <w:bookmarkStart w:id="5" w:name="_GoBack"/>
      <w:bookmarkEnd w:id="5"/>
    </w:p>
    <w:p w14:paraId="103B6BC3" w14:textId="77777777" w:rsidR="00EB1C5F" w:rsidRPr="00FA15EF" w:rsidRDefault="00EB1C5F" w:rsidP="00EB1C5F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 ГД"Аграрно развитие"</w:t>
      </w:r>
    </w:p>
    <w:p w14:paraId="52A1CBEA" w14:textId="77777777" w:rsidR="00EB1C5F" w:rsidRPr="00CE78CA" w:rsidRDefault="00EB1C5F" w:rsidP="00EB1C5F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14:paraId="2418B311" w14:textId="77777777" w:rsidR="00EB1C5F" w:rsidRPr="00CE78CA" w:rsidRDefault="00EB1C5F" w:rsidP="00EB1C5F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14:paraId="629A4B98" w14:textId="77777777" w:rsidR="00EB1C5F" w:rsidRPr="00E16D9A" w:rsidRDefault="00EB1C5F" w:rsidP="00EB1C5F">
      <w:pPr>
        <w:rPr>
          <w:i/>
          <w:iCs/>
          <w:sz w:val="20"/>
          <w:lang w:val="bg-BG"/>
        </w:rPr>
      </w:pPr>
      <w:r>
        <w:rPr>
          <w:i/>
          <w:iCs/>
          <w:sz w:val="20"/>
          <w:lang w:val="bg-BG"/>
        </w:rPr>
        <w:t>(</w:t>
      </w:r>
      <w:r w:rsidRPr="00EB1C5F">
        <w:rPr>
          <w:rFonts w:ascii="Consolas" w:hAnsi="Consolas"/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>
        <w:rPr>
          <w:i/>
          <w:iCs/>
          <w:sz w:val="20"/>
          <w:lang w:val="bg-BG"/>
        </w:rPr>
        <w:t>)</w:t>
      </w:r>
    </w:p>
    <w:p w14:paraId="5452FDCE" w14:textId="77777777" w:rsidR="00EB1C5F" w:rsidRDefault="00EB1C5F" w:rsidP="00EB1C5F">
      <w:pPr>
        <w:rPr>
          <w:i/>
          <w:lang w:val="bg-BG"/>
        </w:rPr>
      </w:pPr>
    </w:p>
    <w:p w14:paraId="0EDF9DC8" w14:textId="77777777" w:rsidR="00EB1C5F" w:rsidRPr="00CE78CA" w:rsidRDefault="00EB1C5F" w:rsidP="00EB1C5F">
      <w:pPr>
        <w:rPr>
          <w:i/>
          <w:lang w:val="bg-BG"/>
        </w:rPr>
      </w:pPr>
    </w:p>
    <w:sectPr w:rsidR="00EB1C5F" w:rsidRPr="00CE78CA" w:rsidSect="00FD0F5D"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3B198" w14:textId="77777777" w:rsidR="009F22CE" w:rsidRDefault="009F22CE">
      <w:r>
        <w:separator/>
      </w:r>
    </w:p>
  </w:endnote>
  <w:endnote w:type="continuationSeparator" w:id="0">
    <w:p w14:paraId="4347F707" w14:textId="77777777" w:rsidR="009F22CE" w:rsidRDefault="009F2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Georgia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CC150" w14:textId="77777777" w:rsidR="00C04535" w:rsidRDefault="00C04535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C04535" w:rsidRDefault="00C04535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E0488" w14:textId="741162F0" w:rsidR="00C04535" w:rsidRPr="00713EC9" w:rsidRDefault="00C04535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8935A9">
      <w:rPr>
        <w:rStyle w:val="PageNumber"/>
        <w:noProof/>
        <w:sz w:val="18"/>
      </w:rPr>
      <w:t>39</w:t>
    </w:r>
    <w:r w:rsidRPr="00713EC9">
      <w:rPr>
        <w:rStyle w:val="PageNumber"/>
        <w:sz w:val="18"/>
      </w:rPr>
      <w:fldChar w:fldCharType="end"/>
    </w:r>
  </w:p>
  <w:p w14:paraId="00A83C68" w14:textId="77777777" w:rsidR="00EB1C5F" w:rsidRPr="002B412A" w:rsidRDefault="00EB1C5F" w:rsidP="00EB1C5F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5121FFE7" w14:textId="77777777" w:rsidR="00EB1C5F" w:rsidRPr="002B412A" w:rsidRDefault="00EB1C5F" w:rsidP="00EB1C5F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0DF700C8" w14:textId="77777777" w:rsidR="00C04535" w:rsidRPr="00835BBA" w:rsidRDefault="00C04535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4A12C" w14:textId="77777777" w:rsidR="00EB1C5F" w:rsidRPr="002B412A" w:rsidRDefault="00EB1C5F" w:rsidP="00EB1C5F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2B412A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2B412A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14:paraId="1457DAD2" w14:textId="77777777" w:rsidR="00EB1C5F" w:rsidRPr="002B412A" w:rsidRDefault="00EB1C5F" w:rsidP="00EB1C5F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2B412A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14:paraId="4D099F30" w14:textId="78242126" w:rsidR="00C04535" w:rsidRPr="00EB1C5F" w:rsidRDefault="00C04535" w:rsidP="00EB1C5F">
    <w:pPr>
      <w:pStyle w:val="Footer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F11088" w14:textId="77777777" w:rsidR="009F22CE" w:rsidRDefault="009F22CE">
      <w:r>
        <w:separator/>
      </w:r>
    </w:p>
  </w:footnote>
  <w:footnote w:type="continuationSeparator" w:id="0">
    <w:p w14:paraId="7F38B9FC" w14:textId="77777777" w:rsidR="009F22CE" w:rsidRDefault="009F2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25CA8" w14:textId="77777777" w:rsidR="00C04535" w:rsidRPr="005B69F7" w:rsidRDefault="00C04535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7A0366BE" w:rsidR="00C04535" w:rsidRPr="005B69F7" w:rsidRDefault="00C04535" w:rsidP="001761C8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3F8E3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>
      <w:rPr>
        <w:rFonts w:ascii="Helen Bg Condensed" w:hAnsi="Helen Bg Condensed"/>
        <w:spacing w:val="40"/>
        <w:sz w:val="30"/>
        <w:szCs w:val="30"/>
      </w:rPr>
      <w:t xml:space="preserve"> РЕ      РЕПУ</w:t>
    </w:r>
    <w:r w:rsidRPr="005B69F7">
      <w:rPr>
        <w:rFonts w:ascii="Helen Bg Condensed" w:hAnsi="Helen Bg Condensed"/>
        <w:spacing w:val="40"/>
        <w:sz w:val="30"/>
        <w:szCs w:val="30"/>
      </w:rPr>
      <w:t>БЛИКА БЪЛГАРИЯ</w:t>
    </w:r>
  </w:p>
  <w:p w14:paraId="32FF54C8" w14:textId="7E6F6B94" w:rsidR="00C04535" w:rsidRPr="0023186B" w:rsidRDefault="00C0453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C04535" w:rsidRPr="00983B22" w:rsidRDefault="00C0453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C04535" w:rsidRPr="00983B22" w:rsidRDefault="00C04535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691D"/>
    <w:rsid w:val="00114DE3"/>
    <w:rsid w:val="0011621C"/>
    <w:rsid w:val="0013647C"/>
    <w:rsid w:val="00137F32"/>
    <w:rsid w:val="001423EA"/>
    <w:rsid w:val="0015050F"/>
    <w:rsid w:val="00155469"/>
    <w:rsid w:val="00157D1E"/>
    <w:rsid w:val="00164A60"/>
    <w:rsid w:val="001738C2"/>
    <w:rsid w:val="00173A32"/>
    <w:rsid w:val="00174EB5"/>
    <w:rsid w:val="001761C8"/>
    <w:rsid w:val="001850C9"/>
    <w:rsid w:val="001956ED"/>
    <w:rsid w:val="00197F75"/>
    <w:rsid w:val="001A06E4"/>
    <w:rsid w:val="001A1BA3"/>
    <w:rsid w:val="001A1C66"/>
    <w:rsid w:val="001B4BA5"/>
    <w:rsid w:val="001C7910"/>
    <w:rsid w:val="001D78E6"/>
    <w:rsid w:val="001E1CD9"/>
    <w:rsid w:val="0020653E"/>
    <w:rsid w:val="00212573"/>
    <w:rsid w:val="00215957"/>
    <w:rsid w:val="00225E60"/>
    <w:rsid w:val="0023186B"/>
    <w:rsid w:val="00236727"/>
    <w:rsid w:val="002373F2"/>
    <w:rsid w:val="0024276E"/>
    <w:rsid w:val="002557CA"/>
    <w:rsid w:val="002639F4"/>
    <w:rsid w:val="00266D04"/>
    <w:rsid w:val="0027018A"/>
    <w:rsid w:val="002725F6"/>
    <w:rsid w:val="00291BDD"/>
    <w:rsid w:val="002A10AF"/>
    <w:rsid w:val="002C5874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2944"/>
    <w:rsid w:val="0035766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B10BF"/>
    <w:rsid w:val="004C3144"/>
    <w:rsid w:val="004C4B62"/>
    <w:rsid w:val="004E31E0"/>
    <w:rsid w:val="004E5FF6"/>
    <w:rsid w:val="004F5882"/>
    <w:rsid w:val="004F765C"/>
    <w:rsid w:val="00505A7C"/>
    <w:rsid w:val="0051429F"/>
    <w:rsid w:val="00522D1E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3FA7"/>
    <w:rsid w:val="005B4D1B"/>
    <w:rsid w:val="005B69F7"/>
    <w:rsid w:val="005C1619"/>
    <w:rsid w:val="005C45C6"/>
    <w:rsid w:val="005D2C61"/>
    <w:rsid w:val="005D42C6"/>
    <w:rsid w:val="005D7788"/>
    <w:rsid w:val="005E00E3"/>
    <w:rsid w:val="005E31F4"/>
    <w:rsid w:val="005E5F37"/>
    <w:rsid w:val="005F18B8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D6C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B66B3"/>
    <w:rsid w:val="007D05C7"/>
    <w:rsid w:val="007D07CD"/>
    <w:rsid w:val="007D6450"/>
    <w:rsid w:val="007E00EE"/>
    <w:rsid w:val="007E1780"/>
    <w:rsid w:val="007F041F"/>
    <w:rsid w:val="00800337"/>
    <w:rsid w:val="00800569"/>
    <w:rsid w:val="0080526F"/>
    <w:rsid w:val="00810556"/>
    <w:rsid w:val="00813E21"/>
    <w:rsid w:val="00813F02"/>
    <w:rsid w:val="00822F7A"/>
    <w:rsid w:val="00823532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5A9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2CE"/>
    <w:rsid w:val="009F2A96"/>
    <w:rsid w:val="00A06566"/>
    <w:rsid w:val="00A21340"/>
    <w:rsid w:val="00A21912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54180"/>
    <w:rsid w:val="00B65B7A"/>
    <w:rsid w:val="00B80B62"/>
    <w:rsid w:val="00B97B20"/>
    <w:rsid w:val="00BA5128"/>
    <w:rsid w:val="00BA5CA9"/>
    <w:rsid w:val="00BC0B35"/>
    <w:rsid w:val="00BC45FC"/>
    <w:rsid w:val="00BD0CEF"/>
    <w:rsid w:val="00BD1BCF"/>
    <w:rsid w:val="00BD5937"/>
    <w:rsid w:val="00BD7539"/>
    <w:rsid w:val="00BE215C"/>
    <w:rsid w:val="00BE4052"/>
    <w:rsid w:val="00C00904"/>
    <w:rsid w:val="00C02136"/>
    <w:rsid w:val="00C04535"/>
    <w:rsid w:val="00C06313"/>
    <w:rsid w:val="00C120B5"/>
    <w:rsid w:val="00C34BD9"/>
    <w:rsid w:val="00C34FAA"/>
    <w:rsid w:val="00C37346"/>
    <w:rsid w:val="00C41B72"/>
    <w:rsid w:val="00C41FCC"/>
    <w:rsid w:val="00C473A4"/>
    <w:rsid w:val="00CA17DF"/>
    <w:rsid w:val="00CA3258"/>
    <w:rsid w:val="00CA41E3"/>
    <w:rsid w:val="00CA7A14"/>
    <w:rsid w:val="00CC444F"/>
    <w:rsid w:val="00CC671B"/>
    <w:rsid w:val="00CD47E5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3A8B"/>
    <w:rsid w:val="00D259F5"/>
    <w:rsid w:val="00D30D14"/>
    <w:rsid w:val="00D318C2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1632B"/>
    <w:rsid w:val="00E237A5"/>
    <w:rsid w:val="00E276F4"/>
    <w:rsid w:val="00E339BB"/>
    <w:rsid w:val="00E52E11"/>
    <w:rsid w:val="00E5627C"/>
    <w:rsid w:val="00E61682"/>
    <w:rsid w:val="00E61DDC"/>
    <w:rsid w:val="00E6220A"/>
    <w:rsid w:val="00E64F78"/>
    <w:rsid w:val="00E71875"/>
    <w:rsid w:val="00E71BA4"/>
    <w:rsid w:val="00E7445E"/>
    <w:rsid w:val="00E76BF6"/>
    <w:rsid w:val="00E91338"/>
    <w:rsid w:val="00EA3B1F"/>
    <w:rsid w:val="00EA778C"/>
    <w:rsid w:val="00EB1C5F"/>
    <w:rsid w:val="00EB4DB7"/>
    <w:rsid w:val="00EE0F93"/>
    <w:rsid w:val="00EE1A25"/>
    <w:rsid w:val="00EE2FF9"/>
    <w:rsid w:val="00EF61F2"/>
    <w:rsid w:val="00F05FFF"/>
    <w:rsid w:val="00F06BC9"/>
    <w:rsid w:val="00F1309C"/>
    <w:rsid w:val="00F23532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3A94"/>
    <w:rsid w:val="00FB775A"/>
    <w:rsid w:val="00FD0F5D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  <w15:docId w15:val="{80FDA404-1C6E-40AF-BA8A-7933F8D59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3"/>
    <w:uiPriority w:val="99"/>
    <w:semiHidden/>
    <w:unhideWhenUsed/>
    <w:rsid w:val="005A2287"/>
  </w:style>
  <w:style w:type="numbering" w:customStyle="1" w:styleId="NoList2">
    <w:name w:val="No List2"/>
    <w:next w:val="ListNo3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CC20E-7C8A-45EF-AD49-AAF1BBCA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0</TotalTime>
  <Pages>1</Pages>
  <Words>15634</Words>
  <Characters>89119</Characters>
  <Application>Microsoft Office Word</Application>
  <DocSecurity>0</DocSecurity>
  <Lines>742</Lines>
  <Paragraphs>209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104544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agrosto</cp:lastModifiedBy>
  <cp:revision>8</cp:revision>
  <cp:lastPrinted>2016-09-16T10:47:00Z</cp:lastPrinted>
  <dcterms:created xsi:type="dcterms:W3CDTF">2022-09-28T06:44:00Z</dcterms:created>
  <dcterms:modified xsi:type="dcterms:W3CDTF">2022-10-03T11:37:00Z</dcterms:modified>
</cp:coreProperties>
</file>